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DDF40" w14:textId="3BCA8BEB" w:rsidR="00CC5F4D" w:rsidRPr="00C7734A" w:rsidRDefault="00CC5F4D" w:rsidP="00DE6C3B">
      <w:pPr>
        <w:pStyle w:val="berschrift1"/>
      </w:pPr>
      <w:r w:rsidRPr="00C7734A">
        <w:t>Die Adressierung</w:t>
      </w:r>
      <w:r w:rsidR="00DE6C3B">
        <w:t xml:space="preserve"> in Netzwerken</w:t>
      </w:r>
    </w:p>
    <w:p w14:paraId="49CDEFCC" w14:textId="40BE1F94" w:rsidR="00995F52" w:rsidRDefault="00995F52" w:rsidP="00995F52">
      <w:r w:rsidRPr="00995F52">
        <w:t xml:space="preserve">Damit </w:t>
      </w:r>
      <w:r w:rsidR="0001763C">
        <w:t xml:space="preserve">eine </w:t>
      </w:r>
      <w:r w:rsidRPr="00995F52">
        <w:t>Nachricht gezielt von einem Rechner zu einem anderen geschickt werden k</w:t>
      </w:r>
      <w:r w:rsidR="0001763C">
        <w:t>an</w:t>
      </w:r>
      <w:r w:rsidRPr="00995F52">
        <w:t>n, benötigt jeder Rechner eine eindeutige Adresse.</w:t>
      </w:r>
    </w:p>
    <w:p w14:paraId="56B05883" w14:textId="77777777" w:rsidR="00995F52" w:rsidRDefault="00995F52" w:rsidP="00995F52">
      <w:pPr>
        <w:spacing w:after="0"/>
        <w:rPr>
          <w:b/>
          <w:bCs/>
        </w:rPr>
      </w:pPr>
      <w:r w:rsidRPr="00995F52">
        <w:rPr>
          <w:b/>
          <w:bCs/>
        </w:rPr>
        <w:t xml:space="preserve">Aufgabe 1: </w:t>
      </w:r>
    </w:p>
    <w:p w14:paraId="1F0D8D45" w14:textId="02D4949C" w:rsidR="00995F52" w:rsidRDefault="00995F52" w:rsidP="00995F52">
      <w:pPr>
        <w:pStyle w:val="Listenabsatz"/>
        <w:numPr>
          <w:ilvl w:val="0"/>
          <w:numId w:val="40"/>
        </w:numPr>
      </w:pPr>
      <w:r w:rsidRPr="00995F52">
        <w:t>Versuche in den Einstellungen deines Smartphones oder Tablets die Adresse de</w:t>
      </w:r>
      <w:r>
        <w:t>ine</w:t>
      </w:r>
      <w:r w:rsidRPr="00995F52">
        <w:t xml:space="preserve">s Gerätes herauszufinden. Wenn du in der Schule an einem </w:t>
      </w:r>
      <w:r>
        <w:t xml:space="preserve">Windows-PC arbeitest, kannst du in der Eingabeaufforderung den Befehl </w:t>
      </w:r>
      <w:proofErr w:type="spellStart"/>
      <w:r w:rsidRPr="00EB145C">
        <w:rPr>
          <w:rFonts w:ascii="Courier New" w:hAnsi="Courier New" w:cs="Courier New"/>
        </w:rPr>
        <w:t>ipconfig</w:t>
      </w:r>
      <w:proofErr w:type="spellEnd"/>
      <w:r w:rsidRPr="00EB145C">
        <w:rPr>
          <w:rFonts w:ascii="Courier New" w:hAnsi="Courier New" w:cs="Courier New"/>
        </w:rPr>
        <w:t xml:space="preserve"> /all</w:t>
      </w:r>
      <w:r>
        <w:t xml:space="preserve"> eingeben, um dir die Adresse des Rechners anzeigen zu lassen.</w:t>
      </w:r>
    </w:p>
    <w:p w14:paraId="5B1034C4" w14:textId="23F4DEDB" w:rsidR="00995F52" w:rsidRPr="00995F52" w:rsidRDefault="00995F52" w:rsidP="00995F52">
      <w:pPr>
        <w:pStyle w:val="Listenabsatz"/>
        <w:numPr>
          <w:ilvl w:val="0"/>
          <w:numId w:val="40"/>
        </w:numPr>
      </w:pPr>
      <w:r>
        <w:t>Vergleicht die Einträge, die ihr gefunden habt, untereinander. Welche Gemeinsamkeiten und welche Unterschiede gibt es?</w:t>
      </w:r>
    </w:p>
    <w:p w14:paraId="6258C3B9" w14:textId="343637F5" w:rsidR="00CD77E7" w:rsidRPr="001B1284" w:rsidRDefault="00CD77E7" w:rsidP="001B1284">
      <w:pPr>
        <w:pStyle w:val="berschrift2"/>
        <w:rPr>
          <w:b/>
          <w:bCs/>
        </w:rPr>
      </w:pPr>
      <w:r w:rsidRPr="001B1284">
        <w:rPr>
          <w:b/>
          <w:bCs/>
        </w:rPr>
        <w:t>Adressierung in lokalen Netzwerken</w:t>
      </w:r>
    </w:p>
    <w:p w14:paraId="4F25D8AD" w14:textId="1DC19E27" w:rsidR="00D018E0" w:rsidRDefault="00D018E0" w:rsidP="005D479D">
      <w:r>
        <w:t>Für die Verbindung mit einem Netzwerk benötigt ein Rechner eine entsprechende Hardware</w:t>
      </w:r>
      <w:r w:rsidR="0020080A">
        <w:softHyphen/>
      </w:r>
      <w:r>
        <w:t>kompo</w:t>
      </w:r>
      <w:r w:rsidR="007F5F86">
        <w:softHyphen/>
      </w:r>
      <w:r>
        <w:t xml:space="preserve">nente. Diese wird vom Hersteller bereits mit einer eindeutigen Nummer versehen, der sogenannten </w:t>
      </w:r>
      <w:r w:rsidRPr="000B430F">
        <w:rPr>
          <w:b/>
          <w:bCs/>
          <w:color w:val="8CBD3A"/>
        </w:rPr>
        <w:t>MAC-Adresse</w:t>
      </w:r>
      <w:r w:rsidR="007F5F86">
        <w:rPr>
          <w:b/>
          <w:bCs/>
          <w:color w:val="8CBD3A"/>
        </w:rPr>
        <w:t xml:space="preserve"> </w:t>
      </w:r>
      <w:r w:rsidR="007F5F86" w:rsidRPr="007F5F86">
        <w:t>(</w:t>
      </w:r>
      <w:r w:rsidR="007F5F86">
        <w:t xml:space="preserve">MAC steht für </w:t>
      </w:r>
      <w:r w:rsidR="007F5F86" w:rsidRPr="007F5F86">
        <w:rPr>
          <w:b/>
          <w:bCs/>
        </w:rPr>
        <w:t>M</w:t>
      </w:r>
      <w:r w:rsidR="007F5F86" w:rsidRPr="007F5F86">
        <w:t xml:space="preserve">edia </w:t>
      </w:r>
      <w:r w:rsidR="007F5F86" w:rsidRPr="007F5F86">
        <w:rPr>
          <w:b/>
          <w:bCs/>
        </w:rPr>
        <w:t>A</w:t>
      </w:r>
      <w:r w:rsidR="007F5F86" w:rsidRPr="007F5F86">
        <w:t xml:space="preserve">ccess </w:t>
      </w:r>
      <w:r w:rsidR="007F5F86" w:rsidRPr="007F5F86">
        <w:rPr>
          <w:b/>
          <w:bCs/>
        </w:rPr>
        <w:t>C</w:t>
      </w:r>
      <w:r w:rsidR="007F5F86" w:rsidRPr="007F5F86">
        <w:t>ontrol)</w:t>
      </w:r>
      <w:r>
        <w:t xml:space="preserve">. </w:t>
      </w:r>
      <w:r w:rsidR="00BA3768">
        <w:t>Die MAC-Adresse ist 48-Bit lang. Damit sie für Menschen leichter lesbar ist, werden jeweils 8 Bit zusammengefasst und als Zahl im Hexadezimalsys</w:t>
      </w:r>
      <w:r w:rsidR="007F5F86">
        <w:softHyphen/>
      </w:r>
      <w:r w:rsidR="00BA3768">
        <w:t>tem dargestellt. Das heißt, dass jede Ziffer die Werte von 0 bis 15 annehmen kann. Die Werte 10, 11, 12, 13, 14, und 15 werden als A, B, C, D, E bzw. F dargestellt.</w:t>
      </w:r>
      <w:r>
        <w:t xml:space="preserve"> Ein Beispiel für eine MAC-Adresse wäre also </w:t>
      </w:r>
      <w:r w:rsidRPr="00D018E0">
        <w:t>3</w:t>
      </w:r>
      <w:proofErr w:type="gramStart"/>
      <w:r w:rsidRPr="00D018E0">
        <w:t>C:FB</w:t>
      </w:r>
      <w:proofErr w:type="gramEnd"/>
      <w:r w:rsidRPr="00D018E0">
        <w:t>:4A:D1:ED:E5</w:t>
      </w:r>
      <w:r>
        <w:t>.</w:t>
      </w:r>
      <w:r w:rsidR="00BA3768">
        <w:t xml:space="preserve"> </w:t>
      </w:r>
      <w:r>
        <w:t>Wenn ihr in den Einstellungen eures Gerätes eine Adresse gefunden habt, die nach diesem Muster aufgebaut ist, handelt es sich dabei um eine MAC-Adresse, die euer Gerät eindeutig identifiziert. Bei manchen Geräten wird sie z. B.  auch als WLAN-Adresse bezeichnet.</w:t>
      </w:r>
    </w:p>
    <w:p w14:paraId="56310C99" w14:textId="15B5DA9A" w:rsidR="000706F1" w:rsidRDefault="000A5826" w:rsidP="005D479D">
      <w:r>
        <w:t xml:space="preserve">In einem lokalen Netzwerk kann diese MAC-Adresse genutzt werden, um </w:t>
      </w:r>
      <w:r w:rsidR="0001763C">
        <w:t xml:space="preserve">sich bei </w:t>
      </w:r>
      <w:r>
        <w:t>de</w:t>
      </w:r>
      <w:r w:rsidR="0001763C">
        <w:t>m</w:t>
      </w:r>
      <w:r>
        <w:t xml:space="preserve"> zentralen Verbindungsrechner</w:t>
      </w:r>
      <w:r w:rsidR="0001763C">
        <w:t xml:space="preserve"> anzumelden</w:t>
      </w:r>
      <w:r>
        <w:t xml:space="preserve">. </w:t>
      </w:r>
      <w:r w:rsidR="00CD77E7">
        <w:t>Heimrouter enthalten heute meist einen Switch als Komponente zur Verbindung der Rechner im lokalen Netzwerk. Die</w:t>
      </w:r>
      <w:r w:rsidR="000B430F">
        <w:t>se</w:t>
      </w:r>
      <w:r w:rsidR="00CD77E7">
        <w:t>r</w:t>
      </w:r>
      <w:r>
        <w:t xml:space="preserve"> legt eine Tabelle an, </w:t>
      </w:r>
      <w:r w:rsidR="0020080A">
        <w:t xml:space="preserve">in der </w:t>
      </w:r>
      <w:r>
        <w:t>gespeichert ist, welcher Rechner</w:t>
      </w:r>
      <w:r w:rsidR="0001763C">
        <w:t xml:space="preserve"> </w:t>
      </w:r>
      <w:r w:rsidR="0020080A">
        <w:t>bzw. welche MAC-Adresse</w:t>
      </w:r>
      <w:r w:rsidR="0001763C">
        <w:t xml:space="preserve"> ü</w:t>
      </w:r>
      <w:r>
        <w:t xml:space="preserve">ber welchen Anschluss </w:t>
      </w:r>
      <w:r w:rsidR="000B430F">
        <w:t xml:space="preserve">mit ihm </w:t>
      </w:r>
      <w:r>
        <w:t xml:space="preserve">verbunden ist. So kann </w:t>
      </w:r>
      <w:r w:rsidR="0001763C">
        <w:t>eine</w:t>
      </w:r>
      <w:r>
        <w:t xml:space="preserve"> Nachricht gezielt über </w:t>
      </w:r>
      <w:r w:rsidR="000706F1">
        <w:t xml:space="preserve">die Leitung gesendet werden, die zum Zielrechner führt. </w:t>
      </w:r>
    </w:p>
    <w:p w14:paraId="55E3FF40" w14:textId="101C688B" w:rsidR="00CD77E7" w:rsidRPr="001B1284" w:rsidRDefault="00CD77E7" w:rsidP="001B1284">
      <w:pPr>
        <w:pStyle w:val="berschrift2"/>
        <w:rPr>
          <w:b/>
          <w:bCs/>
        </w:rPr>
      </w:pPr>
      <w:r w:rsidRPr="001B1284">
        <w:rPr>
          <w:b/>
          <w:bCs/>
        </w:rPr>
        <w:t>Adressierung im Internet</w:t>
      </w:r>
    </w:p>
    <w:p w14:paraId="26461A55" w14:textId="3501BB89" w:rsidR="000706F1" w:rsidRDefault="000706F1" w:rsidP="005D479D">
      <w:r>
        <w:t xml:space="preserve">Auch wenn die MAC-Adresse weltweit eindeutig ist, ist sie für die Kommunikation im Internet ungeeignet. Für die Adressierung im Internet verwendet man stattdessen eine </w:t>
      </w:r>
      <w:r w:rsidRPr="000B430F">
        <w:rPr>
          <w:b/>
          <w:bCs/>
          <w:color w:val="8CBD3A"/>
        </w:rPr>
        <w:t>IP-Adresse</w:t>
      </w:r>
      <w:r w:rsidR="007F5F86">
        <w:rPr>
          <w:b/>
          <w:bCs/>
          <w:color w:val="8CBD3A"/>
        </w:rPr>
        <w:t xml:space="preserve"> </w:t>
      </w:r>
      <w:r w:rsidR="007F5F86" w:rsidRPr="007F5F86">
        <w:t xml:space="preserve">(IP steht für </w:t>
      </w:r>
      <w:r w:rsidR="007F5F86" w:rsidRPr="007F5F86">
        <w:rPr>
          <w:b/>
          <w:bCs/>
        </w:rPr>
        <w:t>I</w:t>
      </w:r>
      <w:r w:rsidR="007F5F86" w:rsidRPr="007F5F86">
        <w:t xml:space="preserve">nternet </w:t>
      </w:r>
      <w:r w:rsidR="007F5F86" w:rsidRPr="007F5F86">
        <w:rPr>
          <w:b/>
          <w:bCs/>
        </w:rPr>
        <w:t>P</w:t>
      </w:r>
      <w:r w:rsidR="007F5F86" w:rsidRPr="007F5F86">
        <w:t>rotocol)</w:t>
      </w:r>
      <w:r>
        <w:t xml:space="preserve">. Während die MAC-Adresse fest an eine Hardwarekomponente gebunden ist, ist die IP-Adresse eine Adresse, die </w:t>
      </w:r>
      <w:r w:rsidR="00490E3D">
        <w:t xml:space="preserve">sich von Zeit zu Zeit ändern kann, vor allem wenn ein Rechner von einem Netzwerk in ein anderes wechselt. </w:t>
      </w:r>
    </w:p>
    <w:p w14:paraId="0E45208E" w14:textId="77777777" w:rsidR="00235BF8" w:rsidRDefault="005D3E11" w:rsidP="0082649E">
      <w:r>
        <w:t xml:space="preserve">Die älteren IPv4-Adressen </w:t>
      </w:r>
      <w:r w:rsidR="00CD77E7">
        <w:t>sind</w:t>
      </w:r>
      <w:r>
        <w:t xml:space="preserve"> 32 Bit</w:t>
      </w:r>
      <w:r w:rsidR="00CD77E7">
        <w:t xml:space="preserve"> lang</w:t>
      </w:r>
      <w:r>
        <w:t xml:space="preserve">. Sie werden als vier Zahlen zwischen 0 und 255 angegeben, die durch einen Punkt getrennt sind, z. B. 192.168.10.2. Die neueren IPv6-Adressen sind mit 128 Bit deutlich länger. Sie werden deshalb in Hexadezimalschreibweise angegeben, z. B. </w:t>
      </w:r>
      <w:r w:rsidRPr="005D3E11">
        <w:t>2001:0db8:85a3:08d3:1319:8a2e:0370:7344</w:t>
      </w:r>
      <w:r>
        <w:t xml:space="preserve">. In beiden Fällen besteht die Adresse aus zwei Teilen. </w:t>
      </w:r>
    </w:p>
    <w:p w14:paraId="25FBB368" w14:textId="7C032324" w:rsidR="00235BF8" w:rsidRDefault="00235BF8" w:rsidP="00334FA4">
      <w:pPr>
        <w:spacing w:after="120"/>
      </w:pPr>
      <w:r>
        <w:t>Wenn ihr in Aufgabe 1 die IP-Adresse mehrerer Geräte, die sich im gleichen Netzwerk befinden, herausgesucht habt, ist euch vielleicht aufgefallen, dass diese alle gleich anfangen. Das liegt daran, dass d</w:t>
      </w:r>
      <w:r w:rsidR="005D3E11">
        <w:t>er vordere Teil</w:t>
      </w:r>
      <w:r w:rsidR="00D76805">
        <w:t xml:space="preserve"> die </w:t>
      </w:r>
      <w:r w:rsidR="00D76805" w:rsidRPr="000B430F">
        <w:rPr>
          <w:b/>
          <w:bCs/>
          <w:color w:val="8CBD3A"/>
        </w:rPr>
        <w:t>Adresse des Netzwerks</w:t>
      </w:r>
      <w:r w:rsidR="00D76805" w:rsidRPr="000B430F">
        <w:rPr>
          <w:color w:val="8CBD3A"/>
        </w:rPr>
        <w:t xml:space="preserve"> </w:t>
      </w:r>
      <w:r w:rsidR="00D76805">
        <w:t>an</w:t>
      </w:r>
      <w:r>
        <w:t>gibt</w:t>
      </w:r>
      <w:r w:rsidR="00D76805">
        <w:t xml:space="preserve">, in der sich ein Rechner befindet. Der hintere Teil ist die individuelle Adresse des Rechners in diesem Netzwerk. Man spricht hier von </w:t>
      </w:r>
      <w:r w:rsidR="00D76805" w:rsidRPr="000B430F">
        <w:rPr>
          <w:b/>
          <w:bCs/>
          <w:color w:val="8CBD3A"/>
        </w:rPr>
        <w:t>Hostadresse</w:t>
      </w:r>
      <w:r w:rsidR="00D76805">
        <w:t>.</w:t>
      </w:r>
    </w:p>
    <w:p w14:paraId="4609C6B8" w14:textId="77777777" w:rsidR="00334FA4" w:rsidRDefault="00334FA4" w:rsidP="00334FA4">
      <w:pPr>
        <w:spacing w:after="0"/>
        <w:rPr>
          <w:b/>
          <w:bCs/>
        </w:rPr>
      </w:pPr>
      <w:r w:rsidRPr="00CD77E7">
        <w:rPr>
          <w:b/>
          <w:bCs/>
        </w:rPr>
        <w:lastRenderedPageBreak/>
        <w:t xml:space="preserve">Aufgabe </w:t>
      </w:r>
      <w:r>
        <w:rPr>
          <w:b/>
          <w:bCs/>
        </w:rPr>
        <w:t>2</w:t>
      </w:r>
      <w:r w:rsidRPr="00CD77E7">
        <w:rPr>
          <w:b/>
          <w:bCs/>
        </w:rPr>
        <w:t>:</w:t>
      </w:r>
    </w:p>
    <w:p w14:paraId="18FDAE76" w14:textId="77777777" w:rsidR="00334FA4" w:rsidRPr="00334FA4" w:rsidRDefault="00334FA4" w:rsidP="00334FA4">
      <w:pPr>
        <w:pStyle w:val="Listenabsatz"/>
        <w:numPr>
          <w:ilvl w:val="0"/>
          <w:numId w:val="42"/>
        </w:numPr>
        <w:spacing w:after="0"/>
      </w:pPr>
      <w:r w:rsidRPr="00334FA4">
        <w:t>Überprüfe für die Einträge, die du in Aufgabe 1 gefunden hast, jeweils, ob es sich um eine MAC- oder um eine IP-Adresse handelt.</w:t>
      </w:r>
    </w:p>
    <w:p w14:paraId="66CE4F43" w14:textId="571AA5C1" w:rsidR="00334FA4" w:rsidRPr="00334FA4" w:rsidRDefault="00334FA4" w:rsidP="00334FA4">
      <w:pPr>
        <w:pStyle w:val="Listenabsatz"/>
        <w:numPr>
          <w:ilvl w:val="0"/>
          <w:numId w:val="42"/>
        </w:numPr>
        <w:spacing w:after="0"/>
      </w:pPr>
      <w:r w:rsidRPr="00334FA4">
        <w:t xml:space="preserve">Begründe, warum ein Rechner zwei verschiedene Adressen hat: eine MAC-Adresse und eine IP-Adresse. </w:t>
      </w:r>
    </w:p>
    <w:p w14:paraId="51B2A683" w14:textId="6C26C42A" w:rsidR="00EB145C" w:rsidRPr="00C7734A" w:rsidRDefault="00EB145C" w:rsidP="00C7734A">
      <w:pPr>
        <w:pStyle w:val="berschrift2"/>
        <w:rPr>
          <w:b/>
          <w:bCs/>
        </w:rPr>
      </w:pPr>
      <w:r w:rsidRPr="00C7734A">
        <w:rPr>
          <w:b/>
          <w:bCs/>
        </w:rPr>
        <w:t>Aufbau von IP-Adressen</w:t>
      </w:r>
    </w:p>
    <w:p w14:paraId="7066A649" w14:textId="46B366FD" w:rsidR="005D3E11" w:rsidRDefault="00D76805" w:rsidP="005D479D">
      <w:r>
        <w:t xml:space="preserve">Je nach Größe des Netzwerks kann variabel gewählt werden, bei welchem Bit die Netzwerkadresse </w:t>
      </w:r>
      <w:proofErr w:type="gramStart"/>
      <w:r>
        <w:t>endet</w:t>
      </w:r>
      <w:proofErr w:type="gramEnd"/>
      <w:r>
        <w:t xml:space="preserve"> und die Hostadresse anfängt. Bei den IPv4-Adressen wird zu einer Adresse zusätzlich eine sogenannte Netzmaske angegeben, die festlegt, welche der Zahlen der Netzadresse und welche der Hostadresse zugeordnet wird. Die Netzmaske 255.0.0.0 legt beispielsweise fest, dass nur die erste Zahl die Netzadresse angibt und die letzten drei Zahlen die Hostadresse sind. Die Netzmaske ist ähnlich aufgebaut wie die IP-Adresse. Steht an einer Position eine 255 bedeutet das, dass die Zahl </w:t>
      </w:r>
      <w:r w:rsidR="00EB145C">
        <w:t xml:space="preserve">an dieser Position </w:t>
      </w:r>
      <w:r>
        <w:t xml:space="preserve">der Netzadresse zugeordnet wird. Steht an einer </w:t>
      </w:r>
      <w:r w:rsidR="00EB145C">
        <w:t>Position</w:t>
      </w:r>
      <w:r>
        <w:t xml:space="preserve"> hingegen eine 0 bedeutet das, dass die Zahl</w:t>
      </w:r>
      <w:r w:rsidR="00EB145C">
        <w:t xml:space="preserve"> an dieser Position</w:t>
      </w:r>
      <w:r>
        <w:t xml:space="preserve"> der Hostadresse zugeordnet wird.</w:t>
      </w:r>
    </w:p>
    <w:p w14:paraId="1464815C" w14:textId="7E831592" w:rsidR="005019E0" w:rsidRPr="00EB145C" w:rsidRDefault="00D76805" w:rsidP="000242B6">
      <w:pPr>
        <w:spacing w:after="0"/>
        <w:rPr>
          <w:b/>
          <w:bCs/>
        </w:rPr>
      </w:pPr>
      <w:r w:rsidRPr="00EB145C">
        <w:rPr>
          <w:b/>
          <w:bCs/>
        </w:rPr>
        <w:t>Aufgabe</w:t>
      </w:r>
      <w:r w:rsidR="00EB145C" w:rsidRPr="00EB145C">
        <w:rPr>
          <w:b/>
          <w:bCs/>
        </w:rPr>
        <w:t xml:space="preserve"> </w:t>
      </w:r>
      <w:r w:rsidR="00334FA4">
        <w:rPr>
          <w:b/>
          <w:bCs/>
        </w:rPr>
        <w:t>3</w:t>
      </w:r>
      <w:r w:rsidRPr="00EB145C">
        <w:rPr>
          <w:b/>
          <w:bCs/>
        </w:rPr>
        <w:t xml:space="preserve">: </w:t>
      </w:r>
    </w:p>
    <w:p w14:paraId="4288182C" w14:textId="77777777" w:rsidR="005019E0" w:rsidRDefault="00D76805" w:rsidP="005019E0">
      <w:pPr>
        <w:pStyle w:val="Listenabsatz"/>
        <w:numPr>
          <w:ilvl w:val="0"/>
          <w:numId w:val="28"/>
        </w:numPr>
      </w:pPr>
      <w:r>
        <w:t xml:space="preserve">Gib für die IP-Adressen </w:t>
      </w:r>
      <w:r w:rsidR="005019E0">
        <w:t xml:space="preserve">in der Tabelle </w:t>
      </w:r>
      <w:r>
        <w:t>jeweils die Netzadresse und</w:t>
      </w:r>
      <w:r w:rsidR="005019E0">
        <w:t xml:space="preserve"> die Hostadresse an.</w:t>
      </w:r>
    </w:p>
    <w:p w14:paraId="62B7EF39" w14:textId="05DF8CBC" w:rsidR="00490E3D" w:rsidRDefault="005019E0" w:rsidP="005019E0">
      <w:pPr>
        <w:pStyle w:val="Listenabsatz"/>
        <w:numPr>
          <w:ilvl w:val="0"/>
          <w:numId w:val="28"/>
        </w:numPr>
      </w:pPr>
      <w:r>
        <w:t>Berechne</w:t>
      </w:r>
      <w:r w:rsidR="00334FA4">
        <w:t>,</w:t>
      </w:r>
      <w:r w:rsidR="00D76805">
        <w:t xml:space="preserve"> wie viele Rechner in d</w:t>
      </w:r>
      <w:r>
        <w:t xml:space="preserve">em jeweiligen </w:t>
      </w:r>
      <w:r w:rsidR="00D76805">
        <w:t xml:space="preserve">Netzwerk eine individuelle Hostadresse erhalten können. </w:t>
      </w:r>
      <w:r>
        <w:t>Beachte dabei, dass die 0 und die 255 an der letzten Position nicht als Hostadresse vergeben werden dürfen.</w:t>
      </w:r>
    </w:p>
    <w:tbl>
      <w:tblPr>
        <w:tblStyle w:val="Gitternetztabelle4Akzent6"/>
        <w:tblW w:w="0" w:type="auto"/>
        <w:tblLook w:val="0420" w:firstRow="1" w:lastRow="0" w:firstColumn="0" w:lastColumn="0" w:noHBand="0" w:noVBand="1"/>
      </w:tblPr>
      <w:tblGrid>
        <w:gridCol w:w="2689"/>
        <w:gridCol w:w="2124"/>
        <w:gridCol w:w="2124"/>
        <w:gridCol w:w="2125"/>
      </w:tblGrid>
      <w:tr w:rsidR="005019E0" w14:paraId="2F6822C2" w14:textId="77777777" w:rsidTr="005019E0">
        <w:trPr>
          <w:cnfStyle w:val="100000000000" w:firstRow="1" w:lastRow="0" w:firstColumn="0" w:lastColumn="0" w:oddVBand="0" w:evenVBand="0" w:oddHBand="0" w:evenHBand="0" w:firstRowFirstColumn="0" w:firstRowLastColumn="0" w:lastRowFirstColumn="0" w:lastRowLastColumn="0"/>
        </w:trPr>
        <w:tc>
          <w:tcPr>
            <w:tcW w:w="2689" w:type="dxa"/>
          </w:tcPr>
          <w:p w14:paraId="44F937E4" w14:textId="5E4DD86D" w:rsidR="005019E0" w:rsidRDefault="005019E0">
            <w:r>
              <w:t>IPv4-Adresse</w:t>
            </w:r>
          </w:p>
        </w:tc>
        <w:tc>
          <w:tcPr>
            <w:tcW w:w="2124" w:type="dxa"/>
          </w:tcPr>
          <w:p w14:paraId="27E1F913" w14:textId="7F96CDE1" w:rsidR="005019E0" w:rsidRDefault="005019E0">
            <w:r>
              <w:t>Netzadresse</w:t>
            </w:r>
          </w:p>
        </w:tc>
        <w:tc>
          <w:tcPr>
            <w:tcW w:w="2124" w:type="dxa"/>
          </w:tcPr>
          <w:p w14:paraId="0B754C04" w14:textId="3ADE4778" w:rsidR="005019E0" w:rsidRDefault="005019E0">
            <w:r>
              <w:t>Hostadresse</w:t>
            </w:r>
          </w:p>
        </w:tc>
        <w:tc>
          <w:tcPr>
            <w:tcW w:w="2125" w:type="dxa"/>
          </w:tcPr>
          <w:p w14:paraId="231D202D" w14:textId="0AEB99BB" w:rsidR="005019E0" w:rsidRDefault="005019E0">
            <w:r>
              <w:t>Anzahl Rechner</w:t>
            </w:r>
          </w:p>
        </w:tc>
      </w:tr>
      <w:tr w:rsidR="005019E0" w14:paraId="7954E259" w14:textId="77777777" w:rsidTr="005019E0">
        <w:trPr>
          <w:cnfStyle w:val="000000100000" w:firstRow="0" w:lastRow="0" w:firstColumn="0" w:lastColumn="0" w:oddVBand="0" w:evenVBand="0" w:oddHBand="1" w:evenHBand="0" w:firstRowFirstColumn="0" w:firstRowLastColumn="0" w:lastRowFirstColumn="0" w:lastRowLastColumn="0"/>
        </w:trPr>
        <w:tc>
          <w:tcPr>
            <w:tcW w:w="2689" w:type="dxa"/>
          </w:tcPr>
          <w:p w14:paraId="332D88AE" w14:textId="4B114720" w:rsidR="005019E0" w:rsidRDefault="005019E0" w:rsidP="000242B6">
            <w:pPr>
              <w:spacing w:after="0"/>
            </w:pPr>
            <w:r>
              <w:t>IP-Adresse: 192.168.30.7</w:t>
            </w:r>
          </w:p>
          <w:p w14:paraId="490A4019" w14:textId="18DE11B2" w:rsidR="005019E0" w:rsidRDefault="005019E0" w:rsidP="000242B6">
            <w:pPr>
              <w:spacing w:after="0"/>
            </w:pPr>
            <w:r>
              <w:t>Netzmaske: 255.255.0.0</w:t>
            </w:r>
          </w:p>
        </w:tc>
        <w:tc>
          <w:tcPr>
            <w:tcW w:w="2124" w:type="dxa"/>
          </w:tcPr>
          <w:p w14:paraId="2949CDD5" w14:textId="77777777" w:rsidR="005019E0" w:rsidRDefault="005019E0"/>
        </w:tc>
        <w:tc>
          <w:tcPr>
            <w:tcW w:w="2124" w:type="dxa"/>
          </w:tcPr>
          <w:p w14:paraId="345C65D1" w14:textId="77777777" w:rsidR="005019E0" w:rsidRDefault="005019E0"/>
        </w:tc>
        <w:tc>
          <w:tcPr>
            <w:tcW w:w="2125" w:type="dxa"/>
          </w:tcPr>
          <w:p w14:paraId="0F6A3A8D" w14:textId="2DF1E7F5" w:rsidR="005019E0" w:rsidRDefault="005019E0"/>
        </w:tc>
      </w:tr>
      <w:tr w:rsidR="005019E0" w14:paraId="4EE5E06F" w14:textId="77777777" w:rsidTr="005019E0">
        <w:tc>
          <w:tcPr>
            <w:tcW w:w="2689" w:type="dxa"/>
          </w:tcPr>
          <w:p w14:paraId="01F30298" w14:textId="4BB5E8DB" w:rsidR="005019E0" w:rsidRDefault="005019E0" w:rsidP="000242B6">
            <w:pPr>
              <w:spacing w:after="0"/>
            </w:pPr>
            <w:r>
              <w:t>IP-Adresse: 10.3.45.254</w:t>
            </w:r>
          </w:p>
          <w:p w14:paraId="487C7A33" w14:textId="35B74A5E" w:rsidR="005019E0" w:rsidRDefault="005019E0" w:rsidP="000242B6">
            <w:pPr>
              <w:spacing w:after="0"/>
            </w:pPr>
            <w:r>
              <w:t>Netzmaske: 255.0.0.0</w:t>
            </w:r>
          </w:p>
        </w:tc>
        <w:tc>
          <w:tcPr>
            <w:tcW w:w="2124" w:type="dxa"/>
          </w:tcPr>
          <w:p w14:paraId="6A68D8C2" w14:textId="77777777" w:rsidR="005019E0" w:rsidRDefault="005019E0"/>
        </w:tc>
        <w:tc>
          <w:tcPr>
            <w:tcW w:w="2124" w:type="dxa"/>
          </w:tcPr>
          <w:p w14:paraId="332AA59D" w14:textId="77777777" w:rsidR="005019E0" w:rsidRDefault="005019E0"/>
        </w:tc>
        <w:tc>
          <w:tcPr>
            <w:tcW w:w="2125" w:type="dxa"/>
          </w:tcPr>
          <w:p w14:paraId="53506956" w14:textId="57BAC529" w:rsidR="005019E0" w:rsidRDefault="005019E0"/>
        </w:tc>
      </w:tr>
      <w:tr w:rsidR="005019E0" w14:paraId="3B45D2BA" w14:textId="77777777" w:rsidTr="005019E0">
        <w:trPr>
          <w:cnfStyle w:val="000000100000" w:firstRow="0" w:lastRow="0" w:firstColumn="0" w:lastColumn="0" w:oddVBand="0" w:evenVBand="0" w:oddHBand="1" w:evenHBand="0" w:firstRowFirstColumn="0" w:firstRowLastColumn="0" w:lastRowFirstColumn="0" w:lastRowLastColumn="0"/>
        </w:trPr>
        <w:tc>
          <w:tcPr>
            <w:tcW w:w="2689" w:type="dxa"/>
          </w:tcPr>
          <w:p w14:paraId="53ACBD9B" w14:textId="6BE5AB44" w:rsidR="005019E0" w:rsidRDefault="005019E0" w:rsidP="000242B6">
            <w:pPr>
              <w:spacing w:after="0"/>
            </w:pPr>
            <w:r>
              <w:t>IP-Adresse: 192.168.123.50</w:t>
            </w:r>
          </w:p>
          <w:p w14:paraId="63DFD425" w14:textId="52EA6E44" w:rsidR="005019E0" w:rsidRDefault="005019E0" w:rsidP="000242B6">
            <w:pPr>
              <w:spacing w:after="0"/>
            </w:pPr>
            <w:r>
              <w:t>Netzmaske: 255.255.255.0</w:t>
            </w:r>
          </w:p>
        </w:tc>
        <w:tc>
          <w:tcPr>
            <w:tcW w:w="2124" w:type="dxa"/>
          </w:tcPr>
          <w:p w14:paraId="1CDA76C5" w14:textId="77777777" w:rsidR="005019E0" w:rsidRDefault="005019E0"/>
        </w:tc>
        <w:tc>
          <w:tcPr>
            <w:tcW w:w="2124" w:type="dxa"/>
          </w:tcPr>
          <w:p w14:paraId="1FF1FB8F" w14:textId="77777777" w:rsidR="005019E0" w:rsidRDefault="005019E0"/>
        </w:tc>
        <w:tc>
          <w:tcPr>
            <w:tcW w:w="2125" w:type="dxa"/>
          </w:tcPr>
          <w:p w14:paraId="040B298E" w14:textId="06204B36" w:rsidR="005019E0" w:rsidRDefault="005019E0" w:rsidP="00E80936">
            <w:pPr>
              <w:keepNext/>
            </w:pPr>
          </w:p>
        </w:tc>
      </w:tr>
    </w:tbl>
    <w:p w14:paraId="1024513C" w14:textId="1DEF1C42" w:rsidR="00E80936" w:rsidRDefault="00E80936" w:rsidP="00E80936">
      <w:pPr>
        <w:pStyle w:val="UnterschriftINFSI"/>
      </w:pPr>
      <w:r>
        <w:t xml:space="preserve">Tabelle </w:t>
      </w:r>
      <w:fldSimple w:instr=" SEQ Tabelle \* ARABIC ">
        <w:r w:rsidR="00F650A8">
          <w:rPr>
            <w:noProof/>
          </w:rPr>
          <w:t>1</w:t>
        </w:r>
      </w:fldSimple>
      <w:r>
        <w:t>: Beispiele für IP-Adressen</w:t>
      </w:r>
    </w:p>
    <w:p w14:paraId="131671F7" w14:textId="1CE31F96" w:rsidR="00D76805" w:rsidRDefault="006A7855" w:rsidP="006A7855">
      <w:pPr>
        <w:pStyle w:val="Listenabsatz"/>
        <w:numPr>
          <w:ilvl w:val="0"/>
          <w:numId w:val="28"/>
        </w:numPr>
      </w:pPr>
      <w:r>
        <w:t>Stelle eine Vermutung auf, warum zusätzlich zu den IPv4-Adressen, später die IPv6-Adressen eingeführt wurden.</w:t>
      </w:r>
    </w:p>
    <w:p w14:paraId="46DE78FD" w14:textId="0E134571" w:rsidR="00EB56B0" w:rsidRPr="00A9384A" w:rsidRDefault="00EB56B0" w:rsidP="00A9384A">
      <w:pPr>
        <w:pStyle w:val="berschrift2"/>
        <w:rPr>
          <w:b/>
          <w:bCs/>
        </w:rPr>
      </w:pPr>
      <w:r w:rsidRPr="00A9384A">
        <w:rPr>
          <w:b/>
          <w:bCs/>
        </w:rPr>
        <w:t>Private und öffentliche IP-Adressen</w:t>
      </w:r>
    </w:p>
    <w:p w14:paraId="4FEBC6FC" w14:textId="54C8B80D" w:rsidR="00EB56B0" w:rsidRDefault="00EB56B0">
      <w:r>
        <w:t xml:space="preserve">Bestimmte Adressbereiche sind für private Netzwerke reserviert. Dazu gehören die Netzadressen 10.x.x.x und 192.168.x.x., die in Aufgabe </w:t>
      </w:r>
      <w:r w:rsidR="00A9384A">
        <w:t>3</w:t>
      </w:r>
      <w:r w:rsidR="00EB145C">
        <w:t xml:space="preserve"> </w:t>
      </w:r>
      <w:r>
        <w:t xml:space="preserve">verwendet wurden. Diese Adressen werden nicht für die Adressierung im Internet, sondern in lokalen Netzwerken verwendet. Sie müssen daher nur innerhalb eines lokalen Netzwerks eindeutig sein. </w:t>
      </w:r>
      <w:r w:rsidR="00367E15">
        <w:t xml:space="preserve">Der Internet-Provider teilt privaten Haushalten oder auch einer Schule in der Regel nur eine </w:t>
      </w:r>
      <w:r w:rsidR="0016162C">
        <w:t xml:space="preserve">einzige </w:t>
      </w:r>
      <w:r w:rsidR="00367E15">
        <w:t>öffentliche, weltweit eindeutige IP-Adresse zu. Der (Heim-)</w:t>
      </w:r>
      <w:r w:rsidR="0016162C">
        <w:t xml:space="preserve"> </w:t>
      </w:r>
      <w:r w:rsidR="00367E15">
        <w:t>Router, der die Verbindung zum Internet herstellt, ist über diese IP-Adresse erreichbar. Der Router regelt dann für alle Rechner, die sich in seinem lokalen Netzwerk befinden, die Kommunikation nach außen und stellt die eingehenden Antwort-Nachrichten an die passenden Rechner zu. Dazu vergibt er an die Rechner im lokalen Netzwerk eine private IP-Adresse. Der entsprechende Dienst nennt sich DHCP.</w:t>
      </w:r>
      <w:r w:rsidR="00A9384A">
        <w:t xml:space="preserve"> Die privaten IP-Adressen werden </w:t>
      </w:r>
      <w:r w:rsidR="0016162C">
        <w:t xml:space="preserve">auch </w:t>
      </w:r>
      <w:r w:rsidR="00A9384A">
        <w:t>für die Kommunikation der Rechner untereinander innerhalb des lokalen Netzwerks verwendet.</w:t>
      </w:r>
    </w:p>
    <w:p w14:paraId="26193F3E" w14:textId="07B757E9" w:rsidR="00334FA4" w:rsidRDefault="00334FA4" w:rsidP="00334FA4">
      <w:pPr>
        <w:rPr>
          <w:noProof/>
        </w:rPr>
      </w:pPr>
      <w:r w:rsidRPr="00E336CD">
        <w:rPr>
          <w:b/>
          <w:bCs/>
        </w:rPr>
        <w:lastRenderedPageBreak/>
        <w:t xml:space="preserve">Aufgabe </w:t>
      </w:r>
      <w:r w:rsidR="00A9384A">
        <w:rPr>
          <w:b/>
          <w:bCs/>
        </w:rPr>
        <w:t>4</w:t>
      </w:r>
      <w:r w:rsidRPr="00E336CD">
        <w:rPr>
          <w:b/>
          <w:bCs/>
        </w:rPr>
        <w:t>:</w:t>
      </w:r>
      <w:r>
        <w:t xml:space="preserve"> Entscheide für Abbildung 1 </w:t>
      </w:r>
      <w:r w:rsidR="00A9384A">
        <w:t xml:space="preserve">jeweils </w:t>
      </w:r>
      <w:r>
        <w:t>begründet, ob in den folgenden Fällen die MAC-Adresse</w:t>
      </w:r>
      <w:r w:rsidR="00A9384A">
        <w:t xml:space="preserve"> und eine private IP-Adresse</w:t>
      </w:r>
      <w:r>
        <w:t xml:space="preserve"> oder</w:t>
      </w:r>
      <w:r w:rsidR="00A9384A">
        <w:t xml:space="preserve"> eine öffentliche, weltweit eindeutige </w:t>
      </w:r>
      <w:r>
        <w:t>IP-Adresse verwendet wird, um die Nachricht zuzustellen.</w:t>
      </w:r>
      <w:r w:rsidRPr="004C05C1">
        <w:rPr>
          <w:noProof/>
        </w:rPr>
        <w:t xml:space="preserve"> </w:t>
      </w:r>
    </w:p>
    <w:p w14:paraId="319BF335" w14:textId="77777777" w:rsidR="00334FA4" w:rsidRDefault="00334FA4" w:rsidP="00334FA4">
      <w:pPr>
        <w:pStyle w:val="Listenabsatz"/>
        <w:numPr>
          <w:ilvl w:val="0"/>
          <w:numId w:val="41"/>
        </w:numPr>
        <w:rPr>
          <w:noProof/>
        </w:rPr>
      </w:pPr>
      <w:r>
        <w:rPr>
          <w:noProof/>
        </w:rPr>
        <w:t>Client G ruft eine Webseite von Server 3 ab.</w:t>
      </w:r>
    </w:p>
    <w:p w14:paraId="46CE0F3F" w14:textId="77777777" w:rsidR="00334FA4" w:rsidRDefault="00334FA4" w:rsidP="00334FA4">
      <w:pPr>
        <w:pStyle w:val="Listenabsatz"/>
        <w:numPr>
          <w:ilvl w:val="0"/>
          <w:numId w:val="41"/>
        </w:numPr>
        <w:rPr>
          <w:noProof/>
        </w:rPr>
      </w:pPr>
      <w:r>
        <w:rPr>
          <w:noProof/>
        </w:rPr>
        <w:t>Client G sendet einen Druckauftrag an Drucker 1.</w:t>
      </w:r>
    </w:p>
    <w:p w14:paraId="6A2BB94D" w14:textId="77777777" w:rsidR="00334FA4" w:rsidRDefault="00334FA4" w:rsidP="00334FA4">
      <w:pPr>
        <w:pStyle w:val="Listenabsatz"/>
        <w:numPr>
          <w:ilvl w:val="0"/>
          <w:numId w:val="41"/>
        </w:numPr>
        <w:rPr>
          <w:noProof/>
        </w:rPr>
      </w:pPr>
      <w:r>
        <w:rPr>
          <w:noProof/>
        </w:rPr>
        <w:t>Client B nutzt den Cloud-Speicher auf Server 6 und speichet dort eine Datei.</w:t>
      </w:r>
    </w:p>
    <w:p w14:paraId="2A70C1E0" w14:textId="77777777" w:rsidR="00334FA4" w:rsidRDefault="00334FA4" w:rsidP="00334FA4">
      <w:pPr>
        <w:pStyle w:val="Listenabsatz"/>
        <w:numPr>
          <w:ilvl w:val="0"/>
          <w:numId w:val="41"/>
        </w:numPr>
      </w:pPr>
      <w:r>
        <w:rPr>
          <w:noProof/>
        </w:rPr>
        <mc:AlternateContent>
          <mc:Choice Requires="wpg">
            <w:drawing>
              <wp:anchor distT="0" distB="0" distL="114300" distR="114300" simplePos="0" relativeHeight="251659264" behindDoc="0" locked="0" layoutInCell="1" allowOverlap="1" wp14:anchorId="42CA6E5D" wp14:editId="6AF8C444">
                <wp:simplePos x="0" y="0"/>
                <wp:positionH relativeFrom="margin">
                  <wp:align>right</wp:align>
                </wp:positionH>
                <wp:positionV relativeFrom="paragraph">
                  <wp:posOffset>281940</wp:posOffset>
                </wp:positionV>
                <wp:extent cx="5760720" cy="3450590"/>
                <wp:effectExtent l="0" t="0" r="0" b="0"/>
                <wp:wrapTopAndBottom/>
                <wp:docPr id="2115593425" name="Gruppieren 3"/>
                <wp:cNvGraphicFramePr/>
                <a:graphic xmlns:a="http://schemas.openxmlformats.org/drawingml/2006/main">
                  <a:graphicData uri="http://schemas.microsoft.com/office/word/2010/wordprocessingGroup">
                    <wpg:wgp>
                      <wpg:cNvGrpSpPr/>
                      <wpg:grpSpPr>
                        <a:xfrm>
                          <a:off x="0" y="0"/>
                          <a:ext cx="5760720" cy="3450590"/>
                          <a:chOff x="0" y="6838"/>
                          <a:chExt cx="5760720" cy="3450737"/>
                        </a:xfrm>
                      </wpg:grpSpPr>
                      <wpg:grpSp>
                        <wpg:cNvPr id="459371463" name="Gruppieren 2"/>
                        <wpg:cNvGrpSpPr/>
                        <wpg:grpSpPr>
                          <a:xfrm>
                            <a:off x="0" y="6838"/>
                            <a:ext cx="5760720" cy="3151163"/>
                            <a:chOff x="0" y="6838"/>
                            <a:chExt cx="5760720" cy="3151163"/>
                          </a:xfrm>
                        </wpg:grpSpPr>
                        <pic:pic xmlns:pic="http://schemas.openxmlformats.org/drawingml/2006/picture">
                          <pic:nvPicPr>
                            <pic:cNvPr id="2144562418" name="Grafik 1"/>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6838"/>
                              <a:ext cx="5760720" cy="3151163"/>
                            </a:xfrm>
                            <a:prstGeom prst="rect">
                              <a:avLst/>
                            </a:prstGeom>
                          </pic:spPr>
                        </pic:pic>
                        <pic:pic xmlns:pic="http://schemas.openxmlformats.org/drawingml/2006/picture">
                          <pic:nvPicPr>
                            <pic:cNvPr id="1648464222" name="Grafik 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9062022">
                              <a:off x="5086350" y="1343024"/>
                              <a:ext cx="294005" cy="293370"/>
                            </a:xfrm>
                            <a:prstGeom prst="rect">
                              <a:avLst/>
                            </a:prstGeom>
                          </pic:spPr>
                        </pic:pic>
                        <pic:pic xmlns:pic="http://schemas.openxmlformats.org/drawingml/2006/picture">
                          <pic:nvPicPr>
                            <pic:cNvPr id="307232065" name="Grafik 307232065"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0848867">
                              <a:off x="4933950" y="1714500"/>
                              <a:ext cx="294005" cy="293370"/>
                            </a:xfrm>
                            <a:prstGeom prst="rect">
                              <a:avLst/>
                            </a:prstGeom>
                          </pic:spPr>
                        </pic:pic>
                        <pic:pic xmlns:pic="http://schemas.openxmlformats.org/drawingml/2006/picture">
                          <pic:nvPicPr>
                            <pic:cNvPr id="399060117" name="Grafik 399060117"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9062022">
                              <a:off x="4229100" y="2162175"/>
                              <a:ext cx="294005" cy="293370"/>
                            </a:xfrm>
                            <a:prstGeom prst="rect">
                              <a:avLst/>
                            </a:prstGeom>
                          </pic:spPr>
                        </pic:pic>
                        <pic:pic xmlns:pic="http://schemas.openxmlformats.org/drawingml/2006/picture">
                          <pic:nvPicPr>
                            <pic:cNvPr id="895206610" name="Grafik 895206610"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249424">
                              <a:off x="3801110" y="2447290"/>
                              <a:ext cx="294005" cy="293370"/>
                            </a:xfrm>
                            <a:prstGeom prst="rect">
                              <a:avLst/>
                            </a:prstGeom>
                          </pic:spPr>
                        </pic:pic>
                        <pic:pic xmlns:pic="http://schemas.openxmlformats.org/drawingml/2006/picture">
                          <pic:nvPicPr>
                            <pic:cNvPr id="1057602863" name="Grafik 105760286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4067175" y="2333625"/>
                              <a:ext cx="294005" cy="293370"/>
                            </a:xfrm>
                            <a:prstGeom prst="rect">
                              <a:avLst/>
                            </a:prstGeom>
                          </pic:spPr>
                        </pic:pic>
                      </wpg:grpSp>
                      <wps:wsp>
                        <wps:cNvPr id="556085000" name="Textfeld 1"/>
                        <wps:cNvSpPr txBox="1"/>
                        <wps:spPr>
                          <a:xfrm>
                            <a:off x="0" y="3190875"/>
                            <a:ext cx="5760720" cy="266700"/>
                          </a:xfrm>
                          <a:prstGeom prst="rect">
                            <a:avLst/>
                          </a:prstGeom>
                          <a:solidFill>
                            <a:prstClr val="white"/>
                          </a:solidFill>
                          <a:ln>
                            <a:noFill/>
                          </a:ln>
                        </wps:spPr>
                        <wps:txbx>
                          <w:txbxContent>
                            <w:p w14:paraId="50B76136" w14:textId="2B8847ED" w:rsidR="00334FA4" w:rsidRPr="00F42299" w:rsidRDefault="00334FA4" w:rsidP="00334FA4">
                              <w:pPr>
                                <w:pStyle w:val="UnterschriftINFSI"/>
                                <w:rPr>
                                  <w:noProof/>
                                </w:rPr>
                              </w:pPr>
                              <w:r>
                                <w:t xml:space="preserve">Abbildung </w:t>
                              </w:r>
                              <w:fldSimple w:instr=" SEQ Abbildung \* ARABIC ">
                                <w:r w:rsidR="00F650A8">
                                  <w:rPr>
                                    <w:noProof/>
                                  </w:rPr>
                                  <w:t>1</w:t>
                                </w:r>
                              </w:fldSimple>
                              <w:r>
                                <w:t>: Modell des Internets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42CA6E5D" id="Gruppieren 3" o:spid="_x0000_s1026" style="position:absolute;left:0;text-align:left;margin-left:402.4pt;margin-top:22.2pt;width:453.6pt;height:271.7pt;z-index:251659264;mso-position-horizontal:right;mso-position-horizontal-relative:margin;mso-width-relative:margin;mso-height-relative:margin" coordorigin=",68" coordsize="57607,34507"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">
                <v:group id="Gruppieren 2" o:spid="_x0000_s1027" style="position:absolute;top:68;width:57607;height:31512" coordorigin=",68" coordsize="57607,3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top:68;width:57607;height:31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">
                    <v:imagedata r:id="rId11" o:title=""/>
                  </v:shape>
                  <v:shape id="Grafik 1" o:spid="_x0000_s1029" type="#_x0000_t75" alt="Drahtlos Silhouette" style="position:absolute;left:50863;top:13430;width:2940;height:2933;rotation:-27721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">
                    <v:imagedata r:id="rId12" o:title="Drahtlos Silhouette"/>
                  </v:shape>
                  <v:shape id="Grafik 307232065" o:spid="_x0000_s1030" type="#_x0000_t75" alt="Drahtlos Silhouette" style="position:absolute;left:49339;top:17145;width:2940;height:2933;rotation:-82043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">
                    <v:imagedata r:id="rId12" o:title="Drahtlos Silhouette"/>
                  </v:shape>
                  <v:shape id="Grafik 399060117" o:spid="_x0000_s1031" type="#_x0000_t75" alt="Drahtlos Silhouette" style="position:absolute;left:42291;top:21621;width:2940;height:2934;rotation:-27721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">
                    <v:imagedata r:id="rId12" o:title="Drahtlos Silhouette"/>
                  </v:shape>
                  <v:shape id="Grafik 895206610" o:spid="_x0000_s1032" type="#_x0000_t75" alt="Drahtlos Silhouette" style="position:absolute;left:38011;top:24472;width:2940;height:2933;rotation:464150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">
                    <v:imagedata r:id="rId12" o:title="Drahtlos Silhouette"/>
                  </v:shape>
                  <v:shape id="Grafik 1057602863" o:spid="_x0000_s1033" type="#_x0000_t75" alt="Drahtlos Silhouette" style="position:absolute;left:40671;top:23336;width:2940;height:29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">
                    <v:imagedata r:id="rId12" o:title="Drahtlos Silhouette"/>
                  </v:shape>
                </v:group>
                <v:shapetype id="_x0000_t202" coordsize="21600,21600" o:spt="202" path="m,l,21600r21600,l21600,xe">
                  <v:stroke joinstyle="miter"/>
                  <v:path gradientshapeok="t" o:connecttype="rect"/>
                </v:shapetype>
                <v:shape id="Textfeld 1" o:spid="_x0000_s1034" type="#_x0000_t202" style="position:absolute;top:31908;width:576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" stroked="f">
                  <v:textbox style="mso-fit-shape-to-text:t" inset="0,0,0,0">
                    <w:txbxContent>
                      <w:p w14:paraId="50B76136" w14:textId="2B8847ED" w:rsidR="00334FA4" w:rsidRPr="00F42299" w:rsidRDefault="00334FA4" w:rsidP="00334FA4">
                        <w:pPr>
                          <w:pStyle w:val="UnterschriftINFSI"/>
                          <w:rPr>
                            <w:noProof/>
                          </w:rPr>
                        </w:pPr>
                        <w:r>
                          <w:t xml:space="preserve">Abbildung </w:t>
                        </w:r>
                        <w:fldSimple w:instr=" SEQ Abbildung \* ARABIC ">
                          <w:r w:rsidR="00F650A8">
                            <w:rPr>
                              <w:noProof/>
                            </w:rPr>
                            <w:t>1</w:t>
                          </w:r>
                        </w:fldSimple>
                        <w:r>
                          <w:t>: Modell des Internets</w:t>
                        </w:r>
                      </w:p>
                    </w:txbxContent>
                  </v:textbox>
                </v:shape>
                <w10:wrap type="topAndBottom" anchorx="margin"/>
              </v:group>
            </w:pict>
          </mc:Fallback>
        </mc:AlternateContent>
      </w:r>
      <w:r>
        <w:t>Client D schickt über einen Messenger-Dienst eine Nachricht an Client F.</w:t>
      </w:r>
    </w:p>
    <w:p w14:paraId="210B5EF5" w14:textId="7812474C" w:rsidR="00A9384A" w:rsidRDefault="00A9384A" w:rsidP="00A9384A">
      <w:r w:rsidRPr="00EB145C">
        <w:rPr>
          <w:b/>
          <w:bCs/>
        </w:rPr>
        <w:t xml:space="preserve">Aufgabe </w:t>
      </w:r>
      <w:r w:rsidR="0095009B">
        <w:rPr>
          <w:b/>
          <w:bCs/>
        </w:rPr>
        <w:t>5</w:t>
      </w:r>
      <w:r w:rsidRPr="00EB145C">
        <w:rPr>
          <w:b/>
          <w:bCs/>
        </w:rPr>
        <w:t xml:space="preserve">: </w:t>
      </w:r>
      <w:r>
        <w:t xml:space="preserve">Wenn du in der Schule an einem Windows-PC arbeitest und in der Eingabeaufforderung den Befehl </w:t>
      </w:r>
      <w:proofErr w:type="spellStart"/>
      <w:r w:rsidRPr="00EB145C">
        <w:rPr>
          <w:rFonts w:ascii="Courier New" w:hAnsi="Courier New" w:cs="Courier New"/>
        </w:rPr>
        <w:t>ipconfig</w:t>
      </w:r>
      <w:proofErr w:type="spellEnd"/>
      <w:r w:rsidRPr="00EB145C">
        <w:rPr>
          <w:rFonts w:ascii="Courier New" w:hAnsi="Courier New" w:cs="Courier New"/>
        </w:rPr>
        <w:t xml:space="preserve"> /all</w:t>
      </w:r>
      <w:r>
        <w:t xml:space="preserve"> eingibst, wird dir die Adresse des Rechners angezeigt. </w:t>
      </w:r>
    </w:p>
    <w:p w14:paraId="4C46B2CC" w14:textId="77777777" w:rsidR="00A9384A" w:rsidRDefault="00A9384A" w:rsidP="00A9384A">
      <w:pPr>
        <w:pStyle w:val="Listenabsatz"/>
        <w:numPr>
          <w:ilvl w:val="0"/>
          <w:numId w:val="32"/>
        </w:numPr>
      </w:pPr>
      <w:r>
        <w:t xml:space="preserve">Erläutere die Einträge, die du bereits zuordnen kannst. </w:t>
      </w:r>
    </w:p>
    <w:p w14:paraId="4F461520" w14:textId="77777777" w:rsidR="00A9384A" w:rsidRDefault="00A9384A" w:rsidP="00A9384A">
      <w:pPr>
        <w:pStyle w:val="Listenabsatz"/>
        <w:numPr>
          <w:ilvl w:val="0"/>
          <w:numId w:val="32"/>
        </w:numPr>
      </w:pPr>
      <w:r>
        <w:t>Verschiedene Webseiten im Internet bieten ebenfalls die Möglichkeit, sich die eigene IP-Adresse anzeigen zu lassen. Lass dir die IP-Adresse deines Schulrechners von einer dieser Webseiten anzeigen. Das Ergebnis ist möglicherweise ein anderes, als in Aufgabenteil a) in der Eingabeaufforderung angezeigt wurde. Begründe.</w:t>
      </w:r>
    </w:p>
    <w:p w14:paraId="49F856DD" w14:textId="7166C2AA" w:rsidR="0095009B" w:rsidRPr="000242B6" w:rsidRDefault="0095009B" w:rsidP="0095009B">
      <w:pPr>
        <w:spacing w:after="120"/>
      </w:pPr>
      <w:r w:rsidRPr="0095009B">
        <w:rPr>
          <w:b/>
          <w:bCs/>
        </w:rPr>
        <w:t xml:space="preserve">Aufgabe </w:t>
      </w:r>
      <w:r>
        <w:rPr>
          <w:b/>
          <w:bCs/>
        </w:rPr>
        <w:t>6</w:t>
      </w:r>
      <w:r>
        <w:t>: Ordne den folgenden Komponenten in Abbildung 1 mögliche IP-Adressen zu: Client A, Client B, Client C, den zugehörigen Heimroutern sowie Server 1.</w:t>
      </w:r>
    </w:p>
    <w:p w14:paraId="2A546E75" w14:textId="77777777" w:rsidR="0095009B" w:rsidRDefault="0095009B" w:rsidP="0095009B"/>
    <w:p w14:paraId="392A90BB" w14:textId="77777777" w:rsidR="001B1284" w:rsidRDefault="001B1284"/>
    <w:p w14:paraId="442E0C00" w14:textId="659C530A" w:rsidR="00345C52" w:rsidRDefault="000B0428">
      <w:r>
        <w:t xml:space="preserve">Dieses Werk ist lizenziert unter einer </w:t>
      </w:r>
      <w:hyperlink r:id="rId13" w:history="1">
        <w:r>
          <w:rPr>
            <w:rStyle w:val="Hyperlink"/>
            <w:color w:val="8CBD3A"/>
          </w:rPr>
          <w:t>Creative Commons Namensnennung - Nicht-kommerziell - Weitergabe unter gleichen Bedingungen 4.0 International Lizenz</w:t>
        </w:r>
      </w:hyperlink>
      <w:r>
        <w:rPr>
          <w:color w:val="4E6B9E"/>
        </w:rPr>
        <w:t>.</w:t>
      </w:r>
      <w:r>
        <w:t xml:space="preserve"> </w:t>
      </w:r>
      <w:r w:rsidR="00B4107C">
        <w:t xml:space="preserve">Von der Lizenz ausgenommen ist da </w:t>
      </w:r>
      <w:proofErr w:type="spellStart"/>
      <w:r w:rsidR="00B4107C">
        <w:t>InfSi</w:t>
      </w:r>
      <w:proofErr w:type="spellEnd"/>
      <w:r w:rsidR="00B4107C">
        <w:t>-Logo.</w:t>
      </w:r>
    </w:p>
    <w:p w14:paraId="673353D9" w14:textId="404C4C36" w:rsidR="00F650A8" w:rsidRDefault="00F650A8">
      <w:r>
        <w:t xml:space="preserve">Abbildung 1 wurde von der Autorin mit dem </w:t>
      </w:r>
      <w:proofErr w:type="spellStart"/>
      <w:r>
        <w:t>yED</w:t>
      </w:r>
      <w:proofErr w:type="spellEnd"/>
      <w:r>
        <w:t xml:space="preserve"> Graph Editor (</w:t>
      </w:r>
      <w:hyperlink r:id="rId14" w:history="1">
        <w:r w:rsidRPr="00B004CC">
          <w:rPr>
            <w:rStyle w:val="Hyperlink"/>
            <w:color w:val="8CBD3A"/>
          </w:rPr>
          <w:t>https://www.yworks.com/products/yed</w:t>
        </w:r>
      </w:hyperlink>
      <w:r>
        <w:t>) erstellt</w:t>
      </w:r>
      <w:r>
        <w:t xml:space="preserve"> und um das WLAN-Symbol aus den Microsoft Word Piktogrammen ergänzt</w:t>
      </w:r>
      <w:r>
        <w:t>.</w:t>
      </w:r>
    </w:p>
    <w:sectPr w:rsidR="00F650A8"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02A94" w14:textId="77777777" w:rsidR="007F50EB" w:rsidRDefault="007F50EB" w:rsidP="006D1346">
      <w:pPr>
        <w:spacing w:after="0" w:line="240" w:lineRule="auto"/>
      </w:pPr>
      <w:r>
        <w:separator/>
      </w:r>
    </w:p>
  </w:endnote>
  <w:endnote w:type="continuationSeparator" w:id="0">
    <w:p w14:paraId="3FFCBE8F" w14:textId="77777777" w:rsidR="007F50EB" w:rsidRDefault="007F50E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06435" w14:textId="35140DEF"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B96EA6D" wp14:editId="77AC39D3">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9F7798">
      <w:rPr>
        <w:color w:val="808080" w:themeColor="background1" w:themeShade="80"/>
        <w:sz w:val="20"/>
        <w:szCs w:val="20"/>
      </w:rPr>
      <w:t>Oktober</w:t>
    </w:r>
    <w:r w:rsidRPr="007E2D0D">
      <w:rPr>
        <w:color w:val="808080" w:themeColor="background1" w:themeShade="80"/>
        <w:sz w:val="20"/>
        <w:szCs w:val="20"/>
      </w:rPr>
      <w:t xml:space="preserve"> 20</w:t>
    </w:r>
    <w:r w:rsidR="005D479D">
      <w:rPr>
        <w:color w:val="808080" w:themeColor="background1" w:themeShade="80"/>
        <w:sz w:val="20"/>
        <w:szCs w:val="20"/>
      </w:rPr>
      <w:t>2</w:t>
    </w:r>
    <w:r w:rsidR="00B4107C">
      <w:rPr>
        <w:color w:val="808080" w:themeColor="background1" w:themeShade="80"/>
        <w:sz w:val="20"/>
        <w:szCs w:val="20"/>
      </w:rPr>
      <w:t>3</w:t>
    </w:r>
    <w:r w:rsidRPr="007E2D0D">
      <w:rPr>
        <w:color w:val="808080" w:themeColor="background1" w:themeShade="80"/>
        <w:sz w:val="20"/>
        <w:szCs w:val="20"/>
      </w:rPr>
      <w:tab/>
    </w:r>
    <w:r w:rsidR="006A63EF" w:rsidRPr="006A63EF">
      <w:rPr>
        <w:color w:val="808080" w:themeColor="background1" w:themeShade="80"/>
        <w:sz w:val="20"/>
        <w:szCs w:val="20"/>
      </w:rPr>
      <w:fldChar w:fldCharType="begin"/>
    </w:r>
    <w:r w:rsidR="006A63EF" w:rsidRPr="006A63EF">
      <w:rPr>
        <w:color w:val="808080" w:themeColor="background1" w:themeShade="80"/>
        <w:sz w:val="20"/>
        <w:szCs w:val="20"/>
      </w:rPr>
      <w:instrText>PAGE   \* MERGEFORMAT</w:instrText>
    </w:r>
    <w:r w:rsidR="006A63EF" w:rsidRPr="006A63EF">
      <w:rPr>
        <w:color w:val="808080" w:themeColor="background1" w:themeShade="80"/>
        <w:sz w:val="20"/>
        <w:szCs w:val="20"/>
      </w:rPr>
      <w:fldChar w:fldCharType="separate"/>
    </w:r>
    <w:r w:rsidR="006A63EF" w:rsidRPr="006A63EF">
      <w:rPr>
        <w:color w:val="808080" w:themeColor="background1" w:themeShade="80"/>
        <w:sz w:val="20"/>
        <w:szCs w:val="20"/>
      </w:rPr>
      <w:t>1</w:t>
    </w:r>
    <w:r w:rsidR="006A63EF" w:rsidRPr="006A63EF">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CBC1" w14:textId="77777777" w:rsidR="007F50EB" w:rsidRDefault="007F50EB" w:rsidP="006D1346">
      <w:pPr>
        <w:spacing w:after="0" w:line="240" w:lineRule="auto"/>
      </w:pPr>
      <w:r>
        <w:separator/>
      </w:r>
    </w:p>
  </w:footnote>
  <w:footnote w:type="continuationSeparator" w:id="0">
    <w:p w14:paraId="7FD91B2B" w14:textId="77777777" w:rsidR="007F50EB" w:rsidRDefault="007F50EB"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6AC"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17BA30A" wp14:editId="6F2A79FE">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A7C"/>
    <w:multiLevelType w:val="hybridMultilevel"/>
    <w:tmpl w:val="6A1068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FF66CA"/>
    <w:multiLevelType w:val="hybridMultilevel"/>
    <w:tmpl w:val="C4B04252"/>
    <w:lvl w:ilvl="0" w:tplc="D534E8FC">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527A25"/>
    <w:multiLevelType w:val="hybridMultilevel"/>
    <w:tmpl w:val="87EC09F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462081D"/>
    <w:multiLevelType w:val="hybridMultilevel"/>
    <w:tmpl w:val="A96285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D6A6B06"/>
    <w:multiLevelType w:val="hybridMultilevel"/>
    <w:tmpl w:val="13249F28"/>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506541"/>
    <w:multiLevelType w:val="hybridMultilevel"/>
    <w:tmpl w:val="51885BC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107369"/>
    <w:multiLevelType w:val="hybridMultilevel"/>
    <w:tmpl w:val="B37C4B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5FDA7BA5"/>
    <w:multiLevelType w:val="hybridMultilevel"/>
    <w:tmpl w:val="84589F04"/>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A2614E0"/>
    <w:multiLevelType w:val="hybridMultilevel"/>
    <w:tmpl w:val="AB46247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301319E"/>
    <w:multiLevelType w:val="hybridMultilevel"/>
    <w:tmpl w:val="BC50C5A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400781E"/>
    <w:multiLevelType w:val="hybridMultilevel"/>
    <w:tmpl w:val="812845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7141171"/>
    <w:multiLevelType w:val="hybridMultilevel"/>
    <w:tmpl w:val="3B5CCA7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ABD7E32"/>
    <w:multiLevelType w:val="hybridMultilevel"/>
    <w:tmpl w:val="13249F2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35376A"/>
    <w:multiLevelType w:val="hybridMultilevel"/>
    <w:tmpl w:val="3B5CCA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16741766">
    <w:abstractNumId w:val="28"/>
  </w:num>
  <w:num w:numId="2" w16cid:durableId="190993166">
    <w:abstractNumId w:val="36"/>
  </w:num>
  <w:num w:numId="3" w16cid:durableId="1769421344">
    <w:abstractNumId w:val="7"/>
  </w:num>
  <w:num w:numId="4" w16cid:durableId="784739618">
    <w:abstractNumId w:val="30"/>
  </w:num>
  <w:num w:numId="5" w16cid:durableId="319191965">
    <w:abstractNumId w:val="41"/>
  </w:num>
  <w:num w:numId="6" w16cid:durableId="667369768">
    <w:abstractNumId w:val="38"/>
  </w:num>
  <w:num w:numId="7" w16cid:durableId="1276715426">
    <w:abstractNumId w:val="23"/>
  </w:num>
  <w:num w:numId="8" w16cid:durableId="893929235">
    <w:abstractNumId w:val="20"/>
  </w:num>
  <w:num w:numId="9" w16cid:durableId="2008558293">
    <w:abstractNumId w:val="1"/>
  </w:num>
  <w:num w:numId="10" w16cid:durableId="1999990736">
    <w:abstractNumId w:val="16"/>
  </w:num>
  <w:num w:numId="11" w16cid:durableId="68574818">
    <w:abstractNumId w:val="3"/>
  </w:num>
  <w:num w:numId="12" w16cid:durableId="188832642">
    <w:abstractNumId w:val="31"/>
  </w:num>
  <w:num w:numId="13" w16cid:durableId="92407497">
    <w:abstractNumId w:val="2"/>
  </w:num>
  <w:num w:numId="14" w16cid:durableId="75324756">
    <w:abstractNumId w:val="12"/>
  </w:num>
  <w:num w:numId="15" w16cid:durableId="130363001">
    <w:abstractNumId w:val="14"/>
  </w:num>
  <w:num w:numId="16" w16cid:durableId="1988899499">
    <w:abstractNumId w:val="21"/>
  </w:num>
  <w:num w:numId="17" w16cid:durableId="1321034035">
    <w:abstractNumId w:val="15"/>
  </w:num>
  <w:num w:numId="18" w16cid:durableId="1150053488">
    <w:abstractNumId w:val="9"/>
  </w:num>
  <w:num w:numId="19" w16cid:durableId="1283682586">
    <w:abstractNumId w:val="5"/>
  </w:num>
  <w:num w:numId="20" w16cid:durableId="2033334854">
    <w:abstractNumId w:val="40"/>
  </w:num>
  <w:num w:numId="21" w16cid:durableId="328992273">
    <w:abstractNumId w:val="26"/>
  </w:num>
  <w:num w:numId="22" w16cid:durableId="303778178">
    <w:abstractNumId w:val="11"/>
  </w:num>
  <w:num w:numId="23" w16cid:durableId="1856849173">
    <w:abstractNumId w:val="8"/>
  </w:num>
  <w:num w:numId="24" w16cid:durableId="41055209">
    <w:abstractNumId w:val="39"/>
  </w:num>
  <w:num w:numId="25" w16cid:durableId="1427385101">
    <w:abstractNumId w:val="34"/>
  </w:num>
  <w:num w:numId="26" w16cid:durableId="1099986513">
    <w:abstractNumId w:val="24"/>
  </w:num>
  <w:num w:numId="27" w16cid:durableId="281545955">
    <w:abstractNumId w:val="37"/>
  </w:num>
  <w:num w:numId="28" w16cid:durableId="1994597610">
    <w:abstractNumId w:val="22"/>
  </w:num>
  <w:num w:numId="29" w16cid:durableId="208802919">
    <w:abstractNumId w:val="29"/>
  </w:num>
  <w:num w:numId="30" w16cid:durableId="27878195">
    <w:abstractNumId w:val="13"/>
  </w:num>
  <w:num w:numId="31" w16cid:durableId="697778492">
    <w:abstractNumId w:val="10"/>
  </w:num>
  <w:num w:numId="32" w16cid:durableId="1603340364">
    <w:abstractNumId w:val="19"/>
  </w:num>
  <w:num w:numId="33" w16cid:durableId="915674431">
    <w:abstractNumId w:val="6"/>
  </w:num>
  <w:num w:numId="34" w16cid:durableId="1824421046">
    <w:abstractNumId w:val="0"/>
  </w:num>
  <w:num w:numId="35" w16cid:durableId="2095011990">
    <w:abstractNumId w:val="18"/>
  </w:num>
  <w:num w:numId="36" w16cid:durableId="1518155520">
    <w:abstractNumId w:val="17"/>
  </w:num>
  <w:num w:numId="37" w16cid:durableId="413549611">
    <w:abstractNumId w:val="35"/>
  </w:num>
  <w:num w:numId="38" w16cid:durableId="370884690">
    <w:abstractNumId w:val="27"/>
  </w:num>
  <w:num w:numId="39" w16cid:durableId="1259368673">
    <w:abstractNumId w:val="32"/>
  </w:num>
  <w:num w:numId="40" w16cid:durableId="744298869">
    <w:abstractNumId w:val="33"/>
  </w:num>
  <w:num w:numId="41" w16cid:durableId="719593282">
    <w:abstractNumId w:val="25"/>
  </w:num>
  <w:num w:numId="42" w16cid:durableId="18535206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A50"/>
    <w:rsid w:val="000068A8"/>
    <w:rsid w:val="000069BF"/>
    <w:rsid w:val="0000775F"/>
    <w:rsid w:val="000159B5"/>
    <w:rsid w:val="0001763C"/>
    <w:rsid w:val="00017751"/>
    <w:rsid w:val="000242B6"/>
    <w:rsid w:val="00026157"/>
    <w:rsid w:val="0004182B"/>
    <w:rsid w:val="000523F1"/>
    <w:rsid w:val="00061921"/>
    <w:rsid w:val="000706F1"/>
    <w:rsid w:val="00070A41"/>
    <w:rsid w:val="00071419"/>
    <w:rsid w:val="000841F8"/>
    <w:rsid w:val="00085A3A"/>
    <w:rsid w:val="00087065"/>
    <w:rsid w:val="000A5826"/>
    <w:rsid w:val="000B0428"/>
    <w:rsid w:val="000B430F"/>
    <w:rsid w:val="000F7AD8"/>
    <w:rsid w:val="001007ED"/>
    <w:rsid w:val="00126D3F"/>
    <w:rsid w:val="00126F90"/>
    <w:rsid w:val="00131B9E"/>
    <w:rsid w:val="00140DA7"/>
    <w:rsid w:val="00141EBC"/>
    <w:rsid w:val="0016162C"/>
    <w:rsid w:val="00171B98"/>
    <w:rsid w:val="00186A5F"/>
    <w:rsid w:val="001955FA"/>
    <w:rsid w:val="00197877"/>
    <w:rsid w:val="001B1284"/>
    <w:rsid w:val="001C2D07"/>
    <w:rsid w:val="001C6FD3"/>
    <w:rsid w:val="001D7D82"/>
    <w:rsid w:val="001E1494"/>
    <w:rsid w:val="001E5C6B"/>
    <w:rsid w:val="001F622A"/>
    <w:rsid w:val="001F77F8"/>
    <w:rsid w:val="0020080A"/>
    <w:rsid w:val="0021604B"/>
    <w:rsid w:val="00221D86"/>
    <w:rsid w:val="00222068"/>
    <w:rsid w:val="002227B3"/>
    <w:rsid w:val="00235BF8"/>
    <w:rsid w:val="00244639"/>
    <w:rsid w:val="002460DA"/>
    <w:rsid w:val="00252115"/>
    <w:rsid w:val="00262C73"/>
    <w:rsid w:val="00264EA1"/>
    <w:rsid w:val="002811D7"/>
    <w:rsid w:val="00284D4A"/>
    <w:rsid w:val="002D589D"/>
    <w:rsid w:val="002E1AFE"/>
    <w:rsid w:val="00315635"/>
    <w:rsid w:val="00316672"/>
    <w:rsid w:val="003179DB"/>
    <w:rsid w:val="00330DB0"/>
    <w:rsid w:val="00334221"/>
    <w:rsid w:val="00334FA4"/>
    <w:rsid w:val="00341E91"/>
    <w:rsid w:val="003427EC"/>
    <w:rsid w:val="00345C52"/>
    <w:rsid w:val="00367E15"/>
    <w:rsid w:val="00371483"/>
    <w:rsid w:val="00381B15"/>
    <w:rsid w:val="003906DC"/>
    <w:rsid w:val="00393519"/>
    <w:rsid w:val="003D6C0E"/>
    <w:rsid w:val="003E4F79"/>
    <w:rsid w:val="003F45B4"/>
    <w:rsid w:val="003F5E3B"/>
    <w:rsid w:val="00415B86"/>
    <w:rsid w:val="0042385F"/>
    <w:rsid w:val="00425762"/>
    <w:rsid w:val="00444BE0"/>
    <w:rsid w:val="00445135"/>
    <w:rsid w:val="004460AD"/>
    <w:rsid w:val="00461D94"/>
    <w:rsid w:val="00470A7D"/>
    <w:rsid w:val="00471B9D"/>
    <w:rsid w:val="00474CCB"/>
    <w:rsid w:val="004850AB"/>
    <w:rsid w:val="00490E3D"/>
    <w:rsid w:val="00494093"/>
    <w:rsid w:val="004B0D19"/>
    <w:rsid w:val="004B35A7"/>
    <w:rsid w:val="004C05C1"/>
    <w:rsid w:val="004C259A"/>
    <w:rsid w:val="005019E0"/>
    <w:rsid w:val="00506317"/>
    <w:rsid w:val="00554E24"/>
    <w:rsid w:val="00567DE2"/>
    <w:rsid w:val="00582112"/>
    <w:rsid w:val="0058733D"/>
    <w:rsid w:val="005B212F"/>
    <w:rsid w:val="005D1209"/>
    <w:rsid w:val="005D3E11"/>
    <w:rsid w:val="005D479D"/>
    <w:rsid w:val="005E301E"/>
    <w:rsid w:val="005E5D30"/>
    <w:rsid w:val="005F0BE7"/>
    <w:rsid w:val="005F6623"/>
    <w:rsid w:val="006021E2"/>
    <w:rsid w:val="0063498A"/>
    <w:rsid w:val="00640828"/>
    <w:rsid w:val="006464A2"/>
    <w:rsid w:val="0065380E"/>
    <w:rsid w:val="00671485"/>
    <w:rsid w:val="00693FB8"/>
    <w:rsid w:val="006A63EF"/>
    <w:rsid w:val="006A7855"/>
    <w:rsid w:val="006B2673"/>
    <w:rsid w:val="006B39C8"/>
    <w:rsid w:val="006B65E1"/>
    <w:rsid w:val="006D1346"/>
    <w:rsid w:val="006E07FD"/>
    <w:rsid w:val="006F07C2"/>
    <w:rsid w:val="00715B43"/>
    <w:rsid w:val="00725A4D"/>
    <w:rsid w:val="007437E2"/>
    <w:rsid w:val="007674A3"/>
    <w:rsid w:val="00767591"/>
    <w:rsid w:val="007705EB"/>
    <w:rsid w:val="007774BC"/>
    <w:rsid w:val="007827C0"/>
    <w:rsid w:val="0078342D"/>
    <w:rsid w:val="00793006"/>
    <w:rsid w:val="00796E9D"/>
    <w:rsid w:val="007B09E4"/>
    <w:rsid w:val="007C0C5F"/>
    <w:rsid w:val="007E2D0D"/>
    <w:rsid w:val="007F50EB"/>
    <w:rsid w:val="007F5F86"/>
    <w:rsid w:val="00801368"/>
    <w:rsid w:val="00802505"/>
    <w:rsid w:val="008128D5"/>
    <w:rsid w:val="00814CB4"/>
    <w:rsid w:val="0082649E"/>
    <w:rsid w:val="00844EA0"/>
    <w:rsid w:val="008508C6"/>
    <w:rsid w:val="00857C67"/>
    <w:rsid w:val="00871052"/>
    <w:rsid w:val="0088424F"/>
    <w:rsid w:val="00894B33"/>
    <w:rsid w:val="008A360B"/>
    <w:rsid w:val="008A6407"/>
    <w:rsid w:val="008B088D"/>
    <w:rsid w:val="008B14D6"/>
    <w:rsid w:val="008B14DF"/>
    <w:rsid w:val="008B7AB1"/>
    <w:rsid w:val="008E7EAE"/>
    <w:rsid w:val="008F2696"/>
    <w:rsid w:val="009143B5"/>
    <w:rsid w:val="00914760"/>
    <w:rsid w:val="00920F84"/>
    <w:rsid w:val="00924E7E"/>
    <w:rsid w:val="009412F3"/>
    <w:rsid w:val="0095009B"/>
    <w:rsid w:val="00952B77"/>
    <w:rsid w:val="00983AC1"/>
    <w:rsid w:val="00995F52"/>
    <w:rsid w:val="009B1F75"/>
    <w:rsid w:val="009E1FF5"/>
    <w:rsid w:val="009E4869"/>
    <w:rsid w:val="009E7AA7"/>
    <w:rsid w:val="009F7798"/>
    <w:rsid w:val="00A00FBD"/>
    <w:rsid w:val="00A01422"/>
    <w:rsid w:val="00A061E9"/>
    <w:rsid w:val="00A351BE"/>
    <w:rsid w:val="00A36CBF"/>
    <w:rsid w:val="00A43086"/>
    <w:rsid w:val="00A57291"/>
    <w:rsid w:val="00A57A11"/>
    <w:rsid w:val="00A764EB"/>
    <w:rsid w:val="00A9384A"/>
    <w:rsid w:val="00A97CEA"/>
    <w:rsid w:val="00AA35A0"/>
    <w:rsid w:val="00AB1C18"/>
    <w:rsid w:val="00AC1454"/>
    <w:rsid w:val="00AC2022"/>
    <w:rsid w:val="00AC56EA"/>
    <w:rsid w:val="00AC5E66"/>
    <w:rsid w:val="00AF6E8D"/>
    <w:rsid w:val="00B26824"/>
    <w:rsid w:val="00B4107C"/>
    <w:rsid w:val="00B45DB5"/>
    <w:rsid w:val="00B47885"/>
    <w:rsid w:val="00B65416"/>
    <w:rsid w:val="00B73C44"/>
    <w:rsid w:val="00B7608A"/>
    <w:rsid w:val="00B92DDF"/>
    <w:rsid w:val="00B95026"/>
    <w:rsid w:val="00BA0576"/>
    <w:rsid w:val="00BA224D"/>
    <w:rsid w:val="00BA3768"/>
    <w:rsid w:val="00BA3BEB"/>
    <w:rsid w:val="00BB4F91"/>
    <w:rsid w:val="00C020BB"/>
    <w:rsid w:val="00C26C50"/>
    <w:rsid w:val="00C303B2"/>
    <w:rsid w:val="00C5040A"/>
    <w:rsid w:val="00C74D4B"/>
    <w:rsid w:val="00C7734A"/>
    <w:rsid w:val="00C94A8E"/>
    <w:rsid w:val="00CA0081"/>
    <w:rsid w:val="00CA3BD4"/>
    <w:rsid w:val="00CA7665"/>
    <w:rsid w:val="00CC05C6"/>
    <w:rsid w:val="00CC565A"/>
    <w:rsid w:val="00CC5F4D"/>
    <w:rsid w:val="00CC6DC4"/>
    <w:rsid w:val="00CD6010"/>
    <w:rsid w:val="00CD77E7"/>
    <w:rsid w:val="00CE3167"/>
    <w:rsid w:val="00D018E0"/>
    <w:rsid w:val="00D10AC8"/>
    <w:rsid w:val="00D11657"/>
    <w:rsid w:val="00D3173C"/>
    <w:rsid w:val="00D37D45"/>
    <w:rsid w:val="00D42ED2"/>
    <w:rsid w:val="00D61484"/>
    <w:rsid w:val="00D62AB7"/>
    <w:rsid w:val="00D67D28"/>
    <w:rsid w:val="00D76805"/>
    <w:rsid w:val="00D775E8"/>
    <w:rsid w:val="00DC6C40"/>
    <w:rsid w:val="00DD1FCB"/>
    <w:rsid w:val="00DE3722"/>
    <w:rsid w:val="00DE6C3B"/>
    <w:rsid w:val="00DF56A6"/>
    <w:rsid w:val="00E032F5"/>
    <w:rsid w:val="00E10441"/>
    <w:rsid w:val="00E162AF"/>
    <w:rsid w:val="00E2584A"/>
    <w:rsid w:val="00E27A50"/>
    <w:rsid w:val="00E336CD"/>
    <w:rsid w:val="00E34A08"/>
    <w:rsid w:val="00E352E4"/>
    <w:rsid w:val="00E36D04"/>
    <w:rsid w:val="00E46970"/>
    <w:rsid w:val="00E64B3F"/>
    <w:rsid w:val="00E678C2"/>
    <w:rsid w:val="00E67B23"/>
    <w:rsid w:val="00E700F0"/>
    <w:rsid w:val="00E80936"/>
    <w:rsid w:val="00EB145C"/>
    <w:rsid w:val="00EB56B0"/>
    <w:rsid w:val="00EB5F95"/>
    <w:rsid w:val="00EC6E4C"/>
    <w:rsid w:val="00EF0090"/>
    <w:rsid w:val="00EF42B2"/>
    <w:rsid w:val="00F04A61"/>
    <w:rsid w:val="00F37CED"/>
    <w:rsid w:val="00F650A8"/>
    <w:rsid w:val="00F65F18"/>
    <w:rsid w:val="00F86B46"/>
    <w:rsid w:val="00FC1954"/>
    <w:rsid w:val="00FD7F45"/>
    <w:rsid w:val="00FD7FF8"/>
    <w:rsid w:val="00FE3A0B"/>
    <w:rsid w:val="00FE54F4"/>
    <w:rsid w:val="00FF0776"/>
    <w:rsid w:val="00FF0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561B7"/>
  <w15:chartTrackingRefBased/>
  <w15:docId w15:val="{2175F2A1-1964-4F23-91EF-2D387227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Kommentarzeichen">
    <w:name w:val="annotation reference"/>
    <w:basedOn w:val="Absatz-Standardschriftart"/>
    <w:uiPriority w:val="99"/>
    <w:semiHidden/>
    <w:unhideWhenUsed/>
    <w:rsid w:val="009E4869"/>
    <w:rPr>
      <w:sz w:val="16"/>
      <w:szCs w:val="16"/>
    </w:rPr>
  </w:style>
  <w:style w:type="paragraph" w:styleId="Kommentartext">
    <w:name w:val="annotation text"/>
    <w:basedOn w:val="Standard"/>
    <w:link w:val="KommentartextZchn"/>
    <w:uiPriority w:val="99"/>
    <w:unhideWhenUsed/>
    <w:rsid w:val="009E4869"/>
    <w:pPr>
      <w:spacing w:line="240" w:lineRule="auto"/>
    </w:pPr>
    <w:rPr>
      <w:sz w:val="20"/>
      <w:szCs w:val="20"/>
    </w:rPr>
  </w:style>
  <w:style w:type="character" w:customStyle="1" w:styleId="KommentartextZchn">
    <w:name w:val="Kommentartext Zchn"/>
    <w:basedOn w:val="Absatz-Standardschriftart"/>
    <w:link w:val="Kommentartext"/>
    <w:uiPriority w:val="99"/>
    <w:rsid w:val="009E4869"/>
    <w:rPr>
      <w:sz w:val="20"/>
      <w:szCs w:val="20"/>
    </w:rPr>
  </w:style>
  <w:style w:type="paragraph" w:styleId="Kommentarthema">
    <w:name w:val="annotation subject"/>
    <w:basedOn w:val="Kommentartext"/>
    <w:next w:val="Kommentartext"/>
    <w:link w:val="KommentarthemaZchn"/>
    <w:uiPriority w:val="99"/>
    <w:semiHidden/>
    <w:unhideWhenUsed/>
    <w:rsid w:val="009E4869"/>
    <w:rPr>
      <w:b/>
      <w:bCs/>
    </w:rPr>
  </w:style>
  <w:style w:type="character" w:customStyle="1" w:styleId="KommentarthemaZchn">
    <w:name w:val="Kommentarthema Zchn"/>
    <w:basedOn w:val="KommentartextZchn"/>
    <w:link w:val="Kommentarthema"/>
    <w:uiPriority w:val="99"/>
    <w:semiHidden/>
    <w:rsid w:val="009E48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creativecommons.org/licenses/by-nc-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works.com/products/y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_Vorlage_pdf_frei.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INFSI_Vorlage_pdf_frei.dotx</Template>
  <TotalTime>0</TotalTime>
  <Pages>3</Pages>
  <Words>1043</Words>
  <Characters>6572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8</cp:revision>
  <cp:lastPrinted>2023-11-01T15:15:00Z</cp:lastPrinted>
  <dcterms:created xsi:type="dcterms:W3CDTF">2023-10-20T09:38:00Z</dcterms:created>
  <dcterms:modified xsi:type="dcterms:W3CDTF">2023-11-01T15:15:00Z</dcterms:modified>
</cp:coreProperties>
</file>