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F01C" w14:textId="2CC09A45" w:rsidR="00E032F5" w:rsidRDefault="00BC374D" w:rsidP="007A35A1">
      <w:pPr>
        <w:pStyle w:val="berschrift1"/>
      </w:pPr>
      <w:r>
        <w:t>Sortieralgorithmen im Vergleich</w:t>
      </w:r>
    </w:p>
    <w:p w14:paraId="68C89084" w14:textId="65F1C75C" w:rsidR="00C028EE" w:rsidRDefault="00C028EE" w:rsidP="00C028EE">
      <w:bookmarkStart w:id="0" w:name="_Hlk201075925"/>
      <w:r>
        <w:t>Eine Suche kann in einer sortierten Reihung nach dem Prinzip der binären Suche effizienter durchge</w:t>
      </w:r>
      <w:r>
        <w:softHyphen/>
        <w:t>führt werden als eine Suche in einer unsortierten Reihung (vgl. AB01). Große Datenbestände</w:t>
      </w:r>
      <w:r w:rsidR="00861D35">
        <w:t>,</w:t>
      </w:r>
      <w:r>
        <w:t xml:space="preserve"> in den</w:t>
      </w:r>
      <w:r w:rsidR="00861D35">
        <w:t>en</w:t>
      </w:r>
      <w:r>
        <w:t xml:space="preserve"> häu</w:t>
      </w:r>
      <w:r>
        <w:softHyphen/>
        <w:t>fig nach Werten gesucht werden muss, werden daher in der Regel sortiert. Da Datenbe</w:t>
      </w:r>
      <w:r>
        <w:softHyphen/>
        <w:t>stände wie z. B. Kundennummern eines Versandhandels</w:t>
      </w:r>
      <w:r w:rsidR="00861D35">
        <w:t>,</w:t>
      </w:r>
      <w:r>
        <w:t xml:space="preserve"> Ferienhäuser einer Ferienhausagentur </w:t>
      </w:r>
      <w:r w:rsidR="00861D35">
        <w:t xml:space="preserve">oder das Vorlesungsverzeichnis einer Universität, </w:t>
      </w:r>
      <w:r>
        <w:t>sehr umfangreich sein können, ist es von Interesse</w:t>
      </w:r>
      <w:r w:rsidR="003B01DE">
        <w:t>,</w:t>
      </w:r>
      <w:r>
        <w:t xml:space="preserve"> einen möglichst effizienten Sortieralgorithmus zu verwenden. </w:t>
      </w:r>
    </w:p>
    <w:p w14:paraId="715D1501" w14:textId="0C744C1B" w:rsidR="00C028EE" w:rsidRDefault="00C028EE" w:rsidP="00C028EE">
      <w:bookmarkStart w:id="1" w:name="_Hlk202867362"/>
      <w:r>
        <w:t xml:space="preserve">In Aufgabe 1 bis </w:t>
      </w:r>
      <w:r w:rsidR="003B01DE">
        <w:t>4</w:t>
      </w:r>
      <w:r>
        <w:t xml:space="preserve"> werden </w:t>
      </w:r>
      <w:r w:rsidR="00861D35">
        <w:t xml:space="preserve">zunächst </w:t>
      </w:r>
      <w:r>
        <w:t xml:space="preserve">drei verschiedene iterative Sortieralgorithmen </w:t>
      </w:r>
      <w:r w:rsidR="003B01DE">
        <w:t xml:space="preserve">und ein rekursiver </w:t>
      </w:r>
      <w:r>
        <w:t>hinsichtlich ihrer Komplexi</w:t>
      </w:r>
      <w:r>
        <w:softHyphen/>
        <w:t xml:space="preserve">tät untersucht. Es bietet sich an, die Aufgaben arbeitsteilig zu </w:t>
      </w:r>
      <w:proofErr w:type="gramStart"/>
      <w:r>
        <w:t>bearbeiten</w:t>
      </w:r>
      <w:r w:rsidR="003B01DE">
        <w:t xml:space="preserve">  (</w:t>
      </w:r>
      <w:proofErr w:type="gramEnd"/>
      <w:r w:rsidR="003B01DE">
        <w:t xml:space="preserve">insbesondere die Aufgaben 1 bis 3) </w:t>
      </w:r>
      <w:r>
        <w:t>und anschließend die Ergebnisse zu sammeln</w:t>
      </w:r>
      <w:r w:rsidR="00861D35">
        <w:t xml:space="preserve"> (</w:t>
      </w:r>
      <w:r w:rsidR="00861D35">
        <w:sym w:font="Wingdings" w:char="F0E0"/>
      </w:r>
      <w:r w:rsidR="00861D35">
        <w:t xml:space="preserve"> Aufgabe 5)</w:t>
      </w:r>
      <w:r>
        <w:t>.</w:t>
      </w:r>
      <w:bookmarkEnd w:id="1"/>
      <w:r>
        <w:t xml:space="preserve"> </w:t>
      </w:r>
    </w:p>
    <w:p w14:paraId="30CF6F7B" w14:textId="2639E113" w:rsidR="00D04197" w:rsidRDefault="00D04197" w:rsidP="00D04197">
      <w:r w:rsidRPr="00E22F60">
        <w:rPr>
          <w:b/>
          <w:bCs/>
        </w:rPr>
        <w:t xml:space="preserve">Aufgabe </w:t>
      </w:r>
      <w:r>
        <w:rPr>
          <w:b/>
          <w:bCs/>
        </w:rPr>
        <w:t>1</w:t>
      </w:r>
      <w:r>
        <w:t xml:space="preserve">: Abbildung 1 zeigt den Sortieralgorithmus </w:t>
      </w:r>
      <w:proofErr w:type="spellStart"/>
      <w:r w:rsidRPr="00F80994">
        <w:rPr>
          <w:i/>
          <w:iCs/>
        </w:rPr>
        <w:t>SelectionSort</w:t>
      </w:r>
      <w:proofErr w:type="spellEnd"/>
      <w:r>
        <w:t xml:space="preserve"> in Form eines Struktogramms. </w:t>
      </w:r>
    </w:p>
    <w:p w14:paraId="20F49874" w14:textId="77777777" w:rsidR="00D04197" w:rsidRDefault="00D04197" w:rsidP="00D04197">
      <w:pPr>
        <w:pStyle w:val="Listenabsatz"/>
        <w:numPr>
          <w:ilvl w:val="0"/>
          <w:numId w:val="34"/>
        </w:numPr>
      </w:pPr>
      <w:r>
        <w:t xml:space="preserve">Veranschaulichen Sie die Arbeitsweise des Algorithmus am Beispiel der Reihung </w:t>
      </w:r>
      <w:r>
        <w:br/>
      </w:r>
      <w:r w:rsidRPr="00F80994">
        <w:rPr>
          <w:rFonts w:ascii="Courier New" w:hAnsi="Courier New" w:cs="Courier New"/>
        </w:rPr>
        <w:t>daten</w:t>
      </w:r>
      <w:r>
        <w:t>: 15, 13, 14, 18, 17, 11</w:t>
      </w:r>
    </w:p>
    <w:p w14:paraId="62895AA7" w14:textId="77777777" w:rsidR="00D04197" w:rsidRDefault="00D04197" w:rsidP="00D04197">
      <w:pPr>
        <w:pStyle w:val="Listenabsatz"/>
        <w:numPr>
          <w:ilvl w:val="0"/>
          <w:numId w:val="34"/>
        </w:numPr>
      </w:pPr>
      <w:r>
        <w:t xml:space="preserve">Begründen Sie, dass die Laufzeit der inneren Schleife des Algorithmus linear abhängig von der Länge </w:t>
      </w:r>
      <w:r w:rsidRPr="00F80994">
        <w:rPr>
          <w:i/>
          <w:iCs/>
        </w:rPr>
        <w:t>n</w:t>
      </w:r>
      <w:r>
        <w:t xml:space="preserve"> der Reihung </w:t>
      </w:r>
      <w:r w:rsidRPr="00F80994">
        <w:rPr>
          <w:rFonts w:ascii="Courier New" w:hAnsi="Courier New" w:cs="Courier New"/>
        </w:rPr>
        <w:t>daten</w:t>
      </w:r>
      <w:r>
        <w:t xml:space="preserve"> ist.</w:t>
      </w:r>
    </w:p>
    <w:p w14:paraId="04AE1CE8" w14:textId="2EDA2379" w:rsidR="00D04197" w:rsidRDefault="00D04197" w:rsidP="00D04197">
      <w:pPr>
        <w:pStyle w:val="Listenabsatz"/>
        <w:numPr>
          <w:ilvl w:val="0"/>
          <w:numId w:val="34"/>
        </w:numPr>
      </w:pPr>
      <w:r>
        <w:t>Bestimmen Sie die Komplexitätsklasse für die Laufzeit des Algorithmus</w:t>
      </w:r>
      <w:r w:rsidR="00861D35">
        <w:t xml:space="preserve">. </w:t>
      </w:r>
    </w:p>
    <w:p w14:paraId="3D7C978D" w14:textId="018FA65D" w:rsidR="00D04197" w:rsidRDefault="005A7793" w:rsidP="00F630BE">
      <w:pPr>
        <w:spacing w:after="160" w:line="259" w:lineRule="auto"/>
        <w:rPr>
          <w:b/>
          <w:bCs/>
        </w:rPr>
      </w:pPr>
      <w:r>
        <w:rPr>
          <w:b/>
          <w:bCs/>
          <w:noProof/>
        </w:rPr>
        <mc:AlternateContent>
          <mc:Choice Requires="wpg">
            <w:drawing>
              <wp:anchor distT="0" distB="0" distL="114300" distR="114300" simplePos="0" relativeHeight="251806720" behindDoc="0" locked="0" layoutInCell="1" allowOverlap="1" wp14:anchorId="0F795F24" wp14:editId="37DD33F5">
                <wp:simplePos x="0" y="0"/>
                <wp:positionH relativeFrom="margin">
                  <wp:align>left</wp:align>
                </wp:positionH>
                <wp:positionV relativeFrom="paragraph">
                  <wp:posOffset>224569</wp:posOffset>
                </wp:positionV>
                <wp:extent cx="4494349" cy="4057650"/>
                <wp:effectExtent l="0" t="0" r="1905" b="0"/>
                <wp:wrapTopAndBottom/>
                <wp:docPr id="41486402" name="Gruppieren 31"/>
                <wp:cNvGraphicFramePr/>
                <a:graphic xmlns:a="http://schemas.openxmlformats.org/drawingml/2006/main">
                  <a:graphicData uri="http://schemas.microsoft.com/office/word/2010/wordprocessingGroup">
                    <wpg:wgp>
                      <wpg:cNvGrpSpPr/>
                      <wpg:grpSpPr>
                        <a:xfrm>
                          <a:off x="0" y="0"/>
                          <a:ext cx="4494349" cy="4057650"/>
                          <a:chOff x="-800238" y="123824"/>
                          <a:chExt cx="4495936" cy="4057651"/>
                        </a:xfrm>
                      </wpg:grpSpPr>
                      <pic:pic xmlns:pic="http://schemas.openxmlformats.org/drawingml/2006/picture">
                        <pic:nvPicPr>
                          <pic:cNvPr id="1273103987" name="Grafik 30"/>
                          <pic:cNvPicPr>
                            <a:picLocks noChangeAspect="1"/>
                          </pic:cNvPicPr>
                        </pic:nvPicPr>
                        <pic:blipFill rotWithShape="1">
                          <a:blip r:embed="rId8">
                            <a:extLst>
                              <a:ext uri="{28A0092B-C50C-407E-A947-70E740481C1C}">
                                <a14:useLocalDpi xmlns:a14="http://schemas.microsoft.com/office/drawing/2010/main" val="0"/>
                              </a:ext>
                            </a:extLst>
                          </a:blip>
                          <a:srcRect l="2419" t="3110" r="1988" b="2871"/>
                          <a:stretch>
                            <a:fillRect/>
                          </a:stretch>
                        </pic:blipFill>
                        <pic:spPr bwMode="auto">
                          <a:xfrm>
                            <a:off x="-800238" y="123824"/>
                            <a:ext cx="4495936" cy="3743326"/>
                          </a:xfrm>
                          <a:prstGeom prst="rect">
                            <a:avLst/>
                          </a:prstGeom>
                          <a:ln>
                            <a:noFill/>
                          </a:ln>
                          <a:extLst>
                            <a:ext uri="{53640926-AAD7-44D8-BBD7-CCE9431645EC}">
                              <a14:shadowObscured xmlns:a14="http://schemas.microsoft.com/office/drawing/2010/main"/>
                            </a:ext>
                          </a:extLst>
                        </pic:spPr>
                      </pic:pic>
                      <wps:wsp>
                        <wps:cNvPr id="405978420" name="Textfeld 1"/>
                        <wps:cNvSpPr txBox="1"/>
                        <wps:spPr>
                          <a:xfrm>
                            <a:off x="-743078" y="3914775"/>
                            <a:ext cx="3362325" cy="266700"/>
                          </a:xfrm>
                          <a:prstGeom prst="rect">
                            <a:avLst/>
                          </a:prstGeom>
                          <a:solidFill>
                            <a:prstClr val="white"/>
                          </a:solidFill>
                          <a:ln>
                            <a:noFill/>
                          </a:ln>
                        </wps:spPr>
                        <wps:txbx>
                          <w:txbxContent>
                            <w:p w14:paraId="551DE86D" w14:textId="2D11BFEE" w:rsidR="00D04197" w:rsidRPr="00D0074E" w:rsidRDefault="00D04197" w:rsidP="00D04197">
                              <w:pPr>
                                <w:pStyle w:val="UnterschriftINFSII"/>
                                <w:rPr>
                                  <w:noProof/>
                                  <w:sz w:val="22"/>
                                  <w:szCs w:val="22"/>
                                </w:rPr>
                              </w:pPr>
                              <w:r>
                                <w:t xml:space="preserve">Abbildung </w:t>
                              </w:r>
                              <w:fldSimple w:instr=" SEQ Abbildung \* ARABIC ">
                                <w:r w:rsidR="00F045AD">
                                  <w:rPr>
                                    <w:noProof/>
                                  </w:rPr>
                                  <w:t>1</w:t>
                                </w:r>
                              </w:fldSimple>
                              <w:r>
                                <w:t>:</w:t>
                              </w:r>
                              <w:r w:rsidRPr="00936E65">
                                <w:t xml:space="preserve"> Struktogramm des Sortieralgorithmus </w:t>
                              </w:r>
                              <w:r>
                                <w:t>Selection</w:t>
                              </w:r>
                              <w:r w:rsidRPr="00936E65">
                                <w:t>Sort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F795F24" id="Gruppieren 31" o:spid="_x0000_s1026" style="position:absolute;margin-left:0;margin-top:17.7pt;width:353.9pt;height:319.5pt;z-index:251806720;mso-position-horizontal:left;mso-position-horizontal-relative:margin" coordorigin="-8002,1238" coordsize="44959,405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0" o:spid="_x0000_s1027" type="#_x0000_t75" style="position:absolute;left:-8002;top:1238;width:44958;height:37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">
                  <v:imagedata r:id="rId9" o:title="" croptop="2038f" cropbottom="1882f" cropleft="1585f" cropright="1303f"/>
                </v:shape>
                <v:shapetype id="_x0000_t202" coordsize="21600,21600" o:spt="202" path="m,l,21600r21600,l21600,xe">
                  <v:stroke joinstyle="miter"/>
                  <v:path gradientshapeok="t" o:connecttype="rect"/>
                </v:shapetype>
                <v:shape id="Textfeld 1" o:spid="_x0000_s1028" type="#_x0000_t202" style="position:absolute;left:-7430;top:39147;width:3362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" stroked="f">
                  <v:textbox style="mso-fit-shape-to-text:t" inset="0,0,0,0">
                    <w:txbxContent>
                      <w:p w14:paraId="551DE86D" w14:textId="2D11BFEE" w:rsidR="00D04197" w:rsidRPr="00D0074E" w:rsidRDefault="00D04197" w:rsidP="00D04197">
                        <w:pPr>
                          <w:pStyle w:val="UnterschriftINFSII"/>
                          <w:rPr>
                            <w:noProof/>
                            <w:sz w:val="22"/>
                            <w:szCs w:val="22"/>
                          </w:rPr>
                        </w:pPr>
                        <w:r>
                          <w:t xml:space="preserve">Abbildung </w:t>
                        </w:r>
                        <w:fldSimple w:instr=" SEQ Abbildung \* ARABIC ">
                          <w:r w:rsidR="00F045AD">
                            <w:rPr>
                              <w:noProof/>
                            </w:rPr>
                            <w:t>1</w:t>
                          </w:r>
                        </w:fldSimple>
                        <w:r>
                          <w:t>:</w:t>
                        </w:r>
                        <w:r w:rsidRPr="00936E65">
                          <w:t xml:space="preserve"> Struktogramm des Sortieralgorithmus </w:t>
                        </w:r>
                        <w:r>
                          <w:t>Selection</w:t>
                        </w:r>
                        <w:r w:rsidRPr="00936E65">
                          <w:t>Sort</w:t>
                        </w:r>
                      </w:p>
                    </w:txbxContent>
                  </v:textbox>
                </v:shape>
                <w10:wrap type="topAndBottom" anchorx="margin"/>
              </v:group>
            </w:pict>
          </mc:Fallback>
        </mc:AlternateContent>
      </w:r>
    </w:p>
    <w:p w14:paraId="30A284CD" w14:textId="77777777" w:rsidR="00F630BE" w:rsidRDefault="00F630BE">
      <w:pPr>
        <w:spacing w:after="160" w:line="259" w:lineRule="auto"/>
        <w:rPr>
          <w:b/>
          <w:bCs/>
        </w:rPr>
      </w:pPr>
      <w:r>
        <w:rPr>
          <w:b/>
          <w:bCs/>
        </w:rPr>
        <w:br w:type="page"/>
      </w:r>
    </w:p>
    <w:p w14:paraId="641BE18E" w14:textId="7773CD93" w:rsidR="001547A7" w:rsidRDefault="001547A7" w:rsidP="00C028EE">
      <w:pPr>
        <w:spacing w:after="0"/>
      </w:pPr>
      <w:r w:rsidRPr="001547A7">
        <w:rPr>
          <w:b/>
          <w:bCs/>
        </w:rPr>
        <w:lastRenderedPageBreak/>
        <w:t xml:space="preserve">Aufgabe </w:t>
      </w:r>
      <w:r w:rsidR="00D04197">
        <w:rPr>
          <w:b/>
          <w:bCs/>
        </w:rPr>
        <w:t>2</w:t>
      </w:r>
      <w:r w:rsidRPr="001547A7">
        <w:rPr>
          <w:b/>
          <w:bCs/>
        </w:rPr>
        <w:t>:</w:t>
      </w:r>
      <w:r>
        <w:t xml:space="preserve"> Abbildung </w:t>
      </w:r>
      <w:r w:rsidR="00D04197">
        <w:t>2</w:t>
      </w:r>
      <w:r>
        <w:t xml:space="preserve"> zeigt den Sortieralgorithmus </w:t>
      </w:r>
      <w:proofErr w:type="spellStart"/>
      <w:r w:rsidRPr="00F80994">
        <w:rPr>
          <w:i/>
          <w:iCs/>
        </w:rPr>
        <w:t>BubbleSort</w:t>
      </w:r>
      <w:proofErr w:type="spellEnd"/>
      <w:r>
        <w:t xml:space="preserve"> in Form eines Struktogramms. </w:t>
      </w:r>
    </w:p>
    <w:p w14:paraId="2C7833AA" w14:textId="77B02A38" w:rsidR="001547A7" w:rsidRDefault="001547A7" w:rsidP="00C028EE">
      <w:pPr>
        <w:pStyle w:val="Listenabsatz"/>
        <w:numPr>
          <w:ilvl w:val="0"/>
          <w:numId w:val="32"/>
        </w:numPr>
        <w:spacing w:after="0"/>
      </w:pPr>
      <w:r>
        <w:t xml:space="preserve">Veranschaulichen </w:t>
      </w:r>
      <w:r w:rsidR="007A35A1">
        <w:t xml:space="preserve">Sie </w:t>
      </w:r>
      <w:r>
        <w:t xml:space="preserve">die Arbeitsweise des Algorithmus am Beispiel der Reihung </w:t>
      </w:r>
      <w:r w:rsidR="007A35A1">
        <w:br/>
      </w:r>
      <w:r w:rsidRPr="007A35A1">
        <w:rPr>
          <w:rFonts w:ascii="Courier New" w:hAnsi="Courier New" w:cs="Courier New"/>
        </w:rPr>
        <w:t>daten</w:t>
      </w:r>
      <w:r>
        <w:t xml:space="preserve">: </w:t>
      </w:r>
      <w:r w:rsidR="00B2784E">
        <w:t>1</w:t>
      </w:r>
      <w:r>
        <w:t xml:space="preserve">5, </w:t>
      </w:r>
      <w:r w:rsidR="00B2784E">
        <w:t>1</w:t>
      </w:r>
      <w:r>
        <w:t>3,</w:t>
      </w:r>
      <w:r w:rsidR="00B2784E">
        <w:t xml:space="preserve"> 1</w:t>
      </w:r>
      <w:r>
        <w:t xml:space="preserve">4, </w:t>
      </w:r>
      <w:r w:rsidR="00B2784E">
        <w:t>1</w:t>
      </w:r>
      <w:r>
        <w:t xml:space="preserve">8, </w:t>
      </w:r>
      <w:r w:rsidR="00B2784E">
        <w:t>1</w:t>
      </w:r>
      <w:r>
        <w:t>7, 1</w:t>
      </w:r>
      <w:r w:rsidR="00B2784E">
        <w:t>1</w:t>
      </w:r>
    </w:p>
    <w:bookmarkEnd w:id="0"/>
    <w:p w14:paraId="3D45E076" w14:textId="628203FE" w:rsidR="001547A7" w:rsidRDefault="001547A7" w:rsidP="001547A7">
      <w:pPr>
        <w:pStyle w:val="Listenabsatz"/>
        <w:numPr>
          <w:ilvl w:val="0"/>
          <w:numId w:val="32"/>
        </w:numPr>
      </w:pPr>
      <w:r>
        <w:t xml:space="preserve">Begründen Sie, dass für eine Reihung der Länge </w:t>
      </w:r>
      <w:r w:rsidRPr="007A35A1">
        <w:rPr>
          <w:i/>
          <w:iCs/>
        </w:rPr>
        <w:t>n</w:t>
      </w:r>
      <w:r>
        <w:t xml:space="preserve"> die äußere Schleife des Algorithmus höchstens n-mal ausgeführt werden muss.</w:t>
      </w:r>
    </w:p>
    <w:p w14:paraId="5FC16C94" w14:textId="19F60C4B" w:rsidR="00F630BE" w:rsidRPr="006771E0" w:rsidRDefault="001547A7" w:rsidP="00F630BE">
      <w:pPr>
        <w:pStyle w:val="Listenabsatz"/>
        <w:numPr>
          <w:ilvl w:val="0"/>
          <w:numId w:val="32"/>
        </w:numPr>
        <w:rPr>
          <w:color w:val="4472C4" w:themeColor="accent1"/>
        </w:rPr>
      </w:pPr>
      <w:r>
        <w:t>Bestimmen Sie die Komplexitätsklasse für die Laufzeit des Algorithmus im besten, im durchschnittlichen und im schlechtesten Fall.</w:t>
      </w:r>
      <w:r w:rsidR="0016779E" w:rsidRPr="0016779E">
        <w:rPr>
          <w:noProof/>
        </w:rPr>
        <w:t xml:space="preserve"> </w:t>
      </w:r>
      <w:r w:rsidR="006771E0">
        <w:rPr>
          <w:noProof/>
        </w:rPr>
        <w:br/>
      </w:r>
    </w:p>
    <w:p w14:paraId="1C93B0F3" w14:textId="0F4265D3" w:rsidR="00F630BE" w:rsidRDefault="005A7793">
      <w:pPr>
        <w:spacing w:after="160" w:line="259" w:lineRule="auto"/>
        <w:rPr>
          <w:b/>
          <w:bCs/>
        </w:rPr>
      </w:pPr>
      <w:r>
        <w:rPr>
          <w:noProof/>
          <w:color w:val="4472C4" w:themeColor="accent1"/>
        </w:rPr>
        <mc:AlternateContent>
          <mc:Choice Requires="wpg">
            <w:drawing>
              <wp:anchor distT="0" distB="0" distL="114300" distR="114300" simplePos="0" relativeHeight="251835392" behindDoc="0" locked="0" layoutInCell="1" allowOverlap="1" wp14:anchorId="7FD7B9C7" wp14:editId="3D25C796">
                <wp:simplePos x="0" y="0"/>
                <wp:positionH relativeFrom="margin">
                  <wp:align>left</wp:align>
                </wp:positionH>
                <wp:positionV relativeFrom="paragraph">
                  <wp:posOffset>307257</wp:posOffset>
                </wp:positionV>
                <wp:extent cx="4389755" cy="4161155"/>
                <wp:effectExtent l="0" t="0" r="0" b="0"/>
                <wp:wrapTopAndBottom/>
                <wp:docPr id="796097562" name="Gruppieren 31"/>
                <wp:cNvGraphicFramePr/>
                <a:graphic xmlns:a="http://schemas.openxmlformats.org/drawingml/2006/main">
                  <a:graphicData uri="http://schemas.microsoft.com/office/word/2010/wordprocessingGroup">
                    <wpg:wgp>
                      <wpg:cNvGrpSpPr/>
                      <wpg:grpSpPr>
                        <a:xfrm>
                          <a:off x="0" y="0"/>
                          <a:ext cx="4389755" cy="4161155"/>
                          <a:chOff x="-228602" y="28575"/>
                          <a:chExt cx="4391025" cy="4162425"/>
                        </a:xfrm>
                      </wpg:grpSpPr>
                      <pic:pic xmlns:pic="http://schemas.openxmlformats.org/drawingml/2006/picture">
                        <pic:nvPicPr>
                          <pic:cNvPr id="1979301905" name="Grafik 30"/>
                          <pic:cNvPicPr>
                            <a:picLocks noChangeAspect="1"/>
                          </pic:cNvPicPr>
                        </pic:nvPicPr>
                        <pic:blipFill rotWithShape="1">
                          <a:blip r:embed="rId10">
                            <a:extLst>
                              <a:ext uri="{28A0092B-C50C-407E-A947-70E740481C1C}">
                                <a14:useLocalDpi xmlns:a14="http://schemas.microsoft.com/office/drawing/2010/main" val="0"/>
                              </a:ext>
                            </a:extLst>
                          </a:blip>
                          <a:srcRect l="2369" t="1436" r="2134" b="2153"/>
                          <a:stretch>
                            <a:fillRect/>
                          </a:stretch>
                        </pic:blipFill>
                        <pic:spPr bwMode="auto">
                          <a:xfrm>
                            <a:off x="-228602" y="28575"/>
                            <a:ext cx="4391025" cy="3838575"/>
                          </a:xfrm>
                          <a:prstGeom prst="rect">
                            <a:avLst/>
                          </a:prstGeom>
                          <a:ln>
                            <a:noFill/>
                          </a:ln>
                          <a:extLst>
                            <a:ext uri="{53640926-AAD7-44D8-BBD7-CCE9431645EC}">
                              <a14:shadowObscured xmlns:a14="http://schemas.microsoft.com/office/drawing/2010/main"/>
                            </a:ext>
                          </a:extLst>
                        </pic:spPr>
                      </pic:pic>
                      <wps:wsp>
                        <wps:cNvPr id="1899309335" name="Textfeld 1"/>
                        <wps:cNvSpPr txBox="1"/>
                        <wps:spPr>
                          <a:xfrm>
                            <a:off x="-190502" y="3924300"/>
                            <a:ext cx="3362325" cy="266700"/>
                          </a:xfrm>
                          <a:prstGeom prst="rect">
                            <a:avLst/>
                          </a:prstGeom>
                          <a:solidFill>
                            <a:prstClr val="white"/>
                          </a:solidFill>
                          <a:ln>
                            <a:noFill/>
                          </a:ln>
                        </wps:spPr>
                        <wps:txbx>
                          <w:txbxContent>
                            <w:p w14:paraId="5B2EF7E3" w14:textId="49D09A3E" w:rsidR="00F630BE" w:rsidRPr="00D0074E" w:rsidRDefault="00F630BE" w:rsidP="00F630BE">
                              <w:pPr>
                                <w:pStyle w:val="UnterschriftINFSII"/>
                                <w:rPr>
                                  <w:noProof/>
                                  <w:sz w:val="22"/>
                                  <w:szCs w:val="22"/>
                                </w:rPr>
                              </w:pPr>
                              <w:r>
                                <w:t xml:space="preserve">Abbildung </w:t>
                              </w:r>
                              <w:fldSimple w:instr=" SEQ Abbildung \* ARABIC ">
                                <w:r w:rsidR="00F045AD">
                                  <w:rPr>
                                    <w:noProof/>
                                  </w:rPr>
                                  <w:t>2</w:t>
                                </w:r>
                              </w:fldSimple>
                              <w:r>
                                <w:t>:</w:t>
                              </w:r>
                              <w:r w:rsidRPr="00936E65">
                                <w:t xml:space="preserve"> Struktogramm des Sortieralgorithmus </w:t>
                              </w:r>
                              <w:r w:rsidRPr="00936E65">
                                <w:t>BubbleSort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7FD7B9C7" id="_x0000_s1029" style="position:absolute;margin-left:0;margin-top:24.2pt;width:345.65pt;height:327.65pt;z-index:251835392;mso-position-horizontal:left;mso-position-horizontal-relative:margin" coordorigin="-2286,285" coordsize="43910,416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">
                <v:shape id="Grafik 30" o:spid="_x0000_s1030" type="#_x0000_t75" style="position:absolute;left:-2286;top:285;width:43910;height:38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">
                  <v:imagedata r:id="rId11" o:title="" croptop="941f" cropbottom="1411f" cropleft="1553f" cropright="1399f"/>
                </v:shape>
                <v:shape id="Textfeld 1" o:spid="_x0000_s1031" type="#_x0000_t202" style="position:absolute;left:-1905;top:39243;width:3362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" stroked="f">
                  <v:textbox style="mso-fit-shape-to-text:t" inset="0,0,0,0">
                    <w:txbxContent>
                      <w:p w14:paraId="5B2EF7E3" w14:textId="49D09A3E" w:rsidR="00F630BE" w:rsidRPr="00D0074E" w:rsidRDefault="00F630BE" w:rsidP="00F630BE">
                        <w:pPr>
                          <w:pStyle w:val="UnterschriftINFSII"/>
                          <w:rPr>
                            <w:noProof/>
                            <w:sz w:val="22"/>
                            <w:szCs w:val="22"/>
                          </w:rPr>
                        </w:pPr>
                        <w:r>
                          <w:t xml:space="preserve">Abbildung </w:t>
                        </w:r>
                        <w:fldSimple w:instr=" SEQ Abbildung \* ARABIC ">
                          <w:r w:rsidR="00F045AD">
                            <w:rPr>
                              <w:noProof/>
                            </w:rPr>
                            <w:t>2</w:t>
                          </w:r>
                        </w:fldSimple>
                        <w:r>
                          <w:t>:</w:t>
                        </w:r>
                        <w:r w:rsidRPr="00936E65">
                          <w:t xml:space="preserve"> Struktogramm des Sortieralgorithmus </w:t>
                        </w:r>
                        <w:r w:rsidRPr="00936E65">
                          <w:t>BubbleSort</w:t>
                        </w:r>
                      </w:p>
                    </w:txbxContent>
                  </v:textbox>
                </v:shape>
                <w10:wrap type="topAndBottom" anchorx="margin"/>
              </v:group>
            </w:pict>
          </mc:Fallback>
        </mc:AlternateContent>
      </w:r>
      <w:r w:rsidR="00F630BE">
        <w:rPr>
          <w:b/>
          <w:bCs/>
        </w:rPr>
        <w:br w:type="page"/>
      </w:r>
    </w:p>
    <w:p w14:paraId="7395639A" w14:textId="27525500" w:rsidR="004A7590" w:rsidRDefault="001547A7" w:rsidP="00AF1ECF">
      <w:r w:rsidRPr="004A7590">
        <w:rPr>
          <w:b/>
          <w:bCs/>
        </w:rPr>
        <w:lastRenderedPageBreak/>
        <w:t xml:space="preserve">Aufgabe </w:t>
      </w:r>
      <w:r w:rsidR="0048064A">
        <w:rPr>
          <w:b/>
          <w:bCs/>
        </w:rPr>
        <w:t>3</w:t>
      </w:r>
      <w:r w:rsidRPr="004A7590">
        <w:rPr>
          <w:b/>
          <w:bCs/>
        </w:rPr>
        <w:t>:</w:t>
      </w:r>
      <w:r>
        <w:t xml:space="preserve"> </w:t>
      </w:r>
      <w:r w:rsidR="004A7590">
        <w:t xml:space="preserve">Abbildung </w:t>
      </w:r>
      <w:r w:rsidR="0048064A">
        <w:t>3</w:t>
      </w:r>
      <w:r w:rsidR="004A7590">
        <w:t xml:space="preserve"> zeigt den Sortieralgorithmus </w:t>
      </w:r>
      <w:proofErr w:type="spellStart"/>
      <w:r w:rsidR="004A7590" w:rsidRPr="00F80994">
        <w:rPr>
          <w:i/>
          <w:iCs/>
        </w:rPr>
        <w:t>InsertionSort</w:t>
      </w:r>
      <w:proofErr w:type="spellEnd"/>
      <w:r w:rsidR="004A7590">
        <w:t xml:space="preserve"> in Form eines Struktogramms. </w:t>
      </w:r>
    </w:p>
    <w:p w14:paraId="148E230F" w14:textId="77777777" w:rsidR="00B2784E" w:rsidRDefault="004A7590" w:rsidP="00C00FC7">
      <w:pPr>
        <w:pStyle w:val="Listenabsatz"/>
        <w:numPr>
          <w:ilvl w:val="0"/>
          <w:numId w:val="33"/>
        </w:numPr>
      </w:pPr>
      <w:r>
        <w:t xml:space="preserve">Veranschaulichen </w:t>
      </w:r>
      <w:r w:rsidR="00F80994">
        <w:t xml:space="preserve">Sie </w:t>
      </w:r>
      <w:r>
        <w:t xml:space="preserve">die Arbeitsweise des Algorithmus am Beispiel der Reihung </w:t>
      </w:r>
      <w:r w:rsidR="00F80994">
        <w:br/>
      </w:r>
      <w:r w:rsidRPr="00B2784E">
        <w:rPr>
          <w:rFonts w:ascii="Courier New" w:hAnsi="Courier New" w:cs="Courier New"/>
        </w:rPr>
        <w:t>daten</w:t>
      </w:r>
      <w:r>
        <w:t xml:space="preserve">: </w:t>
      </w:r>
      <w:r w:rsidR="00B2784E">
        <w:t>15, 13, 14, 18, 17, 11</w:t>
      </w:r>
    </w:p>
    <w:p w14:paraId="00D1B309" w14:textId="473AD218" w:rsidR="004A7590" w:rsidRDefault="004A7590" w:rsidP="00C00FC7">
      <w:pPr>
        <w:pStyle w:val="Listenabsatz"/>
        <w:numPr>
          <w:ilvl w:val="0"/>
          <w:numId w:val="33"/>
        </w:numPr>
      </w:pPr>
      <w:bookmarkStart w:id="2" w:name="_Hlk202867909"/>
      <w:r>
        <w:t xml:space="preserve">Begründen Sie, dass die Laufzeit der inneren Schleife des Algorithmus linear abhängig von der Länge </w:t>
      </w:r>
      <w:r w:rsidRPr="00B2784E">
        <w:rPr>
          <w:i/>
          <w:iCs/>
        </w:rPr>
        <w:t>n</w:t>
      </w:r>
      <w:r>
        <w:t xml:space="preserve"> der Reihung </w:t>
      </w:r>
      <w:r w:rsidRPr="00B2784E">
        <w:rPr>
          <w:rFonts w:ascii="Courier New" w:hAnsi="Courier New" w:cs="Courier New"/>
        </w:rPr>
        <w:t>daten</w:t>
      </w:r>
      <w:r>
        <w:t xml:space="preserve"> ist</w:t>
      </w:r>
      <w:r w:rsidR="00B07D5B">
        <w:t xml:space="preserve">, wenn diese unsortiert </w:t>
      </w:r>
      <w:bookmarkStart w:id="3" w:name="_Hlk202868030"/>
      <w:r w:rsidR="00B07D5B">
        <w:t>oder absteigend sortiert vorliegt</w:t>
      </w:r>
      <w:r>
        <w:t>.</w:t>
      </w:r>
      <w:r w:rsidR="00B07D5B">
        <w:t xml:space="preserve"> </w:t>
      </w:r>
      <w:r w:rsidR="00B07D5B">
        <w:br/>
      </w:r>
      <w:bookmarkEnd w:id="3"/>
      <w:r w:rsidR="00B07D5B">
        <w:t xml:space="preserve">Untersuchen Sie auch, wie sich die Laufzeit der inneren Schleife ändert, wenn die Reihung </w:t>
      </w:r>
      <w:r w:rsidR="00B07D5B" w:rsidRPr="00B07D5B">
        <w:rPr>
          <w:rFonts w:ascii="Courier New" w:hAnsi="Courier New" w:cs="Courier New"/>
        </w:rPr>
        <w:t>daten</w:t>
      </w:r>
      <w:r w:rsidR="00B07D5B">
        <w:t xml:space="preserve"> bereits sortiert vorliegt.</w:t>
      </w:r>
    </w:p>
    <w:bookmarkEnd w:id="2"/>
    <w:p w14:paraId="0E8C47BA" w14:textId="77777777" w:rsidR="00394CAB" w:rsidRDefault="004A7590" w:rsidP="001C22A0">
      <w:pPr>
        <w:pStyle w:val="Listenabsatz"/>
        <w:numPr>
          <w:ilvl w:val="0"/>
          <w:numId w:val="33"/>
        </w:numPr>
        <w:rPr>
          <w:noProof/>
        </w:rPr>
      </w:pPr>
      <w:r>
        <w:t>Bestimmen Sie die Komplexitätsklasse für die Laufzeit des Algorithmus im besten, im durchschnittlichen und im schlechtesten Fall.</w:t>
      </w:r>
      <w:r w:rsidR="00A84275" w:rsidRPr="00A84275">
        <w:rPr>
          <w:noProof/>
        </w:rPr>
        <w:t xml:space="preserve"> </w:t>
      </w:r>
    </w:p>
    <w:p w14:paraId="1619171C" w14:textId="317C5B3F" w:rsidR="00F630BE" w:rsidRDefault="00F630BE" w:rsidP="00D31457">
      <w:pPr>
        <w:rPr>
          <w:b/>
          <w:bCs/>
        </w:rPr>
      </w:pPr>
    </w:p>
    <w:p w14:paraId="7DA6D2EF" w14:textId="0AC53DA2" w:rsidR="00F630BE" w:rsidRDefault="005A7793">
      <w:pPr>
        <w:spacing w:after="160" w:line="259" w:lineRule="auto"/>
        <w:rPr>
          <w:b/>
          <w:bCs/>
        </w:rPr>
      </w:pPr>
      <w:r>
        <w:rPr>
          <w:b/>
          <w:bCs/>
          <w:noProof/>
        </w:rPr>
        <mc:AlternateContent>
          <mc:Choice Requires="wpg">
            <w:drawing>
              <wp:anchor distT="0" distB="0" distL="114300" distR="114300" simplePos="0" relativeHeight="251788288" behindDoc="0" locked="0" layoutInCell="1" allowOverlap="1" wp14:anchorId="4B0A6D12" wp14:editId="4BDA16BD">
                <wp:simplePos x="0" y="0"/>
                <wp:positionH relativeFrom="margin">
                  <wp:align>left</wp:align>
                </wp:positionH>
                <wp:positionV relativeFrom="paragraph">
                  <wp:posOffset>183902</wp:posOffset>
                </wp:positionV>
                <wp:extent cx="3390265" cy="3971925"/>
                <wp:effectExtent l="0" t="0" r="635" b="9525"/>
                <wp:wrapTopAndBottom/>
                <wp:docPr id="2002906943" name="Gruppieren 31"/>
                <wp:cNvGraphicFramePr/>
                <a:graphic xmlns:a="http://schemas.openxmlformats.org/drawingml/2006/main">
                  <a:graphicData uri="http://schemas.microsoft.com/office/word/2010/wordprocessingGroup">
                    <wpg:wgp>
                      <wpg:cNvGrpSpPr/>
                      <wpg:grpSpPr>
                        <a:xfrm>
                          <a:off x="0" y="0"/>
                          <a:ext cx="3390265" cy="3971925"/>
                          <a:chOff x="-28575" y="28575"/>
                          <a:chExt cx="3390899" cy="3971925"/>
                        </a:xfrm>
                      </wpg:grpSpPr>
                      <pic:pic xmlns:pic="http://schemas.openxmlformats.org/drawingml/2006/picture">
                        <pic:nvPicPr>
                          <pic:cNvPr id="677390825" name="Grafik 30"/>
                          <pic:cNvPicPr>
                            <a:picLocks noChangeAspect="1"/>
                          </pic:cNvPicPr>
                        </pic:nvPicPr>
                        <pic:blipFill rotWithShape="1">
                          <a:blip r:embed="rId12">
                            <a:extLst>
                              <a:ext uri="{28A0092B-C50C-407E-A947-70E740481C1C}">
                                <a14:useLocalDpi xmlns:a14="http://schemas.microsoft.com/office/drawing/2010/main" val="0"/>
                              </a:ext>
                            </a:extLst>
                          </a:blip>
                          <a:srcRect l="2872" t="3828" r="2303" b="3110"/>
                          <a:stretch>
                            <a:fillRect/>
                          </a:stretch>
                        </pic:blipFill>
                        <pic:spPr bwMode="auto">
                          <a:xfrm>
                            <a:off x="-28575" y="28575"/>
                            <a:ext cx="3390899" cy="3705225"/>
                          </a:xfrm>
                          <a:prstGeom prst="rect">
                            <a:avLst/>
                          </a:prstGeom>
                          <a:ln>
                            <a:noFill/>
                          </a:ln>
                          <a:extLst>
                            <a:ext uri="{53640926-AAD7-44D8-BBD7-CCE9431645EC}">
                              <a14:shadowObscured xmlns:a14="http://schemas.microsoft.com/office/drawing/2010/main"/>
                            </a:ext>
                          </a:extLst>
                        </pic:spPr>
                      </pic:pic>
                      <wps:wsp>
                        <wps:cNvPr id="2144032965" name="Textfeld 1"/>
                        <wps:cNvSpPr txBox="1"/>
                        <wps:spPr>
                          <a:xfrm>
                            <a:off x="-1" y="3733800"/>
                            <a:ext cx="3362325" cy="266700"/>
                          </a:xfrm>
                          <a:prstGeom prst="rect">
                            <a:avLst/>
                          </a:prstGeom>
                          <a:solidFill>
                            <a:prstClr val="white"/>
                          </a:solidFill>
                          <a:ln>
                            <a:noFill/>
                          </a:ln>
                        </wps:spPr>
                        <wps:txbx>
                          <w:txbxContent>
                            <w:p w14:paraId="46095393" w14:textId="2A0C8741" w:rsidR="004A7590" w:rsidRPr="00D0074E" w:rsidRDefault="004A7590" w:rsidP="004A7590">
                              <w:pPr>
                                <w:pStyle w:val="UnterschriftINFSII"/>
                                <w:rPr>
                                  <w:noProof/>
                                  <w:sz w:val="22"/>
                                  <w:szCs w:val="22"/>
                                </w:rPr>
                              </w:pPr>
                              <w:r>
                                <w:t xml:space="preserve">Abbildung </w:t>
                              </w:r>
                              <w:fldSimple w:instr=" SEQ Abbildung \* ARABIC ">
                                <w:r w:rsidR="00F045AD">
                                  <w:rPr>
                                    <w:noProof/>
                                  </w:rPr>
                                  <w:t>3</w:t>
                                </w:r>
                              </w:fldSimple>
                              <w:r>
                                <w:t>:</w:t>
                              </w:r>
                              <w:r w:rsidRPr="00936E65">
                                <w:t xml:space="preserve"> Struktogramm des Sortieralgorithmus </w:t>
                              </w:r>
                              <w:r>
                                <w:t>InsertionSort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4B0A6D12" id="_x0000_s1032" style="position:absolute;margin-left:0;margin-top:14.5pt;width:266.95pt;height:312.75pt;z-index:251788288;mso-position-horizontal:left;mso-position-horizontal-relative:margin" coordorigin="-285,285" coordsize="33908,397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">
                <v:shape id="Grafik 30" o:spid="_x0000_s1033" type="#_x0000_t75" style="position:absolute;left:-285;top:285;width:33908;height:37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">
                  <v:imagedata r:id="rId13" o:title="" croptop="2509f" cropbottom="2038f" cropleft="1882f" cropright="1509f"/>
                </v:shape>
                <v:shape id="Textfeld 1" o:spid="_x0000_s1034" type="#_x0000_t202" style="position:absolute;top:37338;width:3362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" stroked="f">
                  <v:textbox style="mso-fit-shape-to-text:t" inset="0,0,0,0">
                    <w:txbxContent>
                      <w:p w14:paraId="46095393" w14:textId="2A0C8741" w:rsidR="004A7590" w:rsidRPr="00D0074E" w:rsidRDefault="004A7590" w:rsidP="004A7590">
                        <w:pPr>
                          <w:pStyle w:val="UnterschriftINFSII"/>
                          <w:rPr>
                            <w:noProof/>
                            <w:sz w:val="22"/>
                            <w:szCs w:val="22"/>
                          </w:rPr>
                        </w:pPr>
                        <w:r>
                          <w:t xml:space="preserve">Abbildung </w:t>
                        </w:r>
                        <w:fldSimple w:instr=" SEQ Abbildung \* ARABIC ">
                          <w:r w:rsidR="00F045AD">
                            <w:rPr>
                              <w:noProof/>
                            </w:rPr>
                            <w:t>3</w:t>
                          </w:r>
                        </w:fldSimple>
                        <w:r>
                          <w:t>:</w:t>
                        </w:r>
                        <w:r w:rsidRPr="00936E65">
                          <w:t xml:space="preserve"> Struktogramm des Sortieralgorithmus </w:t>
                        </w:r>
                        <w:r>
                          <w:t>InsertionSort</w:t>
                        </w:r>
                      </w:p>
                    </w:txbxContent>
                  </v:textbox>
                </v:shape>
                <w10:wrap type="topAndBottom" anchorx="margin"/>
              </v:group>
            </w:pict>
          </mc:Fallback>
        </mc:AlternateContent>
      </w:r>
      <w:r w:rsidR="00F630BE">
        <w:rPr>
          <w:b/>
          <w:bCs/>
        </w:rPr>
        <w:br w:type="page"/>
      </w:r>
    </w:p>
    <w:p w14:paraId="2B77CF69" w14:textId="5B9852A1" w:rsidR="00D31457" w:rsidRDefault="00D31457" w:rsidP="00D31457">
      <w:r w:rsidRPr="004E79ED">
        <w:rPr>
          <w:b/>
          <w:bCs/>
        </w:rPr>
        <w:lastRenderedPageBreak/>
        <w:t xml:space="preserve">Aufgabe </w:t>
      </w:r>
      <w:r w:rsidR="00F80994">
        <w:rPr>
          <w:b/>
          <w:bCs/>
        </w:rPr>
        <w:t>4</w:t>
      </w:r>
      <w:r w:rsidRPr="004E79ED">
        <w:rPr>
          <w:b/>
          <w:bCs/>
        </w:rPr>
        <w:t>:</w:t>
      </w:r>
      <w:r>
        <w:t xml:space="preserve"> Abbildung </w:t>
      </w:r>
      <w:r w:rsidR="00F80994">
        <w:t>4</w:t>
      </w:r>
      <w:r>
        <w:t xml:space="preserve"> </w:t>
      </w:r>
      <w:r w:rsidR="004C70EF">
        <w:t xml:space="preserve">und </w:t>
      </w:r>
      <w:r w:rsidR="00F80994">
        <w:t>5</w:t>
      </w:r>
      <w:r w:rsidR="004C70EF">
        <w:t xml:space="preserve"> </w:t>
      </w:r>
      <w:r>
        <w:t>zeig</w:t>
      </w:r>
      <w:r w:rsidR="004C70EF">
        <w:t>en</w:t>
      </w:r>
      <w:r>
        <w:t xml:space="preserve"> den rekursiven Sortieralgorithmus </w:t>
      </w:r>
      <w:proofErr w:type="spellStart"/>
      <w:r w:rsidR="004C70EF" w:rsidRPr="00F80994">
        <w:rPr>
          <w:i/>
          <w:iCs/>
        </w:rPr>
        <w:t>M</w:t>
      </w:r>
      <w:r w:rsidRPr="00F80994">
        <w:rPr>
          <w:i/>
          <w:iCs/>
        </w:rPr>
        <w:t>ergeSort</w:t>
      </w:r>
      <w:proofErr w:type="spellEnd"/>
      <w:r>
        <w:t xml:space="preserve"> in Form eines Struktogramms. </w:t>
      </w:r>
      <w:r w:rsidR="004E79ED">
        <w:t xml:space="preserve">Der Algorithmus sortiert die Elemente in einer global definierten Reihung </w:t>
      </w:r>
      <w:r w:rsidR="004E79ED" w:rsidRPr="004C70EF">
        <w:rPr>
          <w:rFonts w:ascii="Courier New" w:hAnsi="Courier New" w:cs="Courier New"/>
        </w:rPr>
        <w:t>daten</w:t>
      </w:r>
      <w:r w:rsidR="004E79ED">
        <w:t xml:space="preserve"> vom Inhaltstyp Ganzzahl.</w:t>
      </w:r>
    </w:p>
    <w:p w14:paraId="2E5CC1F1" w14:textId="6F38C03F" w:rsidR="00D31457" w:rsidRDefault="00D31457" w:rsidP="00D31457">
      <w:pPr>
        <w:pStyle w:val="Listenabsatz"/>
        <w:numPr>
          <w:ilvl w:val="0"/>
          <w:numId w:val="35"/>
        </w:numPr>
      </w:pPr>
      <w:r>
        <w:t xml:space="preserve">Veranschaulichen </w:t>
      </w:r>
      <w:r w:rsidR="00F80994">
        <w:t xml:space="preserve">Sie </w:t>
      </w:r>
      <w:r>
        <w:t xml:space="preserve">die Arbeitsweise des Algorithmus am Beispiel der Reihung </w:t>
      </w:r>
      <w:r w:rsidR="00F80994">
        <w:br/>
      </w:r>
      <w:r w:rsidRPr="00F80994">
        <w:rPr>
          <w:rFonts w:ascii="Courier New" w:hAnsi="Courier New" w:cs="Courier New"/>
        </w:rPr>
        <w:t>daten</w:t>
      </w:r>
      <w:r>
        <w:t xml:space="preserve">: </w:t>
      </w:r>
      <w:r w:rsidR="00B2784E">
        <w:t>15, 13, 14, 18, 17, 11</w:t>
      </w:r>
      <w:r w:rsidR="005A7793">
        <w:t xml:space="preserve"> und den initialen Aufruf </w:t>
      </w:r>
      <w:proofErr w:type="spellStart"/>
      <w:proofErr w:type="gramStart"/>
      <w:r w:rsidR="005A7793" w:rsidRPr="005A7793">
        <w:rPr>
          <w:rFonts w:ascii="Courier New" w:hAnsi="Courier New" w:cs="Courier New"/>
        </w:rPr>
        <w:t>megerSort</w:t>
      </w:r>
      <w:proofErr w:type="spellEnd"/>
      <w:r w:rsidR="005A7793" w:rsidRPr="005A7793">
        <w:rPr>
          <w:rFonts w:ascii="Courier New" w:hAnsi="Courier New" w:cs="Courier New"/>
        </w:rPr>
        <w:t>(</w:t>
      </w:r>
      <w:proofErr w:type="gramEnd"/>
      <w:r w:rsidR="005A7793" w:rsidRPr="005A7793">
        <w:rPr>
          <w:rFonts w:ascii="Courier New" w:hAnsi="Courier New" w:cs="Courier New"/>
        </w:rPr>
        <w:t>0, 5)</w:t>
      </w:r>
      <w:r w:rsidR="005A7793" w:rsidRPr="005A7793">
        <w:rPr>
          <w:rFonts w:cstheme="minorHAnsi"/>
        </w:rPr>
        <w:t>.</w:t>
      </w:r>
    </w:p>
    <w:p w14:paraId="37890960" w14:textId="3DDE1B8F" w:rsidR="00D31457" w:rsidRDefault="00D31457" w:rsidP="00D31457">
      <w:pPr>
        <w:pStyle w:val="Listenabsatz"/>
        <w:numPr>
          <w:ilvl w:val="0"/>
          <w:numId w:val="35"/>
        </w:numPr>
      </w:pPr>
      <w:r>
        <w:t xml:space="preserve">Begründen Sie, dass die </w:t>
      </w:r>
      <w:r w:rsidR="006C7C09">
        <w:t>Rekursions</w:t>
      </w:r>
      <w:r w:rsidR="00091E36">
        <w:t>tiefe</w:t>
      </w:r>
      <w:r>
        <w:t xml:space="preserve"> logarithmisch von der Länge </w:t>
      </w:r>
      <w:r w:rsidRPr="004E79ED">
        <w:rPr>
          <w:i/>
          <w:iCs/>
        </w:rPr>
        <w:t>n</w:t>
      </w:r>
      <w:r>
        <w:t xml:space="preserve"> der Reihung </w:t>
      </w:r>
      <w:r w:rsidRPr="004C70EF">
        <w:rPr>
          <w:rFonts w:ascii="Courier New" w:hAnsi="Courier New" w:cs="Courier New"/>
        </w:rPr>
        <w:t>daten</w:t>
      </w:r>
      <w:r>
        <w:t xml:space="preserve"> abhängt.</w:t>
      </w:r>
    </w:p>
    <w:p w14:paraId="08E1C27E" w14:textId="2C391314" w:rsidR="00D31457" w:rsidRDefault="005A7793" w:rsidP="00D31457">
      <w:pPr>
        <w:pStyle w:val="Listenabsatz"/>
        <w:numPr>
          <w:ilvl w:val="0"/>
          <w:numId w:val="35"/>
        </w:numPr>
      </w:pPr>
      <w:r>
        <w:rPr>
          <w:noProof/>
          <w:color w:val="4472C4" w:themeColor="accent1"/>
        </w:rPr>
        <mc:AlternateContent>
          <mc:Choice Requires="wpg">
            <w:drawing>
              <wp:anchor distT="0" distB="0" distL="114300" distR="114300" simplePos="0" relativeHeight="251746304" behindDoc="0" locked="0" layoutInCell="1" allowOverlap="1" wp14:anchorId="340287D0" wp14:editId="401E11F2">
                <wp:simplePos x="0" y="0"/>
                <wp:positionH relativeFrom="column">
                  <wp:posOffset>-1298</wp:posOffset>
                </wp:positionH>
                <wp:positionV relativeFrom="paragraph">
                  <wp:posOffset>1274473</wp:posOffset>
                </wp:positionV>
                <wp:extent cx="2537460" cy="2602865"/>
                <wp:effectExtent l="0" t="0" r="0" b="6985"/>
                <wp:wrapTopAndBottom/>
                <wp:docPr id="744665012" name="Gruppieren 31"/>
                <wp:cNvGraphicFramePr/>
                <a:graphic xmlns:a="http://schemas.openxmlformats.org/drawingml/2006/main">
                  <a:graphicData uri="http://schemas.microsoft.com/office/word/2010/wordprocessingGroup">
                    <wpg:wgp>
                      <wpg:cNvGrpSpPr/>
                      <wpg:grpSpPr>
                        <a:xfrm>
                          <a:off x="0" y="0"/>
                          <a:ext cx="2537460" cy="2602865"/>
                          <a:chOff x="-981249" y="342908"/>
                          <a:chExt cx="2540375" cy="2604564"/>
                        </a:xfrm>
                      </wpg:grpSpPr>
                      <pic:pic xmlns:pic="http://schemas.openxmlformats.org/drawingml/2006/picture">
                        <pic:nvPicPr>
                          <pic:cNvPr id="1082295067" name="Grafik 30"/>
                          <pic:cNvPicPr>
                            <a:picLocks noChangeAspect="1"/>
                          </pic:cNvPicPr>
                        </pic:nvPicPr>
                        <pic:blipFill rotWithShape="1">
                          <a:blip r:embed="rId14">
                            <a:extLst>
                              <a:ext uri="{28A0092B-C50C-407E-A947-70E740481C1C}">
                                <a14:useLocalDpi xmlns:a14="http://schemas.microsoft.com/office/drawing/2010/main" val="0"/>
                              </a:ext>
                            </a:extLst>
                          </a:blip>
                          <a:srcRect l="4026" t="7539" r="3165" b="3733"/>
                          <a:stretch>
                            <a:fillRect/>
                          </a:stretch>
                        </pic:blipFill>
                        <pic:spPr bwMode="auto">
                          <a:xfrm>
                            <a:off x="-981249" y="342908"/>
                            <a:ext cx="2540375" cy="2163009"/>
                          </a:xfrm>
                          <a:prstGeom prst="rect">
                            <a:avLst/>
                          </a:prstGeom>
                          <a:ln>
                            <a:noFill/>
                          </a:ln>
                          <a:extLst>
                            <a:ext uri="{53640926-AAD7-44D8-BBD7-CCE9431645EC}">
                              <a14:shadowObscured xmlns:a14="http://schemas.microsoft.com/office/drawing/2010/main"/>
                            </a:ext>
                          </a:extLst>
                        </pic:spPr>
                      </pic:pic>
                      <wps:wsp>
                        <wps:cNvPr id="259990340" name="Textfeld 1"/>
                        <wps:cNvSpPr txBox="1"/>
                        <wps:spPr>
                          <a:xfrm>
                            <a:off x="-914593" y="2541550"/>
                            <a:ext cx="2430421" cy="405922"/>
                          </a:xfrm>
                          <a:prstGeom prst="rect">
                            <a:avLst/>
                          </a:prstGeom>
                          <a:solidFill>
                            <a:prstClr val="white"/>
                          </a:solidFill>
                          <a:ln>
                            <a:noFill/>
                          </a:ln>
                        </wps:spPr>
                        <wps:txbx>
                          <w:txbxContent>
                            <w:p w14:paraId="0C2373EE" w14:textId="5BEE2EA6" w:rsidR="00D31457" w:rsidRPr="00D0074E" w:rsidRDefault="00D31457" w:rsidP="00D31457">
                              <w:pPr>
                                <w:pStyle w:val="UnterschriftINFSII"/>
                                <w:rPr>
                                  <w:noProof/>
                                  <w:sz w:val="22"/>
                                  <w:szCs w:val="22"/>
                                </w:rPr>
                              </w:pPr>
                              <w:r>
                                <w:t>Abbildung</w:t>
                              </w:r>
                              <w:r w:rsidR="005A7793">
                                <w:t xml:space="preserve"> </w:t>
                              </w:r>
                              <w:fldSimple w:instr=" SEQ Abbildung \* ARABIC ">
                                <w:r w:rsidR="00F045AD">
                                  <w:rPr>
                                    <w:noProof/>
                                  </w:rPr>
                                  <w:t>4</w:t>
                                </w:r>
                              </w:fldSimple>
                              <w:r>
                                <w:t>:</w:t>
                              </w:r>
                              <w:r w:rsidRPr="00936E65">
                                <w:t xml:space="preserve"> Struktogramm des </w:t>
                              </w:r>
                              <w:r w:rsidR="004E79ED">
                                <w:t xml:space="preserve">rekursiven </w:t>
                              </w:r>
                              <w:r w:rsidRPr="00936E65">
                                <w:t xml:space="preserve">Sortieralgorithmus </w:t>
                              </w:r>
                              <w:r w:rsidR="004E79ED">
                                <w:t>Merge</w:t>
                              </w:r>
                              <w:r w:rsidRPr="00936E65">
                                <w:t>Sort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340287D0" id="_x0000_s1035" style="position:absolute;left:0;text-align:left;margin-left:-.1pt;margin-top:100.35pt;width:199.8pt;height:204.95pt;z-index:251746304" coordorigin="-9812,3429" coordsize="25403,260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">
                <v:shape id="Grafik 30" o:spid="_x0000_s1036" type="#_x0000_t75" style="position:absolute;left:-9812;top:3429;width:25403;height:216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">
                  <v:imagedata r:id="rId15" o:title="" croptop="4941f" cropbottom="2446f" cropleft="2638f" cropright="2074f"/>
                </v:shape>
                <v:shape id="Textfeld 1" o:spid="_x0000_s1037" type="#_x0000_t202" style="position:absolute;left:-9145;top:25415;width:24303;height:40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" stroked="f">
                  <v:textbox style="mso-fit-shape-to-text:t" inset="0,0,0,0">
                    <w:txbxContent>
                      <w:p w14:paraId="0C2373EE" w14:textId="5BEE2EA6" w:rsidR="00D31457" w:rsidRPr="00D0074E" w:rsidRDefault="00D31457" w:rsidP="00D31457">
                        <w:pPr>
                          <w:pStyle w:val="UnterschriftINFSII"/>
                          <w:rPr>
                            <w:noProof/>
                            <w:sz w:val="22"/>
                            <w:szCs w:val="22"/>
                          </w:rPr>
                        </w:pPr>
                        <w:r>
                          <w:t>Abbildung</w:t>
                        </w:r>
                        <w:r w:rsidR="005A7793">
                          <w:t xml:space="preserve"> </w:t>
                        </w:r>
                        <w:fldSimple w:instr=" SEQ Abbildung \* ARABIC ">
                          <w:r w:rsidR="00F045AD">
                            <w:rPr>
                              <w:noProof/>
                            </w:rPr>
                            <w:t>4</w:t>
                          </w:r>
                        </w:fldSimple>
                        <w:r>
                          <w:t>:</w:t>
                        </w:r>
                        <w:r w:rsidRPr="00936E65">
                          <w:t xml:space="preserve"> Struktogramm des </w:t>
                        </w:r>
                        <w:r w:rsidR="004E79ED">
                          <w:t xml:space="preserve">rekursiven </w:t>
                        </w:r>
                        <w:r w:rsidRPr="00936E65">
                          <w:t xml:space="preserve">Sortieralgorithmus </w:t>
                        </w:r>
                        <w:r w:rsidR="004E79ED">
                          <w:t>Merge</w:t>
                        </w:r>
                        <w:r w:rsidRPr="00936E65">
                          <w:t>Sort</w:t>
                        </w:r>
                      </w:p>
                    </w:txbxContent>
                  </v:textbox>
                </v:shape>
                <w10:wrap type="topAndBottom"/>
              </v:group>
            </w:pict>
          </mc:Fallback>
        </mc:AlternateContent>
      </w:r>
      <w:r w:rsidR="00D31457">
        <w:t xml:space="preserve">Begründen Sie, dass die Laufzeit für das Zusammenfügen der Elemente auf jeder Rekursionsebene </w:t>
      </w:r>
      <w:r w:rsidR="004C70EF">
        <w:t xml:space="preserve">mit der Hilfsoperation </w:t>
      </w:r>
      <w:proofErr w:type="spellStart"/>
      <w:r w:rsidR="004C70EF" w:rsidRPr="004C70EF">
        <w:rPr>
          <w:rFonts w:ascii="Courier New" w:hAnsi="Courier New" w:cs="Courier New"/>
        </w:rPr>
        <w:t>merge</w:t>
      </w:r>
      <w:proofErr w:type="spellEnd"/>
      <w:r w:rsidR="004C70EF">
        <w:t xml:space="preserve"> </w:t>
      </w:r>
      <w:r w:rsidR="004E79ED">
        <w:t>linear abhängig von der Gesamtanzahl</w:t>
      </w:r>
      <w:r w:rsidR="004C70EF">
        <w:t xml:space="preserve"> </w:t>
      </w:r>
      <w:r w:rsidR="004C70EF" w:rsidRPr="004C70EF">
        <w:rPr>
          <w:i/>
          <w:iCs/>
        </w:rPr>
        <w:t>n</w:t>
      </w:r>
      <w:r w:rsidR="004E79ED">
        <w:t xml:space="preserve"> der </w:t>
      </w:r>
      <w:proofErr w:type="gramStart"/>
      <w:r w:rsidR="004E79ED">
        <w:t>zu</w:t>
      </w:r>
      <w:r w:rsidR="004C70EF">
        <w:t xml:space="preserve"> </w:t>
      </w:r>
      <w:r w:rsidR="004E79ED">
        <w:t>sortierenden Elemente</w:t>
      </w:r>
      <w:proofErr w:type="gramEnd"/>
      <w:r w:rsidR="004E79ED">
        <w:t xml:space="preserve"> ist.</w:t>
      </w:r>
    </w:p>
    <w:p w14:paraId="1DB50353" w14:textId="268EE4C5" w:rsidR="0081760F" w:rsidRPr="0081760F" w:rsidRDefault="004E79ED" w:rsidP="00D31457">
      <w:pPr>
        <w:pStyle w:val="Listenabsatz"/>
        <w:numPr>
          <w:ilvl w:val="0"/>
          <w:numId w:val="35"/>
        </w:numPr>
      </w:pPr>
      <w:r>
        <w:t>Bestimmen Sie auf Basis Ihrer Überlegungen zu b) und c) die Komplexitätsklasse für die Laufzeit des Algorithmus</w:t>
      </w:r>
      <w:r w:rsidR="004C70EF">
        <w:t xml:space="preserve"> </w:t>
      </w:r>
      <w:proofErr w:type="spellStart"/>
      <w:r w:rsidR="004C70EF" w:rsidRPr="00F80994">
        <w:rPr>
          <w:i/>
          <w:iCs/>
        </w:rPr>
        <w:t>MergeSort</w:t>
      </w:r>
      <w:proofErr w:type="spellEnd"/>
      <w:r>
        <w:t>.</w:t>
      </w:r>
      <w:r w:rsidR="0081760F" w:rsidRPr="0081760F">
        <w:rPr>
          <w:color w:val="4472C4" w:themeColor="accent1"/>
        </w:rPr>
        <w:t xml:space="preserve"> </w:t>
      </w:r>
    </w:p>
    <w:p w14:paraId="0FBD5267" w14:textId="6213C9FE" w:rsidR="00F630BE" w:rsidRDefault="00F630BE" w:rsidP="00F630BE">
      <w:pPr>
        <w:pStyle w:val="Listenabsatz"/>
        <w:ind w:left="360"/>
        <w:rPr>
          <w:color w:val="4472C4" w:themeColor="accent1"/>
        </w:rPr>
      </w:pPr>
      <w:r>
        <w:rPr>
          <w:noProof/>
          <w:color w:val="4472C4" w:themeColor="accent1"/>
        </w:rPr>
        <mc:AlternateContent>
          <mc:Choice Requires="wpg">
            <w:drawing>
              <wp:anchor distT="0" distB="0" distL="114300" distR="114300" simplePos="0" relativeHeight="251747328" behindDoc="0" locked="0" layoutInCell="1" allowOverlap="1" wp14:anchorId="45F963E4" wp14:editId="249DBF22">
                <wp:simplePos x="0" y="0"/>
                <wp:positionH relativeFrom="column">
                  <wp:posOffset>2690495</wp:posOffset>
                </wp:positionH>
                <wp:positionV relativeFrom="paragraph">
                  <wp:posOffset>240665</wp:posOffset>
                </wp:positionV>
                <wp:extent cx="3080385" cy="4005580"/>
                <wp:effectExtent l="0" t="0" r="5715" b="0"/>
                <wp:wrapTopAndBottom/>
                <wp:docPr id="2096931107" name="Gruppieren 33"/>
                <wp:cNvGraphicFramePr/>
                <a:graphic xmlns:a="http://schemas.openxmlformats.org/drawingml/2006/main">
                  <a:graphicData uri="http://schemas.microsoft.com/office/word/2010/wordprocessingGroup">
                    <wpg:wgp>
                      <wpg:cNvGrpSpPr/>
                      <wpg:grpSpPr>
                        <a:xfrm>
                          <a:off x="0" y="0"/>
                          <a:ext cx="3080385" cy="4005580"/>
                          <a:chOff x="-38116" y="-47624"/>
                          <a:chExt cx="3081588" cy="4006214"/>
                        </a:xfrm>
                      </wpg:grpSpPr>
                      <pic:pic xmlns:pic="http://schemas.openxmlformats.org/drawingml/2006/picture">
                        <pic:nvPicPr>
                          <pic:cNvPr id="221968195" name="Grafik 32"/>
                          <pic:cNvPicPr>
                            <a:picLocks noChangeAspect="1"/>
                          </pic:cNvPicPr>
                        </pic:nvPicPr>
                        <pic:blipFill rotWithShape="1">
                          <a:blip r:embed="rId16">
                            <a:extLst>
                              <a:ext uri="{28A0092B-C50C-407E-A947-70E740481C1C}">
                                <a14:useLocalDpi xmlns:a14="http://schemas.microsoft.com/office/drawing/2010/main" val="0"/>
                              </a:ext>
                            </a:extLst>
                          </a:blip>
                          <a:srcRect l="2531" t="3200" r="3346" b="2400"/>
                          <a:stretch>
                            <a:fillRect/>
                          </a:stretch>
                        </pic:blipFill>
                        <pic:spPr bwMode="auto">
                          <a:xfrm>
                            <a:off x="-38116" y="-47624"/>
                            <a:ext cx="3081588" cy="3636000"/>
                          </a:xfrm>
                          <a:prstGeom prst="rect">
                            <a:avLst/>
                          </a:prstGeom>
                          <a:ln>
                            <a:noFill/>
                          </a:ln>
                          <a:extLst>
                            <a:ext uri="{53640926-AAD7-44D8-BBD7-CCE9431645EC}">
                              <a14:shadowObscured xmlns:a14="http://schemas.microsoft.com/office/drawing/2010/main"/>
                            </a:ext>
                          </a:extLst>
                        </pic:spPr>
                      </pic:pic>
                      <wps:wsp>
                        <wps:cNvPr id="1018281259" name="Textfeld 1"/>
                        <wps:cNvSpPr txBox="1"/>
                        <wps:spPr>
                          <a:xfrm>
                            <a:off x="76203" y="3552825"/>
                            <a:ext cx="2771981" cy="405765"/>
                          </a:xfrm>
                          <a:prstGeom prst="rect">
                            <a:avLst/>
                          </a:prstGeom>
                          <a:solidFill>
                            <a:prstClr val="white"/>
                          </a:solidFill>
                          <a:ln>
                            <a:noFill/>
                          </a:ln>
                        </wps:spPr>
                        <wps:txbx>
                          <w:txbxContent>
                            <w:p w14:paraId="378DA8A8" w14:textId="495F16C1" w:rsidR="004C70EF" w:rsidRPr="00F94DC3" w:rsidRDefault="004C70EF" w:rsidP="004C70EF">
                              <w:pPr>
                                <w:pStyle w:val="UnterschriftINFSII"/>
                                <w:rPr>
                                  <w:noProof/>
                                  <w:sz w:val="22"/>
                                  <w:szCs w:val="22"/>
                                </w:rPr>
                              </w:pPr>
                              <w:r>
                                <w:t xml:space="preserve">Abbildung </w:t>
                              </w:r>
                              <w:fldSimple w:instr=" SEQ Abbildung \* ARABIC ">
                                <w:r w:rsidR="00F045AD">
                                  <w:rPr>
                                    <w:noProof/>
                                  </w:rPr>
                                  <w:t>5</w:t>
                                </w:r>
                              </w:fldSimple>
                              <w:r>
                                <w:t xml:space="preserve">: Hilfsoperation </w:t>
                              </w:r>
                              <w:r>
                                <w:t>merge für den Sortieralgorithmus</w:t>
                              </w:r>
                              <w:r>
                                <w:rPr>
                                  <w:noProof/>
                                </w:rPr>
                                <w:t xml:space="preserve"> MergeSort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45F963E4" id="Gruppieren 33" o:spid="_x0000_s1038" style="position:absolute;left:0;text-align:left;margin-left:211.85pt;margin-top:18.95pt;width:242.55pt;height:315.4pt;z-index:251747328" coordorigin="-381,-476" coordsize="30815,400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">
                <v:shape id="Grafik 32" o:spid="_x0000_s1039" type="#_x0000_t75" style="position:absolute;left:-381;top:-476;width:30815;height:363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">
                  <v:imagedata r:id="rId17" o:title="" croptop="2097f" cropbottom="1573f" cropleft="1659f" cropright="2193f"/>
                </v:shape>
                <v:shape id="Textfeld 1" o:spid="_x0000_s1040" type="#_x0000_t202" style="position:absolute;left:762;top:35528;width:27719;height:4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" stroked="f">
                  <v:textbox style="mso-fit-shape-to-text:t" inset="0,0,0,0">
                    <w:txbxContent>
                      <w:p w14:paraId="378DA8A8" w14:textId="495F16C1" w:rsidR="004C70EF" w:rsidRPr="00F94DC3" w:rsidRDefault="004C70EF" w:rsidP="004C70EF">
                        <w:pPr>
                          <w:pStyle w:val="UnterschriftINFSII"/>
                          <w:rPr>
                            <w:noProof/>
                            <w:sz w:val="22"/>
                            <w:szCs w:val="22"/>
                          </w:rPr>
                        </w:pPr>
                        <w:r>
                          <w:t xml:space="preserve">Abbildung </w:t>
                        </w:r>
                        <w:fldSimple w:instr=" SEQ Abbildung \* ARABIC ">
                          <w:r w:rsidR="00F045AD">
                            <w:rPr>
                              <w:noProof/>
                            </w:rPr>
                            <w:t>5</w:t>
                          </w:r>
                        </w:fldSimple>
                        <w:r>
                          <w:t xml:space="preserve">: Hilfsoperation </w:t>
                        </w:r>
                        <w:r>
                          <w:t>merge für den Sortieralgorithmus</w:t>
                        </w:r>
                        <w:r>
                          <w:rPr>
                            <w:noProof/>
                          </w:rPr>
                          <w:t xml:space="preserve"> MergeSort</w:t>
                        </w:r>
                      </w:p>
                    </w:txbxContent>
                  </v:textbox>
                </v:shape>
                <w10:wrap type="topAndBottom"/>
              </v:group>
            </w:pict>
          </mc:Fallback>
        </mc:AlternateContent>
      </w:r>
    </w:p>
    <w:p w14:paraId="6F21B031" w14:textId="77777777" w:rsidR="00F630BE" w:rsidRDefault="00F630BE">
      <w:pPr>
        <w:spacing w:after="160" w:line="259" w:lineRule="auto"/>
        <w:rPr>
          <w:color w:val="4472C4" w:themeColor="accent1"/>
        </w:rPr>
      </w:pPr>
      <w:r>
        <w:rPr>
          <w:color w:val="4472C4" w:themeColor="accent1"/>
        </w:rPr>
        <w:br w:type="page"/>
      </w:r>
    </w:p>
    <w:p w14:paraId="5F7566EB" w14:textId="6D0EE2DA" w:rsidR="004A7590" w:rsidRPr="00F630BE" w:rsidRDefault="004C70EF" w:rsidP="005A7793">
      <w:pPr>
        <w:spacing w:after="0"/>
        <w:rPr>
          <w:b/>
          <w:bCs/>
        </w:rPr>
      </w:pPr>
      <w:r w:rsidRPr="00F630BE">
        <w:rPr>
          <w:b/>
          <w:bCs/>
        </w:rPr>
        <w:lastRenderedPageBreak/>
        <w:t xml:space="preserve">Aufgabe </w:t>
      </w:r>
      <w:r w:rsidR="00F80994" w:rsidRPr="00F630BE">
        <w:rPr>
          <w:b/>
          <w:bCs/>
        </w:rPr>
        <w:t>5</w:t>
      </w:r>
      <w:r w:rsidRPr="00F630BE">
        <w:rPr>
          <w:b/>
          <w:bCs/>
        </w:rPr>
        <w:t xml:space="preserve">: </w:t>
      </w:r>
    </w:p>
    <w:p w14:paraId="2D90CBC9" w14:textId="52295499" w:rsidR="004C70EF" w:rsidRDefault="004C70EF" w:rsidP="004C70EF">
      <w:pPr>
        <w:pStyle w:val="Listenabsatz"/>
        <w:numPr>
          <w:ilvl w:val="0"/>
          <w:numId w:val="36"/>
        </w:numPr>
      </w:pPr>
      <w:r>
        <w:t xml:space="preserve">Stellen Sie Ihre Ergebnisse aus den Aufgaben </w:t>
      </w:r>
      <w:r w:rsidR="00F80994">
        <w:t>1</w:t>
      </w:r>
      <w:r>
        <w:t xml:space="preserve"> bis </w:t>
      </w:r>
      <w:r w:rsidR="00F80994">
        <w:t>4</w:t>
      </w:r>
      <w:r>
        <w:t xml:space="preserve"> in der Tabelle in Abbildung </w:t>
      </w:r>
      <w:r w:rsidR="00F80994">
        <w:t>6</w:t>
      </w:r>
      <w:r>
        <w:t xml:space="preserve"> zusammen.</w:t>
      </w:r>
    </w:p>
    <w:p w14:paraId="13E1D637" w14:textId="42BA7D71" w:rsidR="004C70EF" w:rsidRDefault="004C70EF" w:rsidP="004C70EF">
      <w:pPr>
        <w:pStyle w:val="Listenabsatz"/>
        <w:numPr>
          <w:ilvl w:val="0"/>
          <w:numId w:val="36"/>
        </w:numPr>
      </w:pPr>
      <w:r>
        <w:t>Bei der Auswahl eines Sortieralgorithmus ist manchmal auch von Interesse, ob ein Sortier</w:t>
      </w:r>
      <w:r w:rsidR="00F630BE">
        <w:softHyphen/>
      </w:r>
      <w:r>
        <w:t xml:space="preserve">algorithmus stabil ist. Ein Sortieralgorithmus </w:t>
      </w:r>
      <w:r w:rsidR="0080709D">
        <w:t>heißt</w:t>
      </w:r>
      <w:r>
        <w:t xml:space="preserve"> stabil, wenn die Reihenfolge gleicher Werte beim Sortieren erhalten bleibt. </w:t>
      </w:r>
      <w:r w:rsidR="00A716E7">
        <w:t>Füllen</w:t>
      </w:r>
      <w:r>
        <w:t xml:space="preserve"> Sie </w:t>
      </w:r>
      <w:r w:rsidR="00A716E7">
        <w:t xml:space="preserve">die Spalte </w:t>
      </w:r>
      <w:r w:rsidR="00A716E7" w:rsidRPr="00F80994">
        <w:rPr>
          <w:i/>
          <w:iCs/>
        </w:rPr>
        <w:t>Stabilität</w:t>
      </w:r>
      <w:r w:rsidR="00A716E7">
        <w:t xml:space="preserve"> in Abbildung </w:t>
      </w:r>
      <w:r w:rsidR="00F80994">
        <w:t>6</w:t>
      </w:r>
      <w:r w:rsidR="00A716E7">
        <w:t xml:space="preserve"> entsprechend aus.</w:t>
      </w:r>
    </w:p>
    <w:p w14:paraId="54C31604" w14:textId="6A93975B" w:rsidR="00A716E7" w:rsidRDefault="00A716E7" w:rsidP="00F630BE">
      <w:pPr>
        <w:pStyle w:val="Listenabsatz"/>
        <w:numPr>
          <w:ilvl w:val="0"/>
          <w:numId w:val="36"/>
        </w:numPr>
        <w:spacing w:after="120"/>
        <w:ind w:left="357" w:hanging="357"/>
        <w:contextualSpacing w:val="0"/>
      </w:pPr>
      <w:r>
        <w:t>Ein weiteres Kriterium bei der Auswahl eines Sortieralgorithmus ist der benötigte Speicherplatz. Untersuchen</w:t>
      </w:r>
      <w:r w:rsidR="00F80994">
        <w:t xml:space="preserve"> Sie</w:t>
      </w:r>
      <w:r>
        <w:t>, ob es hier Unterschiede zwischen den Sortieralgorithmen gibt.</w:t>
      </w:r>
    </w:p>
    <w:tbl>
      <w:tblPr>
        <w:tblStyle w:val="Gitternetztabelle4Akzent1"/>
        <w:tblW w:w="8641" w:type="dxa"/>
        <w:tblInd w:w="421" w:type="dxa"/>
        <w:tblLook w:val="04A0" w:firstRow="1" w:lastRow="0" w:firstColumn="1" w:lastColumn="0" w:noHBand="0" w:noVBand="1"/>
      </w:tblPr>
      <w:tblGrid>
        <w:gridCol w:w="1728"/>
        <w:gridCol w:w="1728"/>
        <w:gridCol w:w="1728"/>
        <w:gridCol w:w="1728"/>
        <w:gridCol w:w="1729"/>
      </w:tblGrid>
      <w:tr w:rsidR="00AF35F2" w:rsidRPr="00AF35F2" w14:paraId="4E418B19" w14:textId="77777777" w:rsidTr="0081760F">
        <w:trPr>
          <w:cnfStyle w:val="100000000000" w:firstRow="1" w:lastRow="0" w:firstColumn="0" w:lastColumn="0" w:oddVBand="0" w:evenVBand="0" w:oddHBand="0"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1728" w:type="dxa"/>
            <w:shd w:val="clear" w:color="auto" w:fill="4E6C9E"/>
            <w:vAlign w:val="center"/>
            <w:hideMark/>
          </w:tcPr>
          <w:p w14:paraId="0987C8EA" w14:textId="77777777" w:rsidR="00AF35F2" w:rsidRPr="00AF35F2" w:rsidRDefault="00AF35F2" w:rsidP="0081760F">
            <w:pPr>
              <w:pStyle w:val="Listenabsatz"/>
              <w:ind w:left="36"/>
            </w:pPr>
            <w:r w:rsidRPr="00AF35F2">
              <w:t>Algorithmus</w:t>
            </w:r>
          </w:p>
        </w:tc>
        <w:tc>
          <w:tcPr>
            <w:tcW w:w="1728" w:type="dxa"/>
            <w:shd w:val="clear" w:color="auto" w:fill="4E6C9E"/>
            <w:vAlign w:val="center"/>
            <w:hideMark/>
          </w:tcPr>
          <w:p w14:paraId="39336D89" w14:textId="77777777" w:rsidR="00AF35F2" w:rsidRPr="00AF35F2" w:rsidRDefault="00AF35F2" w:rsidP="0081760F">
            <w:pPr>
              <w:pStyle w:val="Listenabsatz"/>
              <w:ind w:left="36"/>
              <w:jc w:val="center"/>
              <w:cnfStyle w:val="100000000000" w:firstRow="1" w:lastRow="0" w:firstColumn="0" w:lastColumn="0" w:oddVBand="0" w:evenVBand="0" w:oddHBand="0" w:evenHBand="0" w:firstRowFirstColumn="0" w:firstRowLastColumn="0" w:lastRowFirstColumn="0" w:lastRowLastColumn="0"/>
            </w:pPr>
            <w:r w:rsidRPr="00AF35F2">
              <w:t>bester Fall</w:t>
            </w:r>
          </w:p>
        </w:tc>
        <w:tc>
          <w:tcPr>
            <w:tcW w:w="1728" w:type="dxa"/>
            <w:shd w:val="clear" w:color="auto" w:fill="4E6C9E"/>
            <w:vAlign w:val="center"/>
            <w:hideMark/>
          </w:tcPr>
          <w:p w14:paraId="04FDE0E9" w14:textId="77777777" w:rsidR="00AF35F2" w:rsidRPr="00AF35F2" w:rsidRDefault="00AF35F2" w:rsidP="0081760F">
            <w:pPr>
              <w:pStyle w:val="Listenabsatz"/>
              <w:ind w:left="36"/>
              <w:jc w:val="center"/>
              <w:cnfStyle w:val="100000000000" w:firstRow="1" w:lastRow="0" w:firstColumn="0" w:lastColumn="0" w:oddVBand="0" w:evenVBand="0" w:oddHBand="0" w:evenHBand="0" w:firstRowFirstColumn="0" w:firstRowLastColumn="0" w:lastRowFirstColumn="0" w:lastRowLastColumn="0"/>
            </w:pPr>
            <w:r w:rsidRPr="00AF35F2">
              <w:t>durchschnitt-</w:t>
            </w:r>
            <w:proofErr w:type="spellStart"/>
            <w:r w:rsidRPr="00AF35F2">
              <w:t>licher</w:t>
            </w:r>
            <w:proofErr w:type="spellEnd"/>
            <w:r w:rsidRPr="00AF35F2">
              <w:t xml:space="preserve"> Fall</w:t>
            </w:r>
          </w:p>
        </w:tc>
        <w:tc>
          <w:tcPr>
            <w:tcW w:w="1728" w:type="dxa"/>
            <w:tcBorders>
              <w:right w:val="single" w:sz="18" w:space="0" w:color="4472C4" w:themeColor="accent1"/>
            </w:tcBorders>
            <w:shd w:val="clear" w:color="auto" w:fill="4E6C9E"/>
            <w:vAlign w:val="center"/>
            <w:hideMark/>
          </w:tcPr>
          <w:p w14:paraId="1AAA10B5" w14:textId="77777777" w:rsidR="00AF35F2" w:rsidRPr="00AF35F2" w:rsidRDefault="00AF35F2" w:rsidP="0081760F">
            <w:pPr>
              <w:pStyle w:val="Listenabsatz"/>
              <w:ind w:left="36"/>
              <w:jc w:val="center"/>
              <w:cnfStyle w:val="100000000000" w:firstRow="1" w:lastRow="0" w:firstColumn="0" w:lastColumn="0" w:oddVBand="0" w:evenVBand="0" w:oddHBand="0" w:evenHBand="0" w:firstRowFirstColumn="0" w:firstRowLastColumn="0" w:lastRowFirstColumn="0" w:lastRowLastColumn="0"/>
            </w:pPr>
            <w:r w:rsidRPr="00AF35F2">
              <w:t>schlechtester Fall</w:t>
            </w:r>
          </w:p>
        </w:tc>
        <w:tc>
          <w:tcPr>
            <w:tcW w:w="1729" w:type="dxa"/>
            <w:tcBorders>
              <w:left w:val="single" w:sz="18" w:space="0" w:color="4472C4" w:themeColor="accent1"/>
            </w:tcBorders>
            <w:shd w:val="clear" w:color="auto" w:fill="4E6C9E"/>
            <w:vAlign w:val="center"/>
            <w:hideMark/>
          </w:tcPr>
          <w:p w14:paraId="094F9CDD" w14:textId="77777777" w:rsidR="00AF35F2" w:rsidRPr="00AF35F2" w:rsidRDefault="00AF35F2" w:rsidP="0081760F">
            <w:pPr>
              <w:pStyle w:val="Listenabsatz"/>
              <w:ind w:left="36"/>
              <w:jc w:val="center"/>
              <w:cnfStyle w:val="100000000000" w:firstRow="1" w:lastRow="0" w:firstColumn="0" w:lastColumn="0" w:oddVBand="0" w:evenVBand="0" w:oddHBand="0" w:evenHBand="0" w:firstRowFirstColumn="0" w:firstRowLastColumn="0" w:lastRowFirstColumn="0" w:lastRowLastColumn="0"/>
            </w:pPr>
            <w:r w:rsidRPr="00AF35F2">
              <w:t>Stabilität</w:t>
            </w:r>
          </w:p>
        </w:tc>
      </w:tr>
      <w:tr w:rsidR="00AF35F2" w:rsidRPr="00AF35F2" w14:paraId="31B02F90" w14:textId="77777777" w:rsidTr="00F630BE">
        <w:trPr>
          <w:cnfStyle w:val="000000100000" w:firstRow="0" w:lastRow="0" w:firstColumn="0" w:lastColumn="0" w:oddVBand="0" w:evenVBand="0" w:oddHBand="1"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1728" w:type="dxa"/>
            <w:vAlign w:val="center"/>
            <w:hideMark/>
          </w:tcPr>
          <w:p w14:paraId="43821C7E" w14:textId="77777777" w:rsidR="00AF35F2" w:rsidRPr="00AF35F2" w:rsidRDefault="00AF35F2" w:rsidP="0081760F">
            <w:pPr>
              <w:pStyle w:val="Listenabsatz"/>
              <w:ind w:left="36"/>
            </w:pPr>
            <w:bookmarkStart w:id="4" w:name="_Hlk201571821"/>
            <w:proofErr w:type="spellStart"/>
            <w:r w:rsidRPr="00AF35F2">
              <w:t>SelectionSort</w:t>
            </w:r>
            <w:proofErr w:type="spellEnd"/>
          </w:p>
        </w:tc>
        <w:tc>
          <w:tcPr>
            <w:tcW w:w="1728" w:type="dxa"/>
            <w:vAlign w:val="center"/>
          </w:tcPr>
          <w:p w14:paraId="718BE284" w14:textId="75E901E9" w:rsidR="00AF35F2" w:rsidRPr="0080709D" w:rsidRDefault="00AF35F2" w:rsidP="00AF35F2">
            <w:pPr>
              <w:pStyle w:val="Listenabsatz"/>
              <w:ind w:left="36"/>
              <w:jc w:val="center"/>
              <w:cnfStyle w:val="000000100000" w:firstRow="0" w:lastRow="0" w:firstColumn="0" w:lastColumn="0" w:oddVBand="0" w:evenVBand="0" w:oddHBand="1" w:evenHBand="0" w:firstRowFirstColumn="0" w:firstRowLastColumn="0" w:lastRowFirstColumn="0" w:lastRowLastColumn="0"/>
              <w:rPr>
                <w:color w:val="4472C4" w:themeColor="accent1"/>
              </w:rPr>
            </w:pPr>
          </w:p>
        </w:tc>
        <w:tc>
          <w:tcPr>
            <w:tcW w:w="1728" w:type="dxa"/>
            <w:vAlign w:val="center"/>
          </w:tcPr>
          <w:p w14:paraId="1E7DCC81" w14:textId="789B3910" w:rsidR="00AF35F2" w:rsidRPr="0080709D" w:rsidRDefault="00AF35F2" w:rsidP="00AF35F2">
            <w:pPr>
              <w:pStyle w:val="Listenabsatz"/>
              <w:ind w:left="36"/>
              <w:jc w:val="center"/>
              <w:cnfStyle w:val="000000100000" w:firstRow="0" w:lastRow="0" w:firstColumn="0" w:lastColumn="0" w:oddVBand="0" w:evenVBand="0" w:oddHBand="1" w:evenHBand="0" w:firstRowFirstColumn="0" w:firstRowLastColumn="0" w:lastRowFirstColumn="0" w:lastRowLastColumn="0"/>
              <w:rPr>
                <w:color w:val="4472C4" w:themeColor="accent1"/>
              </w:rPr>
            </w:pPr>
          </w:p>
        </w:tc>
        <w:tc>
          <w:tcPr>
            <w:tcW w:w="1728" w:type="dxa"/>
            <w:tcBorders>
              <w:right w:val="single" w:sz="18" w:space="0" w:color="4472C4" w:themeColor="accent1"/>
            </w:tcBorders>
            <w:vAlign w:val="center"/>
          </w:tcPr>
          <w:p w14:paraId="5B1B2FBA" w14:textId="66698188" w:rsidR="00AF35F2" w:rsidRPr="0080709D" w:rsidRDefault="00AF35F2" w:rsidP="00AF35F2">
            <w:pPr>
              <w:pStyle w:val="Listenabsatz"/>
              <w:ind w:left="36"/>
              <w:jc w:val="center"/>
              <w:cnfStyle w:val="000000100000" w:firstRow="0" w:lastRow="0" w:firstColumn="0" w:lastColumn="0" w:oddVBand="0" w:evenVBand="0" w:oddHBand="1" w:evenHBand="0" w:firstRowFirstColumn="0" w:firstRowLastColumn="0" w:lastRowFirstColumn="0" w:lastRowLastColumn="0"/>
              <w:rPr>
                <w:color w:val="4472C4" w:themeColor="accent1"/>
              </w:rPr>
            </w:pPr>
          </w:p>
        </w:tc>
        <w:tc>
          <w:tcPr>
            <w:tcW w:w="1729" w:type="dxa"/>
            <w:tcBorders>
              <w:left w:val="single" w:sz="18" w:space="0" w:color="4472C4" w:themeColor="accent1"/>
            </w:tcBorders>
            <w:vAlign w:val="center"/>
          </w:tcPr>
          <w:p w14:paraId="3D02DB9F" w14:textId="049F1807" w:rsidR="00AF35F2" w:rsidRPr="0080709D" w:rsidRDefault="00AF35F2" w:rsidP="00AF35F2">
            <w:pPr>
              <w:pStyle w:val="Listenabsatz"/>
              <w:ind w:left="36"/>
              <w:jc w:val="center"/>
              <w:cnfStyle w:val="000000100000" w:firstRow="0" w:lastRow="0" w:firstColumn="0" w:lastColumn="0" w:oddVBand="0" w:evenVBand="0" w:oddHBand="1" w:evenHBand="0" w:firstRowFirstColumn="0" w:firstRowLastColumn="0" w:lastRowFirstColumn="0" w:lastRowLastColumn="0"/>
              <w:rPr>
                <w:color w:val="4472C4" w:themeColor="accent1"/>
              </w:rPr>
            </w:pPr>
          </w:p>
        </w:tc>
      </w:tr>
      <w:tr w:rsidR="00AF35F2" w:rsidRPr="00AF35F2" w14:paraId="25ED6A6B" w14:textId="77777777" w:rsidTr="00F630BE">
        <w:trPr>
          <w:trHeight w:val="584"/>
        </w:trPr>
        <w:tc>
          <w:tcPr>
            <w:cnfStyle w:val="001000000000" w:firstRow="0" w:lastRow="0" w:firstColumn="1" w:lastColumn="0" w:oddVBand="0" w:evenVBand="0" w:oddHBand="0" w:evenHBand="0" w:firstRowFirstColumn="0" w:firstRowLastColumn="0" w:lastRowFirstColumn="0" w:lastRowLastColumn="0"/>
            <w:tcW w:w="1728" w:type="dxa"/>
            <w:vAlign w:val="center"/>
            <w:hideMark/>
          </w:tcPr>
          <w:p w14:paraId="30B78D50" w14:textId="77777777" w:rsidR="00AF35F2" w:rsidRPr="00AF35F2" w:rsidRDefault="00AF35F2" w:rsidP="0081760F">
            <w:pPr>
              <w:pStyle w:val="Listenabsatz"/>
              <w:ind w:left="36"/>
            </w:pPr>
            <w:proofErr w:type="spellStart"/>
            <w:r w:rsidRPr="00AF35F2">
              <w:t>BubbleSort</w:t>
            </w:r>
            <w:proofErr w:type="spellEnd"/>
          </w:p>
        </w:tc>
        <w:tc>
          <w:tcPr>
            <w:tcW w:w="1728" w:type="dxa"/>
            <w:vAlign w:val="center"/>
          </w:tcPr>
          <w:p w14:paraId="0CB4F0A9" w14:textId="31CE8E64" w:rsidR="00AF35F2" w:rsidRPr="0080709D" w:rsidRDefault="00AF35F2" w:rsidP="00AF35F2">
            <w:pPr>
              <w:pStyle w:val="Listenabsatz"/>
              <w:ind w:left="36"/>
              <w:jc w:val="center"/>
              <w:cnfStyle w:val="000000000000" w:firstRow="0" w:lastRow="0" w:firstColumn="0" w:lastColumn="0" w:oddVBand="0" w:evenVBand="0" w:oddHBand="0" w:evenHBand="0" w:firstRowFirstColumn="0" w:firstRowLastColumn="0" w:lastRowFirstColumn="0" w:lastRowLastColumn="0"/>
              <w:rPr>
                <w:color w:val="4472C4" w:themeColor="accent1"/>
              </w:rPr>
            </w:pPr>
          </w:p>
        </w:tc>
        <w:tc>
          <w:tcPr>
            <w:tcW w:w="1728" w:type="dxa"/>
            <w:vAlign w:val="center"/>
          </w:tcPr>
          <w:p w14:paraId="14813886" w14:textId="6447CE9F" w:rsidR="00AF35F2" w:rsidRPr="0080709D" w:rsidRDefault="00AF35F2" w:rsidP="00AF35F2">
            <w:pPr>
              <w:pStyle w:val="Listenabsatz"/>
              <w:ind w:left="36"/>
              <w:jc w:val="center"/>
              <w:cnfStyle w:val="000000000000" w:firstRow="0" w:lastRow="0" w:firstColumn="0" w:lastColumn="0" w:oddVBand="0" w:evenVBand="0" w:oddHBand="0" w:evenHBand="0" w:firstRowFirstColumn="0" w:firstRowLastColumn="0" w:lastRowFirstColumn="0" w:lastRowLastColumn="0"/>
              <w:rPr>
                <w:color w:val="4472C4" w:themeColor="accent1"/>
              </w:rPr>
            </w:pPr>
          </w:p>
        </w:tc>
        <w:tc>
          <w:tcPr>
            <w:tcW w:w="1728" w:type="dxa"/>
            <w:tcBorders>
              <w:right w:val="single" w:sz="18" w:space="0" w:color="4472C4" w:themeColor="accent1"/>
            </w:tcBorders>
            <w:vAlign w:val="center"/>
          </w:tcPr>
          <w:p w14:paraId="3C6217D7" w14:textId="70A425B7" w:rsidR="00AF35F2" w:rsidRPr="0080709D" w:rsidRDefault="00AF35F2" w:rsidP="00AF35F2">
            <w:pPr>
              <w:pStyle w:val="Listenabsatz"/>
              <w:ind w:left="36"/>
              <w:jc w:val="center"/>
              <w:cnfStyle w:val="000000000000" w:firstRow="0" w:lastRow="0" w:firstColumn="0" w:lastColumn="0" w:oddVBand="0" w:evenVBand="0" w:oddHBand="0" w:evenHBand="0" w:firstRowFirstColumn="0" w:firstRowLastColumn="0" w:lastRowFirstColumn="0" w:lastRowLastColumn="0"/>
              <w:rPr>
                <w:color w:val="4472C4" w:themeColor="accent1"/>
              </w:rPr>
            </w:pPr>
          </w:p>
        </w:tc>
        <w:tc>
          <w:tcPr>
            <w:tcW w:w="1729" w:type="dxa"/>
            <w:tcBorders>
              <w:left w:val="single" w:sz="18" w:space="0" w:color="4472C4" w:themeColor="accent1"/>
            </w:tcBorders>
            <w:vAlign w:val="center"/>
          </w:tcPr>
          <w:p w14:paraId="1A395E90" w14:textId="06FB4574" w:rsidR="00AF35F2" w:rsidRPr="0080709D" w:rsidRDefault="00AF35F2" w:rsidP="00AF35F2">
            <w:pPr>
              <w:pStyle w:val="Listenabsatz"/>
              <w:ind w:left="36"/>
              <w:jc w:val="center"/>
              <w:cnfStyle w:val="000000000000" w:firstRow="0" w:lastRow="0" w:firstColumn="0" w:lastColumn="0" w:oddVBand="0" w:evenVBand="0" w:oddHBand="0" w:evenHBand="0" w:firstRowFirstColumn="0" w:firstRowLastColumn="0" w:lastRowFirstColumn="0" w:lastRowLastColumn="0"/>
              <w:rPr>
                <w:color w:val="4472C4" w:themeColor="accent1"/>
              </w:rPr>
            </w:pPr>
          </w:p>
        </w:tc>
      </w:tr>
      <w:tr w:rsidR="00AF35F2" w:rsidRPr="00AF35F2" w14:paraId="22A9AC17" w14:textId="77777777" w:rsidTr="0081760F">
        <w:trPr>
          <w:cnfStyle w:val="000000100000" w:firstRow="0" w:lastRow="0" w:firstColumn="0" w:lastColumn="0" w:oddVBand="0" w:evenVBand="0" w:oddHBand="1"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1728" w:type="dxa"/>
            <w:vAlign w:val="center"/>
          </w:tcPr>
          <w:p w14:paraId="40E0A71C" w14:textId="5D086C76" w:rsidR="00AF35F2" w:rsidRPr="00AF35F2" w:rsidRDefault="00AF35F2" w:rsidP="0081760F">
            <w:pPr>
              <w:pStyle w:val="Listenabsatz"/>
              <w:ind w:left="36"/>
            </w:pPr>
            <w:proofErr w:type="spellStart"/>
            <w:r w:rsidRPr="00AF35F2">
              <w:t>InsertionSort</w:t>
            </w:r>
            <w:proofErr w:type="spellEnd"/>
          </w:p>
        </w:tc>
        <w:tc>
          <w:tcPr>
            <w:tcW w:w="1728" w:type="dxa"/>
            <w:vAlign w:val="center"/>
          </w:tcPr>
          <w:p w14:paraId="0577B631" w14:textId="4B99DA8F" w:rsidR="00AF35F2" w:rsidRPr="0080709D" w:rsidRDefault="00AF35F2" w:rsidP="00AF35F2">
            <w:pPr>
              <w:pStyle w:val="Listenabsatz"/>
              <w:ind w:left="36"/>
              <w:jc w:val="center"/>
              <w:cnfStyle w:val="000000100000" w:firstRow="0" w:lastRow="0" w:firstColumn="0" w:lastColumn="0" w:oddVBand="0" w:evenVBand="0" w:oddHBand="1" w:evenHBand="0" w:firstRowFirstColumn="0" w:firstRowLastColumn="0" w:lastRowFirstColumn="0" w:lastRowLastColumn="0"/>
              <w:rPr>
                <w:color w:val="4472C4" w:themeColor="accent1"/>
              </w:rPr>
            </w:pPr>
          </w:p>
        </w:tc>
        <w:tc>
          <w:tcPr>
            <w:tcW w:w="1728" w:type="dxa"/>
            <w:vAlign w:val="center"/>
          </w:tcPr>
          <w:p w14:paraId="5C95212F" w14:textId="30E13ACF" w:rsidR="00AF35F2" w:rsidRPr="0080709D" w:rsidRDefault="00AF35F2" w:rsidP="00AF35F2">
            <w:pPr>
              <w:pStyle w:val="Listenabsatz"/>
              <w:ind w:left="36"/>
              <w:jc w:val="center"/>
              <w:cnfStyle w:val="000000100000" w:firstRow="0" w:lastRow="0" w:firstColumn="0" w:lastColumn="0" w:oddVBand="0" w:evenVBand="0" w:oddHBand="1" w:evenHBand="0" w:firstRowFirstColumn="0" w:firstRowLastColumn="0" w:lastRowFirstColumn="0" w:lastRowLastColumn="0"/>
              <w:rPr>
                <w:color w:val="4472C4" w:themeColor="accent1"/>
              </w:rPr>
            </w:pPr>
          </w:p>
        </w:tc>
        <w:tc>
          <w:tcPr>
            <w:tcW w:w="1728" w:type="dxa"/>
            <w:tcBorders>
              <w:right w:val="single" w:sz="18" w:space="0" w:color="4472C4" w:themeColor="accent1"/>
            </w:tcBorders>
            <w:vAlign w:val="center"/>
          </w:tcPr>
          <w:p w14:paraId="6026E86E" w14:textId="21A4230C" w:rsidR="00AF35F2" w:rsidRPr="0080709D" w:rsidRDefault="00AF35F2" w:rsidP="00AF35F2">
            <w:pPr>
              <w:pStyle w:val="Listenabsatz"/>
              <w:ind w:left="36"/>
              <w:jc w:val="center"/>
              <w:cnfStyle w:val="000000100000" w:firstRow="0" w:lastRow="0" w:firstColumn="0" w:lastColumn="0" w:oddVBand="0" w:evenVBand="0" w:oddHBand="1" w:evenHBand="0" w:firstRowFirstColumn="0" w:firstRowLastColumn="0" w:lastRowFirstColumn="0" w:lastRowLastColumn="0"/>
              <w:rPr>
                <w:color w:val="4472C4" w:themeColor="accent1"/>
              </w:rPr>
            </w:pPr>
          </w:p>
        </w:tc>
        <w:tc>
          <w:tcPr>
            <w:tcW w:w="1729" w:type="dxa"/>
            <w:tcBorders>
              <w:left w:val="single" w:sz="18" w:space="0" w:color="4472C4" w:themeColor="accent1"/>
            </w:tcBorders>
            <w:vAlign w:val="center"/>
          </w:tcPr>
          <w:p w14:paraId="4FAFB46D" w14:textId="5C3969FE" w:rsidR="00AF35F2" w:rsidRPr="0080709D" w:rsidRDefault="00AF35F2" w:rsidP="00AF35F2">
            <w:pPr>
              <w:pStyle w:val="Listenabsatz"/>
              <w:ind w:left="36"/>
              <w:jc w:val="center"/>
              <w:cnfStyle w:val="000000100000" w:firstRow="0" w:lastRow="0" w:firstColumn="0" w:lastColumn="0" w:oddVBand="0" w:evenVBand="0" w:oddHBand="1" w:evenHBand="0" w:firstRowFirstColumn="0" w:firstRowLastColumn="0" w:lastRowFirstColumn="0" w:lastRowLastColumn="0"/>
              <w:rPr>
                <w:color w:val="4472C4" w:themeColor="accent1"/>
              </w:rPr>
            </w:pPr>
          </w:p>
        </w:tc>
      </w:tr>
      <w:tr w:rsidR="00AF35F2" w:rsidRPr="00AF35F2" w14:paraId="2888D9C4" w14:textId="77777777" w:rsidTr="00F630BE">
        <w:trPr>
          <w:trHeight w:val="584"/>
        </w:trPr>
        <w:tc>
          <w:tcPr>
            <w:cnfStyle w:val="001000000000" w:firstRow="0" w:lastRow="0" w:firstColumn="1" w:lastColumn="0" w:oddVBand="0" w:evenVBand="0" w:oddHBand="0" w:evenHBand="0" w:firstRowFirstColumn="0" w:firstRowLastColumn="0" w:lastRowFirstColumn="0" w:lastRowLastColumn="0"/>
            <w:tcW w:w="1728" w:type="dxa"/>
            <w:vAlign w:val="center"/>
            <w:hideMark/>
          </w:tcPr>
          <w:p w14:paraId="201855E0" w14:textId="77777777" w:rsidR="00AF35F2" w:rsidRPr="00AF35F2" w:rsidRDefault="00AF35F2" w:rsidP="0081760F">
            <w:pPr>
              <w:pStyle w:val="Listenabsatz"/>
              <w:ind w:left="36"/>
            </w:pPr>
            <w:proofErr w:type="spellStart"/>
            <w:r w:rsidRPr="00AF35F2">
              <w:t>MergeSort</w:t>
            </w:r>
            <w:proofErr w:type="spellEnd"/>
          </w:p>
        </w:tc>
        <w:tc>
          <w:tcPr>
            <w:tcW w:w="1728" w:type="dxa"/>
            <w:vAlign w:val="center"/>
          </w:tcPr>
          <w:p w14:paraId="60A34565" w14:textId="52DB603C" w:rsidR="00AF35F2" w:rsidRPr="0080709D" w:rsidRDefault="00AF35F2" w:rsidP="00AF35F2">
            <w:pPr>
              <w:pStyle w:val="Listenabsatz"/>
              <w:ind w:left="36"/>
              <w:jc w:val="center"/>
              <w:cnfStyle w:val="000000000000" w:firstRow="0" w:lastRow="0" w:firstColumn="0" w:lastColumn="0" w:oddVBand="0" w:evenVBand="0" w:oddHBand="0" w:evenHBand="0" w:firstRowFirstColumn="0" w:firstRowLastColumn="0" w:lastRowFirstColumn="0" w:lastRowLastColumn="0"/>
              <w:rPr>
                <w:color w:val="4472C4" w:themeColor="accent1"/>
              </w:rPr>
            </w:pPr>
          </w:p>
        </w:tc>
        <w:tc>
          <w:tcPr>
            <w:tcW w:w="1728" w:type="dxa"/>
            <w:vAlign w:val="center"/>
          </w:tcPr>
          <w:p w14:paraId="72AA176B" w14:textId="3794645F" w:rsidR="00AF35F2" w:rsidRPr="0080709D" w:rsidRDefault="00AF35F2" w:rsidP="00AF35F2">
            <w:pPr>
              <w:pStyle w:val="Listenabsatz"/>
              <w:ind w:left="36"/>
              <w:jc w:val="center"/>
              <w:cnfStyle w:val="000000000000" w:firstRow="0" w:lastRow="0" w:firstColumn="0" w:lastColumn="0" w:oddVBand="0" w:evenVBand="0" w:oddHBand="0" w:evenHBand="0" w:firstRowFirstColumn="0" w:firstRowLastColumn="0" w:lastRowFirstColumn="0" w:lastRowLastColumn="0"/>
              <w:rPr>
                <w:color w:val="4472C4" w:themeColor="accent1"/>
              </w:rPr>
            </w:pPr>
          </w:p>
        </w:tc>
        <w:tc>
          <w:tcPr>
            <w:tcW w:w="1728" w:type="dxa"/>
            <w:tcBorders>
              <w:right w:val="single" w:sz="18" w:space="0" w:color="4472C4" w:themeColor="accent1"/>
            </w:tcBorders>
            <w:vAlign w:val="center"/>
          </w:tcPr>
          <w:p w14:paraId="02515B03" w14:textId="179483E3" w:rsidR="00AF35F2" w:rsidRPr="0080709D" w:rsidRDefault="00AF35F2" w:rsidP="00AF35F2">
            <w:pPr>
              <w:pStyle w:val="Listenabsatz"/>
              <w:ind w:left="36"/>
              <w:jc w:val="center"/>
              <w:cnfStyle w:val="000000000000" w:firstRow="0" w:lastRow="0" w:firstColumn="0" w:lastColumn="0" w:oddVBand="0" w:evenVBand="0" w:oddHBand="0" w:evenHBand="0" w:firstRowFirstColumn="0" w:firstRowLastColumn="0" w:lastRowFirstColumn="0" w:lastRowLastColumn="0"/>
              <w:rPr>
                <w:color w:val="4472C4" w:themeColor="accent1"/>
              </w:rPr>
            </w:pPr>
          </w:p>
        </w:tc>
        <w:tc>
          <w:tcPr>
            <w:tcW w:w="1729" w:type="dxa"/>
            <w:tcBorders>
              <w:left w:val="single" w:sz="18" w:space="0" w:color="4472C4" w:themeColor="accent1"/>
            </w:tcBorders>
            <w:vAlign w:val="center"/>
          </w:tcPr>
          <w:p w14:paraId="061D2E60" w14:textId="6ED90B54" w:rsidR="00AF35F2" w:rsidRPr="0080709D" w:rsidRDefault="00AF35F2" w:rsidP="00AF35F2">
            <w:pPr>
              <w:pStyle w:val="Listenabsatz"/>
              <w:keepNext/>
              <w:ind w:left="36"/>
              <w:jc w:val="center"/>
              <w:cnfStyle w:val="000000000000" w:firstRow="0" w:lastRow="0" w:firstColumn="0" w:lastColumn="0" w:oddVBand="0" w:evenVBand="0" w:oddHBand="0" w:evenHBand="0" w:firstRowFirstColumn="0" w:firstRowLastColumn="0" w:lastRowFirstColumn="0" w:lastRowLastColumn="0"/>
              <w:rPr>
                <w:color w:val="4472C4" w:themeColor="accent1"/>
              </w:rPr>
            </w:pPr>
          </w:p>
        </w:tc>
      </w:tr>
    </w:tbl>
    <w:bookmarkEnd w:id="4"/>
    <w:p w14:paraId="47F6A9A0" w14:textId="1FBAD1B9" w:rsidR="00AF35F2" w:rsidRDefault="00AF35F2" w:rsidP="00AF35F2">
      <w:pPr>
        <w:pStyle w:val="UnterschriftINFSII"/>
        <w:ind w:left="426"/>
      </w:pPr>
      <w:r>
        <w:t xml:space="preserve">Abbildung </w:t>
      </w:r>
      <w:fldSimple w:instr=" SEQ Abbildung \* ARABIC ">
        <w:r w:rsidR="00F045AD">
          <w:rPr>
            <w:noProof/>
          </w:rPr>
          <w:t>6</w:t>
        </w:r>
      </w:fldSimple>
      <w:r>
        <w:t>: Zusammenfassung der Ergebnisse</w:t>
      </w:r>
    </w:p>
    <w:p w14:paraId="72BB5818" w14:textId="55A3A84C" w:rsidR="004C70EF" w:rsidRDefault="00A716E7" w:rsidP="00F630BE">
      <w:pPr>
        <w:spacing w:after="0" w:line="259" w:lineRule="auto"/>
      </w:pPr>
      <w:r w:rsidRPr="00A716E7">
        <w:rPr>
          <w:b/>
          <w:bCs/>
        </w:rPr>
        <w:t xml:space="preserve">Aufgabe </w:t>
      </w:r>
      <w:r w:rsidR="00F80994">
        <w:rPr>
          <w:b/>
          <w:bCs/>
        </w:rPr>
        <w:t>6</w:t>
      </w:r>
      <w:r w:rsidRPr="00A716E7">
        <w:rPr>
          <w:b/>
          <w:bCs/>
        </w:rPr>
        <w:t>:</w:t>
      </w:r>
      <w:r>
        <w:t xml:space="preserve"> Entscheiden Sie für die folgenden Fälle jeweils begründet, welchen Sortieralgorithmus Sie verwenden würden.</w:t>
      </w:r>
    </w:p>
    <w:p w14:paraId="648E5881" w14:textId="146EC504" w:rsidR="00A716E7" w:rsidRDefault="00D65379" w:rsidP="00D65379">
      <w:pPr>
        <w:pStyle w:val="Listenabsatz"/>
        <w:numPr>
          <w:ilvl w:val="0"/>
          <w:numId w:val="37"/>
        </w:numPr>
      </w:pPr>
      <w:r>
        <w:t>Ein Sportler erfasst jeden Tag, wie weit er bei 20 Trainingssprüngen gesprungen ist. Am Ende der Trainingseinheit sollen die Sprungweiten sortiert vom besten bis zum schlechtesten Sprung angezeigt werden.</w:t>
      </w:r>
    </w:p>
    <w:p w14:paraId="26A0F09B" w14:textId="4793EB87" w:rsidR="00D65379" w:rsidRDefault="00D65379" w:rsidP="00D65379">
      <w:pPr>
        <w:pStyle w:val="Listenabsatz"/>
        <w:numPr>
          <w:ilvl w:val="0"/>
          <w:numId w:val="37"/>
        </w:numPr>
      </w:pPr>
      <w:r>
        <w:t>Ein kleiner Online-Shop generiert täglich 2 bis 3 neue Kunden. Die Kunden werden zunächst hinten an die Liste aller Kunden angehängt. Am Ende eines Tages wird die Kundenliste aktualisiert, indem sie alphabetisch nach den Namen der Kunden sortiert wird.</w:t>
      </w:r>
    </w:p>
    <w:p w14:paraId="1E17DC65" w14:textId="13319CD7" w:rsidR="00D65379" w:rsidRDefault="00D65379" w:rsidP="00F630BE">
      <w:pPr>
        <w:pStyle w:val="Listenabsatz"/>
        <w:numPr>
          <w:ilvl w:val="0"/>
          <w:numId w:val="37"/>
        </w:numPr>
        <w:spacing w:after="120"/>
      </w:pPr>
      <w:r>
        <w:t>Eine Supermarktkette mit ca. 3 Millionen registrierten Kunden bietet zwei Wochen lang ein Gewinnspiel an. Dabei wird täglich ein Foto mit einem Glas voll Reiskörner, Kaffeebohnen etc. veröffentlicht. Die Kunden können eine Schätzung abgeben, wie viele Reiskörner, Kaffeebohnen etc. sich in dem Behälter befinden. Am Ende eines jeden Spieltages sollen die Schätzungen der Kunden der Größe nach sortiert werden.</w:t>
      </w:r>
    </w:p>
    <w:p w14:paraId="6698D45C" w14:textId="04ACE1DC" w:rsidR="00145650" w:rsidRDefault="00F80994" w:rsidP="00F630BE">
      <w:pPr>
        <w:spacing w:after="0"/>
      </w:pPr>
      <w:r w:rsidRPr="00F80994">
        <w:rPr>
          <w:b/>
          <w:bCs/>
        </w:rPr>
        <w:t>Aufgabe 7</w:t>
      </w:r>
      <w:r w:rsidRPr="00ED57D5">
        <w:t xml:space="preserve">: </w:t>
      </w:r>
      <w:r w:rsidR="0035676B" w:rsidRPr="00ED57D5">
        <w:t xml:space="preserve">In den Aufgaben 1 bis 5 wurde die Laufzeit der verschiedenen Sortieralgorithmen klassifiziert und aufgrund dieser Einordnung verglichen. In dieser Aufgabe soll die Laufzeit </w:t>
      </w:r>
      <w:r w:rsidR="008A50D5">
        <w:t>der verschiedenen</w:t>
      </w:r>
      <w:r w:rsidR="0035676B" w:rsidRPr="00ED57D5">
        <w:t xml:space="preserve"> Sortieralgorithm</w:t>
      </w:r>
      <w:r w:rsidR="008A50D5">
        <w:t>en</w:t>
      </w:r>
      <w:r w:rsidR="0035676B" w:rsidRPr="00ED57D5">
        <w:t xml:space="preserve"> einmal konkret gemessen werden. Beachten Sie dabei, dass der gemessene Wert</w:t>
      </w:r>
      <w:r w:rsidR="008A50D5">
        <w:t xml:space="preserve"> </w:t>
      </w:r>
      <w:r w:rsidR="0035676B" w:rsidRPr="00ED57D5">
        <w:t>nur exemplarisch ist und von verschiedenen Faktoren wie z. B. dem verwendeten</w:t>
      </w:r>
      <w:r w:rsidR="008B63DB" w:rsidRPr="00ED57D5">
        <w:t xml:space="preserve"> </w:t>
      </w:r>
      <w:r w:rsidR="008B63DB" w:rsidRPr="008B63DB">
        <w:t>Rechner, der konkreten Implementierung usw. abhängt</w:t>
      </w:r>
      <w:r w:rsidR="008A50D5">
        <w:t>.</w:t>
      </w:r>
      <w:r w:rsidR="008B63DB" w:rsidRPr="008B63DB">
        <w:t xml:space="preserve"> </w:t>
      </w:r>
    </w:p>
    <w:p w14:paraId="21395981" w14:textId="1FF3F343" w:rsidR="00145650" w:rsidRPr="00303299" w:rsidRDefault="00145650" w:rsidP="00145650">
      <w:pPr>
        <w:pStyle w:val="Listenabsatz"/>
        <w:numPr>
          <w:ilvl w:val="0"/>
          <w:numId w:val="42"/>
        </w:numPr>
        <w:ind w:left="360"/>
        <w:rPr>
          <w:b/>
          <w:bCs/>
        </w:rPr>
      </w:pPr>
      <w:r>
        <w:t>Analysieren Sie die Processing-</w:t>
      </w:r>
      <w:r w:rsidR="008B63DB" w:rsidRPr="008B63DB">
        <w:t>Vorlage</w:t>
      </w:r>
      <w:r>
        <w:t xml:space="preserve"> </w:t>
      </w:r>
      <w:r w:rsidR="008A50D5" w:rsidRPr="008A50D5">
        <w:rPr>
          <w:i/>
          <w:iCs/>
        </w:rPr>
        <w:t>Aufgabe7_Sortierverfahren</w:t>
      </w:r>
      <w:r>
        <w:t xml:space="preserve">. Ergänzen Sie </w:t>
      </w:r>
      <w:r w:rsidR="008B63DB" w:rsidRPr="008B63DB">
        <w:t xml:space="preserve">eine Implementierung </w:t>
      </w:r>
      <w:r w:rsidR="0035676B">
        <w:t xml:space="preserve">der </w:t>
      </w:r>
      <w:r w:rsidR="008B63DB" w:rsidRPr="008B63DB">
        <w:t xml:space="preserve">Sortierverfahren </w:t>
      </w:r>
      <w:proofErr w:type="spellStart"/>
      <w:r w:rsidRPr="0035676B">
        <w:rPr>
          <w:i/>
          <w:iCs/>
        </w:rPr>
        <w:t>SelectionSort</w:t>
      </w:r>
      <w:proofErr w:type="spellEnd"/>
      <w:r>
        <w:t xml:space="preserve">, </w:t>
      </w:r>
      <w:proofErr w:type="spellStart"/>
      <w:r w:rsidRPr="0035676B">
        <w:rPr>
          <w:i/>
          <w:iCs/>
        </w:rPr>
        <w:t>BubbleSort</w:t>
      </w:r>
      <w:proofErr w:type="spellEnd"/>
      <w:r>
        <w:t xml:space="preserve">, </w:t>
      </w:r>
      <w:proofErr w:type="spellStart"/>
      <w:r w:rsidRPr="0035676B">
        <w:rPr>
          <w:i/>
          <w:iCs/>
        </w:rPr>
        <w:t>InsertionSort</w:t>
      </w:r>
      <w:proofErr w:type="spellEnd"/>
      <w:r>
        <w:t xml:space="preserve"> und </w:t>
      </w:r>
      <w:proofErr w:type="spellStart"/>
      <w:r w:rsidRPr="0035676B">
        <w:rPr>
          <w:i/>
          <w:iCs/>
        </w:rPr>
        <w:t>MergeSort</w:t>
      </w:r>
      <w:proofErr w:type="spellEnd"/>
      <w:r>
        <w:t>. Teilen Sie die Implementierung der Sortierverfahren unter sich auf.</w:t>
      </w:r>
    </w:p>
    <w:p w14:paraId="127D64F1" w14:textId="3C4B9F0F" w:rsidR="00145650" w:rsidRPr="00303299" w:rsidRDefault="00145650" w:rsidP="00145650">
      <w:pPr>
        <w:pStyle w:val="Listenabsatz"/>
        <w:numPr>
          <w:ilvl w:val="0"/>
          <w:numId w:val="42"/>
        </w:numPr>
        <w:ind w:left="360"/>
        <w:rPr>
          <w:b/>
          <w:bCs/>
        </w:rPr>
      </w:pPr>
      <w:r>
        <w:t>Verwenden Sie Ihr Programm aus a)</w:t>
      </w:r>
      <w:r w:rsidR="005A7793">
        <w:t>,</w:t>
      </w:r>
      <w:r>
        <w:t xml:space="preserve"> um die Tabellen in Abbildung 7 mit Messwerten zu füllen. Sie können dabei arbeitsteilig vorgehen. Diskutieren Sie zunächst, welche Arbeitsaufteilung in der Gruppe sinnvoll ist und welche Absprachen vorher ggf. getroffen werden sollten.</w:t>
      </w:r>
    </w:p>
    <w:p w14:paraId="7C81D948" w14:textId="77777777" w:rsidR="00145650" w:rsidRPr="00815F47" w:rsidRDefault="00145650" w:rsidP="00F630BE">
      <w:pPr>
        <w:pStyle w:val="Listenabsatz"/>
        <w:numPr>
          <w:ilvl w:val="0"/>
          <w:numId w:val="42"/>
        </w:numPr>
        <w:spacing w:after="160"/>
        <w:ind w:left="360"/>
        <w:rPr>
          <w:b/>
          <w:bCs/>
        </w:rPr>
      </w:pPr>
      <w:r>
        <w:lastRenderedPageBreak/>
        <w:t>Interpretieren und erläutern Sie Ihre Messdaten. Stellen Sie Ihre Messdaten dazu ggf. auch grafisch dar, z. B. mithilfe eines Tabellenkalkulations-Programms.</w:t>
      </w:r>
    </w:p>
    <w:p w14:paraId="7E3360BB" w14:textId="76A25BEF" w:rsidR="00DD1E15" w:rsidRPr="00145650" w:rsidRDefault="00C3090D" w:rsidP="00145650">
      <w:pPr>
        <w:rPr>
          <w:b/>
          <w:bCs/>
        </w:rPr>
      </w:pPr>
      <w:r>
        <w:rPr>
          <w:b/>
          <w:bCs/>
        </w:rPr>
        <w:t>u</w:t>
      </w:r>
      <w:r w:rsidR="00DD1E15" w:rsidRPr="00145650">
        <w:rPr>
          <w:b/>
          <w:bCs/>
        </w:rPr>
        <w:t>nsortierte Reihung:</w:t>
      </w:r>
    </w:p>
    <w:tbl>
      <w:tblPr>
        <w:tblStyle w:val="Gitternetztabelle5dunkelAkzent1"/>
        <w:tblW w:w="9386" w:type="dxa"/>
        <w:tblInd w:w="-5" w:type="dxa"/>
        <w:tblLayout w:type="fixed"/>
        <w:tblCellMar>
          <w:left w:w="57" w:type="dxa"/>
          <w:right w:w="57" w:type="dxa"/>
        </w:tblCellMar>
        <w:tblLook w:val="04A0" w:firstRow="1" w:lastRow="0" w:firstColumn="1" w:lastColumn="0" w:noHBand="0" w:noVBand="1"/>
      </w:tblPr>
      <w:tblGrid>
        <w:gridCol w:w="1247"/>
        <w:gridCol w:w="1162"/>
        <w:gridCol w:w="1163"/>
        <w:gridCol w:w="1163"/>
        <w:gridCol w:w="1162"/>
        <w:gridCol w:w="1163"/>
        <w:gridCol w:w="1163"/>
        <w:gridCol w:w="1163"/>
      </w:tblGrid>
      <w:tr w:rsidR="00F630BE" w14:paraId="4367D661" w14:textId="77777777" w:rsidTr="00022674">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47" w:type="dxa"/>
            <w:tcBorders>
              <w:right w:val="single" w:sz="4" w:space="0" w:color="FFFFFF" w:themeColor="background1"/>
            </w:tcBorders>
            <w:shd w:val="clear" w:color="auto" w:fill="4E6B9E"/>
            <w:vAlign w:val="center"/>
          </w:tcPr>
          <w:p w14:paraId="0068B045" w14:textId="18950784" w:rsidR="00F630BE" w:rsidRPr="001343B0" w:rsidRDefault="00F630BE" w:rsidP="00F630BE">
            <w:pPr>
              <w:spacing w:after="0"/>
              <w:jc w:val="right"/>
              <w:rPr>
                <w:b w:val="0"/>
                <w:bCs w:val="0"/>
                <w:i/>
                <w:iCs/>
                <w:sz w:val="20"/>
                <w:szCs w:val="20"/>
              </w:rPr>
            </w:pPr>
            <w:r w:rsidRPr="001343B0">
              <w:rPr>
                <w:rFonts w:ascii="Calibri" w:hAnsi="Calibri" w:cs="Calibri"/>
                <w:noProof/>
                <w:sz w:val="20"/>
                <w:szCs w:val="20"/>
              </w:rPr>
              <mc:AlternateContent>
                <mc:Choice Requires="wps">
                  <w:drawing>
                    <wp:anchor distT="0" distB="0" distL="114300" distR="114300" simplePos="0" relativeHeight="251839488" behindDoc="0" locked="0" layoutInCell="1" allowOverlap="1" wp14:anchorId="3D6F01A5" wp14:editId="3D6D0D20">
                      <wp:simplePos x="0" y="0"/>
                      <wp:positionH relativeFrom="column">
                        <wp:posOffset>-27940</wp:posOffset>
                      </wp:positionH>
                      <wp:positionV relativeFrom="paragraph">
                        <wp:posOffset>41275</wp:posOffset>
                      </wp:positionV>
                      <wp:extent cx="742950" cy="171450"/>
                      <wp:effectExtent l="0" t="0" r="19050" b="19050"/>
                      <wp:wrapNone/>
                      <wp:docPr id="870059408" name="Gerader Verbinder 41"/>
                      <wp:cNvGraphicFramePr/>
                      <a:graphic xmlns:a="http://schemas.openxmlformats.org/drawingml/2006/main">
                        <a:graphicData uri="http://schemas.microsoft.com/office/word/2010/wordprocessingShape">
                          <wps:wsp>
                            <wps:cNvCnPr/>
                            <wps:spPr>
                              <a:xfrm>
                                <a:off x="0" y="0"/>
                                <a:ext cx="742950" cy="17145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FCD703" id="Gerader Verbinder 41" o:spid="_x0000_s1026" style="position:absolute;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pt,3.25pt" to="56.3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" strokecolor="white [3212]" strokeweight="1.5pt">
                      <v:stroke joinstyle="miter"/>
                    </v:line>
                  </w:pict>
                </mc:Fallback>
              </mc:AlternateContent>
            </w:r>
            <w:r w:rsidRPr="001343B0">
              <w:rPr>
                <w:i/>
                <w:iCs/>
                <w:sz w:val="20"/>
                <w:szCs w:val="20"/>
              </w:rPr>
              <w:t>n</w:t>
            </w:r>
          </w:p>
          <w:p w14:paraId="480527A1" w14:textId="2C382178" w:rsidR="00F630BE" w:rsidRPr="001343B0" w:rsidRDefault="00F630BE" w:rsidP="00F630BE">
            <w:pPr>
              <w:spacing w:after="0"/>
              <w:rPr>
                <w:i/>
                <w:iCs/>
                <w:sz w:val="20"/>
                <w:szCs w:val="20"/>
              </w:rPr>
            </w:pPr>
            <w:r w:rsidRPr="001343B0">
              <w:rPr>
                <w:i/>
                <w:iCs/>
                <w:sz w:val="20"/>
                <w:szCs w:val="20"/>
              </w:rPr>
              <w:t>Algorithmus</w:t>
            </w:r>
          </w:p>
        </w:tc>
        <w:tc>
          <w:tcPr>
            <w:tcW w:w="1162" w:type="dxa"/>
            <w:tcBorders>
              <w:left w:val="single" w:sz="4" w:space="0" w:color="FFFFFF" w:themeColor="background1"/>
              <w:right w:val="single" w:sz="4" w:space="0" w:color="FFFFFF" w:themeColor="background1"/>
            </w:tcBorders>
            <w:shd w:val="clear" w:color="auto" w:fill="4E6B9E"/>
            <w:vAlign w:val="center"/>
          </w:tcPr>
          <w:p w14:paraId="15CE7CDB" w14:textId="77777777" w:rsidR="00F630BE" w:rsidRPr="001343B0"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1343B0">
              <w:rPr>
                <w:sz w:val="20"/>
                <w:szCs w:val="20"/>
              </w:rPr>
              <w:t>100</w:t>
            </w:r>
          </w:p>
        </w:tc>
        <w:tc>
          <w:tcPr>
            <w:tcW w:w="1163" w:type="dxa"/>
            <w:tcBorders>
              <w:left w:val="single" w:sz="4" w:space="0" w:color="FFFFFF" w:themeColor="background1"/>
              <w:right w:val="single" w:sz="4" w:space="0" w:color="FFFFFF" w:themeColor="background1"/>
            </w:tcBorders>
            <w:shd w:val="clear" w:color="auto" w:fill="4E6B9E"/>
            <w:vAlign w:val="center"/>
          </w:tcPr>
          <w:p w14:paraId="2D989BFA" w14:textId="77777777" w:rsidR="00F630BE" w:rsidRPr="001343B0"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1343B0">
              <w:rPr>
                <w:sz w:val="20"/>
                <w:szCs w:val="20"/>
              </w:rPr>
              <w:t>1000</w:t>
            </w:r>
          </w:p>
        </w:tc>
        <w:tc>
          <w:tcPr>
            <w:tcW w:w="1163" w:type="dxa"/>
            <w:tcBorders>
              <w:left w:val="single" w:sz="4" w:space="0" w:color="FFFFFF" w:themeColor="background1"/>
              <w:right w:val="single" w:sz="4" w:space="0" w:color="FFFFFF" w:themeColor="background1"/>
            </w:tcBorders>
            <w:shd w:val="clear" w:color="auto" w:fill="4E6B9E"/>
            <w:vAlign w:val="center"/>
          </w:tcPr>
          <w:p w14:paraId="52A4850F" w14:textId="77777777" w:rsidR="00F630BE" w:rsidRPr="001343B0"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1343B0">
              <w:rPr>
                <w:sz w:val="20"/>
                <w:szCs w:val="20"/>
              </w:rPr>
              <w:t>10.000</w:t>
            </w:r>
          </w:p>
        </w:tc>
        <w:tc>
          <w:tcPr>
            <w:tcW w:w="1162" w:type="dxa"/>
            <w:tcBorders>
              <w:left w:val="single" w:sz="4" w:space="0" w:color="FFFFFF" w:themeColor="background1"/>
              <w:right w:val="single" w:sz="4" w:space="0" w:color="FFFFFF" w:themeColor="background1"/>
            </w:tcBorders>
            <w:shd w:val="clear" w:color="auto" w:fill="4E6B9E"/>
            <w:vAlign w:val="center"/>
          </w:tcPr>
          <w:p w14:paraId="60E94E35" w14:textId="3865C567" w:rsidR="00F630BE" w:rsidRPr="001343B0"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1343B0">
              <w:rPr>
                <w:sz w:val="20"/>
                <w:szCs w:val="20"/>
              </w:rPr>
              <w:t>100.000</w:t>
            </w:r>
          </w:p>
        </w:tc>
        <w:tc>
          <w:tcPr>
            <w:tcW w:w="1163" w:type="dxa"/>
            <w:tcBorders>
              <w:left w:val="single" w:sz="4" w:space="0" w:color="FFFFFF" w:themeColor="background1"/>
              <w:right w:val="single" w:sz="4" w:space="0" w:color="FFFFFF" w:themeColor="background1"/>
            </w:tcBorders>
            <w:shd w:val="clear" w:color="auto" w:fill="4E6B9E"/>
            <w:vAlign w:val="center"/>
          </w:tcPr>
          <w:p w14:paraId="5C8FFA40" w14:textId="067100F2" w:rsidR="00F630BE" w:rsidRPr="001343B0"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9D0C84">
              <w:rPr>
                <w:rFonts w:ascii="Calibri" w:hAnsi="Calibri" w:cs="Calibri"/>
                <w:sz w:val="20"/>
                <w:szCs w:val="20"/>
              </w:rPr>
              <w:t>200</w:t>
            </w:r>
            <w:r>
              <w:rPr>
                <w:rFonts w:ascii="Calibri" w:hAnsi="Calibri" w:cs="Calibri"/>
                <w:sz w:val="20"/>
                <w:szCs w:val="20"/>
              </w:rPr>
              <w:t>.</w:t>
            </w:r>
            <w:r w:rsidRPr="009D0C84">
              <w:rPr>
                <w:rFonts w:ascii="Calibri" w:hAnsi="Calibri" w:cs="Calibri"/>
                <w:sz w:val="20"/>
                <w:szCs w:val="20"/>
              </w:rPr>
              <w:t>000</w:t>
            </w:r>
          </w:p>
        </w:tc>
        <w:tc>
          <w:tcPr>
            <w:tcW w:w="1163" w:type="dxa"/>
            <w:tcBorders>
              <w:left w:val="single" w:sz="4" w:space="0" w:color="FFFFFF" w:themeColor="background1"/>
              <w:right w:val="single" w:sz="4" w:space="0" w:color="FFFFFF" w:themeColor="background1"/>
            </w:tcBorders>
            <w:shd w:val="clear" w:color="auto" w:fill="4E6B9E"/>
            <w:vAlign w:val="center"/>
          </w:tcPr>
          <w:p w14:paraId="515ADA39" w14:textId="3E3CB27F" w:rsidR="00F630BE" w:rsidRPr="001343B0"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9D0C84">
              <w:rPr>
                <w:rFonts w:ascii="Calibri" w:hAnsi="Calibri" w:cs="Calibri"/>
                <w:sz w:val="20"/>
                <w:szCs w:val="20"/>
              </w:rPr>
              <w:t>500</w:t>
            </w:r>
            <w:r>
              <w:rPr>
                <w:rFonts w:ascii="Calibri" w:hAnsi="Calibri" w:cs="Calibri"/>
                <w:sz w:val="20"/>
                <w:szCs w:val="20"/>
              </w:rPr>
              <w:t>.</w:t>
            </w:r>
            <w:r w:rsidRPr="009D0C84">
              <w:rPr>
                <w:rFonts w:ascii="Calibri" w:hAnsi="Calibri" w:cs="Calibri"/>
                <w:sz w:val="20"/>
                <w:szCs w:val="20"/>
              </w:rPr>
              <w:t>000</w:t>
            </w:r>
          </w:p>
        </w:tc>
        <w:tc>
          <w:tcPr>
            <w:tcW w:w="1163" w:type="dxa"/>
            <w:tcBorders>
              <w:left w:val="single" w:sz="4" w:space="0" w:color="FFFFFF" w:themeColor="background1"/>
            </w:tcBorders>
            <w:shd w:val="clear" w:color="auto" w:fill="4E6B9E"/>
            <w:vAlign w:val="center"/>
          </w:tcPr>
          <w:p w14:paraId="0C9175FB" w14:textId="3581D87C" w:rsidR="00F630BE" w:rsidRPr="001343B0"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1343B0">
              <w:rPr>
                <w:sz w:val="20"/>
                <w:szCs w:val="20"/>
              </w:rPr>
              <w:t>1.000.000</w:t>
            </w:r>
          </w:p>
        </w:tc>
      </w:tr>
      <w:tr w:rsidR="001343B0" w14:paraId="17875037" w14:textId="77777777" w:rsidTr="00F630BE">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vAlign w:val="center"/>
          </w:tcPr>
          <w:p w14:paraId="019829EC" w14:textId="73261F8B" w:rsidR="0054776E" w:rsidRPr="001343B0" w:rsidRDefault="0054776E" w:rsidP="00CF3B4C">
            <w:pPr>
              <w:spacing w:after="0"/>
              <w:rPr>
                <w:i/>
                <w:iCs/>
                <w:sz w:val="20"/>
                <w:szCs w:val="20"/>
              </w:rPr>
            </w:pPr>
            <w:proofErr w:type="spellStart"/>
            <w:r w:rsidRPr="001343B0">
              <w:rPr>
                <w:sz w:val="20"/>
                <w:szCs w:val="20"/>
              </w:rPr>
              <w:t>SelectionSort</w:t>
            </w:r>
            <w:proofErr w:type="spellEnd"/>
          </w:p>
        </w:tc>
        <w:tc>
          <w:tcPr>
            <w:tcW w:w="1162" w:type="dxa"/>
            <w:vAlign w:val="center"/>
          </w:tcPr>
          <w:p w14:paraId="70A68461" w14:textId="081E62FF"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3" w:type="dxa"/>
            <w:vAlign w:val="center"/>
          </w:tcPr>
          <w:p w14:paraId="3F316DC8" w14:textId="7E39BD41"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3" w:type="dxa"/>
            <w:vAlign w:val="center"/>
          </w:tcPr>
          <w:p w14:paraId="664D64E6" w14:textId="33D49A8C"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2" w:type="dxa"/>
            <w:vAlign w:val="center"/>
          </w:tcPr>
          <w:p w14:paraId="0F8A2723" w14:textId="60D3AE5A"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3" w:type="dxa"/>
            <w:vAlign w:val="center"/>
          </w:tcPr>
          <w:p w14:paraId="49B3CBD3" w14:textId="55600CB0"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3" w:type="dxa"/>
            <w:vAlign w:val="center"/>
          </w:tcPr>
          <w:p w14:paraId="388A8495" w14:textId="708264C0"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3" w:type="dxa"/>
            <w:vAlign w:val="center"/>
          </w:tcPr>
          <w:p w14:paraId="4224C430" w14:textId="60EFF477"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1343B0" w14:paraId="72323654" w14:textId="77777777" w:rsidTr="00F630BE">
        <w:trPr>
          <w:trHeight w:val="73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vAlign w:val="center"/>
          </w:tcPr>
          <w:p w14:paraId="3D1CFB3D" w14:textId="6D75E9A6" w:rsidR="0054776E" w:rsidRPr="001343B0" w:rsidRDefault="0054776E" w:rsidP="00CF3B4C">
            <w:pPr>
              <w:spacing w:after="0"/>
              <w:rPr>
                <w:i/>
                <w:iCs/>
                <w:sz w:val="20"/>
                <w:szCs w:val="20"/>
              </w:rPr>
            </w:pPr>
            <w:proofErr w:type="spellStart"/>
            <w:r w:rsidRPr="001343B0">
              <w:rPr>
                <w:sz w:val="20"/>
                <w:szCs w:val="20"/>
              </w:rPr>
              <w:t>BubbleSort</w:t>
            </w:r>
            <w:proofErr w:type="spellEnd"/>
          </w:p>
        </w:tc>
        <w:tc>
          <w:tcPr>
            <w:tcW w:w="1162" w:type="dxa"/>
            <w:vAlign w:val="center"/>
          </w:tcPr>
          <w:p w14:paraId="4E92AA0E" w14:textId="56D5F8AC" w:rsidR="0054776E" w:rsidRPr="009A68B4" w:rsidRDefault="0054776E"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3" w:type="dxa"/>
            <w:vAlign w:val="center"/>
          </w:tcPr>
          <w:p w14:paraId="6B92BE97" w14:textId="0A0E04AC" w:rsidR="0054776E" w:rsidRPr="009A68B4" w:rsidRDefault="0054776E"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3" w:type="dxa"/>
            <w:vAlign w:val="center"/>
          </w:tcPr>
          <w:p w14:paraId="77A68915" w14:textId="3BB42C23" w:rsidR="0054776E" w:rsidRPr="009A68B4" w:rsidRDefault="0054776E"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2" w:type="dxa"/>
            <w:vAlign w:val="center"/>
          </w:tcPr>
          <w:p w14:paraId="647B4179" w14:textId="05196E96" w:rsidR="0054776E" w:rsidRPr="009A68B4" w:rsidRDefault="0054776E"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3" w:type="dxa"/>
            <w:vAlign w:val="center"/>
          </w:tcPr>
          <w:p w14:paraId="22DBDD10" w14:textId="21278B58" w:rsidR="0054776E" w:rsidRPr="009A68B4" w:rsidRDefault="0054776E" w:rsidP="00C3090D">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3" w:type="dxa"/>
            <w:vAlign w:val="center"/>
          </w:tcPr>
          <w:p w14:paraId="5421F5A9" w14:textId="7A837B8B" w:rsidR="001343B0" w:rsidRPr="009A68B4" w:rsidRDefault="001343B0"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3" w:type="dxa"/>
            <w:vAlign w:val="center"/>
          </w:tcPr>
          <w:p w14:paraId="4AE5EFED" w14:textId="10C89832" w:rsidR="0054776E" w:rsidRPr="009A68B4" w:rsidRDefault="0054776E"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1343B0" w14:paraId="7CA02D43" w14:textId="77777777" w:rsidTr="00F630BE">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vAlign w:val="center"/>
          </w:tcPr>
          <w:p w14:paraId="0B5B2F8D" w14:textId="6AE9F2EC" w:rsidR="0054776E" w:rsidRPr="001343B0" w:rsidRDefault="0054776E" w:rsidP="00CF3B4C">
            <w:pPr>
              <w:spacing w:after="0"/>
              <w:rPr>
                <w:i/>
                <w:iCs/>
                <w:sz w:val="20"/>
                <w:szCs w:val="20"/>
              </w:rPr>
            </w:pPr>
            <w:proofErr w:type="spellStart"/>
            <w:r w:rsidRPr="001343B0">
              <w:rPr>
                <w:sz w:val="20"/>
                <w:szCs w:val="20"/>
              </w:rPr>
              <w:t>InsertionSort</w:t>
            </w:r>
            <w:proofErr w:type="spellEnd"/>
          </w:p>
        </w:tc>
        <w:tc>
          <w:tcPr>
            <w:tcW w:w="1162" w:type="dxa"/>
            <w:vAlign w:val="center"/>
          </w:tcPr>
          <w:p w14:paraId="5CC838FC" w14:textId="4CAD3497"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3" w:type="dxa"/>
            <w:vAlign w:val="center"/>
          </w:tcPr>
          <w:p w14:paraId="083EF4DD" w14:textId="61747B5B"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3" w:type="dxa"/>
            <w:vAlign w:val="center"/>
          </w:tcPr>
          <w:p w14:paraId="7244898A" w14:textId="007D495F"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2" w:type="dxa"/>
            <w:vAlign w:val="center"/>
          </w:tcPr>
          <w:p w14:paraId="7406BE09" w14:textId="1551DC4E"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3" w:type="dxa"/>
            <w:vAlign w:val="center"/>
          </w:tcPr>
          <w:p w14:paraId="41CE5A26" w14:textId="2BA5DE67"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3" w:type="dxa"/>
            <w:vAlign w:val="center"/>
          </w:tcPr>
          <w:p w14:paraId="10882A50" w14:textId="665A2763" w:rsidR="00625162" w:rsidRPr="009A68B4" w:rsidRDefault="00625162"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3" w:type="dxa"/>
            <w:vAlign w:val="center"/>
          </w:tcPr>
          <w:p w14:paraId="4A5D695F" w14:textId="69B1D58B" w:rsidR="0054776E" w:rsidRPr="009A68B4" w:rsidRDefault="0054776E" w:rsidP="009A68B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1343B0" w14:paraId="1B21A637" w14:textId="77777777" w:rsidTr="00F630BE">
        <w:trPr>
          <w:trHeight w:val="73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vAlign w:val="center"/>
          </w:tcPr>
          <w:p w14:paraId="27F555AF" w14:textId="5E74102E" w:rsidR="0054776E" w:rsidRPr="001343B0" w:rsidRDefault="0054776E" w:rsidP="00CF3B4C">
            <w:pPr>
              <w:spacing w:after="0"/>
              <w:rPr>
                <w:i/>
                <w:iCs/>
                <w:sz w:val="20"/>
                <w:szCs w:val="20"/>
              </w:rPr>
            </w:pPr>
            <w:proofErr w:type="spellStart"/>
            <w:r w:rsidRPr="001343B0">
              <w:rPr>
                <w:sz w:val="20"/>
                <w:szCs w:val="20"/>
              </w:rPr>
              <w:t>MergeSort</w:t>
            </w:r>
            <w:proofErr w:type="spellEnd"/>
          </w:p>
        </w:tc>
        <w:tc>
          <w:tcPr>
            <w:tcW w:w="1162" w:type="dxa"/>
            <w:vAlign w:val="center"/>
          </w:tcPr>
          <w:p w14:paraId="5DB4A395" w14:textId="7031F3FB" w:rsidR="0054776E" w:rsidRPr="009A68B4" w:rsidRDefault="0054776E"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3" w:type="dxa"/>
            <w:vAlign w:val="center"/>
          </w:tcPr>
          <w:p w14:paraId="75F47D51" w14:textId="7D6A404E" w:rsidR="0054776E" w:rsidRPr="009A68B4" w:rsidRDefault="0054776E"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3" w:type="dxa"/>
            <w:vAlign w:val="center"/>
          </w:tcPr>
          <w:p w14:paraId="3F7885BC" w14:textId="06B5898B" w:rsidR="0054776E" w:rsidRPr="009A68B4" w:rsidRDefault="0054776E"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2" w:type="dxa"/>
            <w:vAlign w:val="center"/>
          </w:tcPr>
          <w:p w14:paraId="61FAA64B" w14:textId="5F9C354C" w:rsidR="0054776E" w:rsidRPr="009A68B4" w:rsidRDefault="0054776E"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3" w:type="dxa"/>
            <w:vAlign w:val="center"/>
          </w:tcPr>
          <w:p w14:paraId="5B035439" w14:textId="7D1667E2" w:rsidR="0054776E" w:rsidRPr="009A68B4" w:rsidRDefault="0054776E"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3" w:type="dxa"/>
            <w:vAlign w:val="center"/>
          </w:tcPr>
          <w:p w14:paraId="779CCD5A" w14:textId="1B6E99FE" w:rsidR="0054776E" w:rsidRPr="009A68B4" w:rsidRDefault="0054776E"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3" w:type="dxa"/>
            <w:vAlign w:val="center"/>
          </w:tcPr>
          <w:p w14:paraId="0DAF5A23" w14:textId="2BC764B1" w:rsidR="0054776E" w:rsidRPr="009A68B4" w:rsidRDefault="0054776E" w:rsidP="009A68B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7E43B40A" w14:textId="51A894A9" w:rsidR="00DD1E15" w:rsidRDefault="00DD1E15" w:rsidP="00F630BE">
      <w:pPr>
        <w:spacing w:before="160"/>
      </w:pPr>
      <w:r w:rsidRPr="00D72C64">
        <w:rPr>
          <w:b/>
          <w:bCs/>
        </w:rPr>
        <w:t>aufsteigend sortierte Reihung</w:t>
      </w:r>
      <w:r>
        <w:t>:</w:t>
      </w:r>
    </w:p>
    <w:tbl>
      <w:tblPr>
        <w:tblStyle w:val="Gitternetztabelle5dunkelAkzent1"/>
        <w:tblW w:w="9434" w:type="dxa"/>
        <w:tblInd w:w="-5" w:type="dxa"/>
        <w:tblLayout w:type="fixed"/>
        <w:tblCellMar>
          <w:left w:w="57" w:type="dxa"/>
          <w:right w:w="57" w:type="dxa"/>
        </w:tblCellMar>
        <w:tblLook w:val="04A0" w:firstRow="1" w:lastRow="0" w:firstColumn="1" w:lastColumn="0" w:noHBand="0" w:noVBand="1"/>
      </w:tblPr>
      <w:tblGrid>
        <w:gridCol w:w="1247"/>
        <w:gridCol w:w="1169"/>
        <w:gridCol w:w="1170"/>
        <w:gridCol w:w="1169"/>
        <w:gridCol w:w="1170"/>
        <w:gridCol w:w="1169"/>
        <w:gridCol w:w="1170"/>
        <w:gridCol w:w="1170"/>
      </w:tblGrid>
      <w:tr w:rsidR="00F630BE" w14:paraId="0FEA2004" w14:textId="77777777" w:rsidTr="00022674">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47" w:type="dxa"/>
            <w:tcBorders>
              <w:right w:val="single" w:sz="4" w:space="0" w:color="FFFFFF" w:themeColor="background1"/>
            </w:tcBorders>
            <w:shd w:val="clear" w:color="auto" w:fill="4E6B9E"/>
            <w:vAlign w:val="center"/>
          </w:tcPr>
          <w:p w14:paraId="4527C041" w14:textId="77777777" w:rsidR="00F630BE" w:rsidRPr="009D0C84" w:rsidRDefault="00F630BE" w:rsidP="00F630BE">
            <w:pPr>
              <w:spacing w:after="0"/>
              <w:jc w:val="right"/>
              <w:rPr>
                <w:rFonts w:cstheme="minorHAnsi"/>
                <w:b w:val="0"/>
                <w:bCs w:val="0"/>
                <w:i/>
                <w:iCs/>
                <w:sz w:val="20"/>
                <w:szCs w:val="20"/>
              </w:rPr>
            </w:pPr>
            <w:r w:rsidRPr="009D0C84">
              <w:rPr>
                <w:rFonts w:cstheme="minorHAnsi"/>
                <w:noProof/>
                <w:sz w:val="20"/>
                <w:szCs w:val="20"/>
              </w:rPr>
              <mc:AlternateContent>
                <mc:Choice Requires="wps">
                  <w:drawing>
                    <wp:anchor distT="0" distB="0" distL="114300" distR="114300" simplePos="0" relativeHeight="251837440" behindDoc="0" locked="0" layoutInCell="1" allowOverlap="1" wp14:anchorId="0013FDC4" wp14:editId="4BC2396A">
                      <wp:simplePos x="0" y="0"/>
                      <wp:positionH relativeFrom="column">
                        <wp:posOffset>-66040</wp:posOffset>
                      </wp:positionH>
                      <wp:positionV relativeFrom="paragraph">
                        <wp:posOffset>1270</wp:posOffset>
                      </wp:positionV>
                      <wp:extent cx="781050" cy="219075"/>
                      <wp:effectExtent l="0" t="0" r="19050" b="28575"/>
                      <wp:wrapNone/>
                      <wp:docPr id="1483103705" name="Gerader Verbinder 41"/>
                      <wp:cNvGraphicFramePr/>
                      <a:graphic xmlns:a="http://schemas.openxmlformats.org/drawingml/2006/main">
                        <a:graphicData uri="http://schemas.microsoft.com/office/word/2010/wordprocessingShape">
                          <wps:wsp>
                            <wps:cNvCnPr/>
                            <wps:spPr>
                              <a:xfrm>
                                <a:off x="0" y="0"/>
                                <a:ext cx="781050" cy="219075"/>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172A65" id="Gerader Verbinder 41" o:spid="_x0000_s1026" style="position:absolute;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1pt" to="56.3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" strokecolor="white [3212]" strokeweight="1.5pt">
                      <v:stroke joinstyle="miter"/>
                    </v:line>
                  </w:pict>
                </mc:Fallback>
              </mc:AlternateContent>
            </w:r>
            <w:r w:rsidRPr="009D0C84">
              <w:rPr>
                <w:rFonts w:cstheme="minorHAnsi"/>
                <w:i/>
                <w:iCs/>
                <w:sz w:val="20"/>
                <w:szCs w:val="20"/>
              </w:rPr>
              <w:t>n</w:t>
            </w:r>
          </w:p>
          <w:p w14:paraId="21075DF9" w14:textId="77777777" w:rsidR="00F630BE" w:rsidRPr="009D0C84" w:rsidRDefault="00F630BE" w:rsidP="00F630BE">
            <w:pPr>
              <w:spacing w:after="0"/>
              <w:rPr>
                <w:rFonts w:cstheme="minorHAnsi"/>
                <w:i/>
                <w:iCs/>
                <w:sz w:val="20"/>
                <w:szCs w:val="20"/>
              </w:rPr>
            </w:pPr>
            <w:r w:rsidRPr="009D0C84">
              <w:rPr>
                <w:rFonts w:cstheme="minorHAnsi"/>
                <w:i/>
                <w:iCs/>
                <w:sz w:val="20"/>
                <w:szCs w:val="20"/>
              </w:rPr>
              <w:t>Algorithmus</w:t>
            </w:r>
          </w:p>
        </w:tc>
        <w:tc>
          <w:tcPr>
            <w:tcW w:w="1169" w:type="dxa"/>
            <w:tcBorders>
              <w:left w:val="single" w:sz="4" w:space="0" w:color="FFFFFF" w:themeColor="background1"/>
              <w:right w:val="single" w:sz="4" w:space="0" w:color="FFFFFF" w:themeColor="background1"/>
            </w:tcBorders>
            <w:shd w:val="clear" w:color="auto" w:fill="4E6B9E"/>
            <w:vAlign w:val="center"/>
          </w:tcPr>
          <w:p w14:paraId="32ACE390" w14:textId="77777777" w:rsidR="00F630BE" w:rsidRPr="009D0C84"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9D0C84">
              <w:rPr>
                <w:rFonts w:cstheme="minorHAnsi"/>
                <w:sz w:val="20"/>
                <w:szCs w:val="20"/>
              </w:rPr>
              <w:t>100</w:t>
            </w:r>
          </w:p>
        </w:tc>
        <w:tc>
          <w:tcPr>
            <w:tcW w:w="1170" w:type="dxa"/>
            <w:tcBorders>
              <w:left w:val="single" w:sz="4" w:space="0" w:color="FFFFFF" w:themeColor="background1"/>
              <w:right w:val="single" w:sz="4" w:space="0" w:color="FFFFFF" w:themeColor="background1"/>
            </w:tcBorders>
            <w:shd w:val="clear" w:color="auto" w:fill="4E6B9E"/>
            <w:vAlign w:val="center"/>
          </w:tcPr>
          <w:p w14:paraId="2DA2D771" w14:textId="77777777" w:rsidR="00F630BE" w:rsidRPr="009D0C84"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9D0C84">
              <w:rPr>
                <w:rFonts w:cstheme="minorHAnsi"/>
                <w:sz w:val="20"/>
                <w:szCs w:val="20"/>
              </w:rPr>
              <w:t>1000</w:t>
            </w:r>
          </w:p>
        </w:tc>
        <w:tc>
          <w:tcPr>
            <w:tcW w:w="1169" w:type="dxa"/>
            <w:tcBorders>
              <w:left w:val="single" w:sz="4" w:space="0" w:color="FFFFFF" w:themeColor="background1"/>
              <w:right w:val="single" w:sz="4" w:space="0" w:color="FFFFFF" w:themeColor="background1"/>
            </w:tcBorders>
            <w:shd w:val="clear" w:color="auto" w:fill="4E6B9E"/>
            <w:vAlign w:val="center"/>
          </w:tcPr>
          <w:p w14:paraId="5B2FD281" w14:textId="77777777" w:rsidR="00F630BE" w:rsidRPr="009D0C84"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9D0C84">
              <w:rPr>
                <w:rFonts w:cstheme="minorHAnsi"/>
                <w:sz w:val="20"/>
                <w:szCs w:val="20"/>
              </w:rPr>
              <w:t>10.000</w:t>
            </w:r>
          </w:p>
        </w:tc>
        <w:tc>
          <w:tcPr>
            <w:tcW w:w="1170" w:type="dxa"/>
            <w:tcBorders>
              <w:left w:val="single" w:sz="4" w:space="0" w:color="FFFFFF" w:themeColor="background1"/>
              <w:right w:val="single" w:sz="4" w:space="0" w:color="FFFFFF" w:themeColor="background1"/>
            </w:tcBorders>
            <w:shd w:val="clear" w:color="auto" w:fill="4E6B9E"/>
            <w:vAlign w:val="center"/>
          </w:tcPr>
          <w:p w14:paraId="54AB9181" w14:textId="77777777" w:rsidR="00F630BE" w:rsidRPr="009D0C84"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9D0C84">
              <w:rPr>
                <w:rFonts w:cstheme="minorHAnsi"/>
                <w:sz w:val="20"/>
                <w:szCs w:val="20"/>
              </w:rPr>
              <w:t>100.000</w:t>
            </w:r>
          </w:p>
        </w:tc>
        <w:tc>
          <w:tcPr>
            <w:tcW w:w="1169" w:type="dxa"/>
            <w:tcBorders>
              <w:left w:val="single" w:sz="4" w:space="0" w:color="FFFFFF" w:themeColor="background1"/>
              <w:right w:val="single" w:sz="4" w:space="0" w:color="FFFFFF" w:themeColor="background1"/>
            </w:tcBorders>
            <w:shd w:val="clear" w:color="auto" w:fill="4E6B9E"/>
            <w:vAlign w:val="center"/>
          </w:tcPr>
          <w:p w14:paraId="2557AE7A" w14:textId="4F64081B" w:rsidR="00F630BE" w:rsidRPr="009D0C84"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9D0C84">
              <w:rPr>
                <w:rFonts w:ascii="Calibri" w:hAnsi="Calibri" w:cs="Calibri"/>
                <w:sz w:val="20"/>
                <w:szCs w:val="20"/>
              </w:rPr>
              <w:t>200</w:t>
            </w:r>
            <w:r>
              <w:rPr>
                <w:rFonts w:ascii="Calibri" w:hAnsi="Calibri" w:cs="Calibri"/>
                <w:sz w:val="20"/>
                <w:szCs w:val="20"/>
              </w:rPr>
              <w:t>.</w:t>
            </w:r>
            <w:r w:rsidRPr="009D0C84">
              <w:rPr>
                <w:rFonts w:ascii="Calibri" w:hAnsi="Calibri" w:cs="Calibri"/>
                <w:sz w:val="20"/>
                <w:szCs w:val="20"/>
              </w:rPr>
              <w:t>000</w:t>
            </w:r>
          </w:p>
        </w:tc>
        <w:tc>
          <w:tcPr>
            <w:tcW w:w="1170" w:type="dxa"/>
            <w:tcBorders>
              <w:left w:val="single" w:sz="4" w:space="0" w:color="FFFFFF" w:themeColor="background1"/>
              <w:right w:val="single" w:sz="4" w:space="0" w:color="FFFFFF" w:themeColor="background1"/>
            </w:tcBorders>
            <w:shd w:val="clear" w:color="auto" w:fill="4E6B9E"/>
            <w:vAlign w:val="center"/>
          </w:tcPr>
          <w:p w14:paraId="2DBCD3CF" w14:textId="191DF1F6" w:rsidR="00F630BE" w:rsidRPr="009D0C84"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9D0C84">
              <w:rPr>
                <w:rFonts w:ascii="Calibri" w:hAnsi="Calibri" w:cs="Calibri"/>
                <w:sz w:val="20"/>
                <w:szCs w:val="20"/>
              </w:rPr>
              <w:t>500</w:t>
            </w:r>
            <w:r>
              <w:rPr>
                <w:rFonts w:ascii="Calibri" w:hAnsi="Calibri" w:cs="Calibri"/>
                <w:sz w:val="20"/>
                <w:szCs w:val="20"/>
              </w:rPr>
              <w:t>.</w:t>
            </w:r>
            <w:r w:rsidRPr="009D0C84">
              <w:rPr>
                <w:rFonts w:ascii="Calibri" w:hAnsi="Calibri" w:cs="Calibri"/>
                <w:sz w:val="20"/>
                <w:szCs w:val="20"/>
              </w:rPr>
              <w:t>000</w:t>
            </w:r>
          </w:p>
        </w:tc>
        <w:tc>
          <w:tcPr>
            <w:tcW w:w="1170" w:type="dxa"/>
            <w:tcBorders>
              <w:left w:val="single" w:sz="4" w:space="0" w:color="FFFFFF" w:themeColor="background1"/>
            </w:tcBorders>
            <w:shd w:val="clear" w:color="auto" w:fill="4E6B9E"/>
            <w:vAlign w:val="center"/>
          </w:tcPr>
          <w:p w14:paraId="54F9D841" w14:textId="2A9EEB7D" w:rsidR="00F630BE" w:rsidRPr="009D0C84" w:rsidRDefault="00F630BE" w:rsidP="00F630BE">
            <w:pPr>
              <w:spacing w:after="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9D0C84">
              <w:rPr>
                <w:rFonts w:cstheme="minorHAnsi"/>
                <w:sz w:val="20"/>
                <w:szCs w:val="20"/>
              </w:rPr>
              <w:t>1.000.000</w:t>
            </w:r>
          </w:p>
        </w:tc>
      </w:tr>
      <w:tr w:rsidR="00FE22DE" w14:paraId="7D708613" w14:textId="77777777" w:rsidTr="00F630BE">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vAlign w:val="center"/>
          </w:tcPr>
          <w:p w14:paraId="23DAEA3C" w14:textId="77777777" w:rsidR="000C5871" w:rsidRPr="009D0C84" w:rsidRDefault="000C5871" w:rsidP="000C5871">
            <w:pPr>
              <w:spacing w:after="0"/>
              <w:rPr>
                <w:rFonts w:cstheme="minorHAnsi"/>
                <w:i/>
                <w:iCs/>
                <w:sz w:val="20"/>
                <w:szCs w:val="20"/>
              </w:rPr>
            </w:pPr>
            <w:proofErr w:type="spellStart"/>
            <w:r w:rsidRPr="009D0C84">
              <w:rPr>
                <w:rFonts w:cstheme="minorHAnsi"/>
                <w:sz w:val="20"/>
                <w:szCs w:val="20"/>
              </w:rPr>
              <w:t>SelectionSort</w:t>
            </w:r>
            <w:proofErr w:type="spellEnd"/>
          </w:p>
        </w:tc>
        <w:tc>
          <w:tcPr>
            <w:tcW w:w="1169" w:type="dxa"/>
            <w:vAlign w:val="center"/>
          </w:tcPr>
          <w:p w14:paraId="2058BCCA" w14:textId="168F9454" w:rsidR="000C5871" w:rsidRPr="009D0C84" w:rsidRDefault="000C5871"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70" w:type="dxa"/>
            <w:vAlign w:val="center"/>
          </w:tcPr>
          <w:p w14:paraId="074F65AE" w14:textId="1097471B" w:rsidR="000C5871" w:rsidRPr="009D0C84" w:rsidRDefault="000C5871"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9" w:type="dxa"/>
            <w:vAlign w:val="center"/>
          </w:tcPr>
          <w:p w14:paraId="0BFC84F4" w14:textId="7C562A07" w:rsidR="000C5871" w:rsidRPr="009D0C84" w:rsidRDefault="000C5871"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70" w:type="dxa"/>
            <w:vAlign w:val="center"/>
          </w:tcPr>
          <w:p w14:paraId="718535B7" w14:textId="399AA26E" w:rsidR="000C5871" w:rsidRPr="009D0C84" w:rsidRDefault="000C5871"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9" w:type="dxa"/>
            <w:vAlign w:val="center"/>
          </w:tcPr>
          <w:p w14:paraId="709712C6" w14:textId="4AD07162" w:rsidR="009A68B4" w:rsidRPr="009D0C84" w:rsidRDefault="009A68B4"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70" w:type="dxa"/>
            <w:vAlign w:val="center"/>
          </w:tcPr>
          <w:p w14:paraId="362A7878" w14:textId="45403224" w:rsidR="009A68B4" w:rsidRPr="009D0C84" w:rsidRDefault="009A68B4"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70" w:type="dxa"/>
            <w:vAlign w:val="center"/>
          </w:tcPr>
          <w:p w14:paraId="1E6AACB6" w14:textId="4769E9EE" w:rsidR="000C5871" w:rsidRPr="009D0C84" w:rsidRDefault="000C5871"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FE22DE" w14:paraId="0EB8DBC6" w14:textId="77777777" w:rsidTr="00F630BE">
        <w:trPr>
          <w:trHeight w:val="73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vAlign w:val="center"/>
          </w:tcPr>
          <w:p w14:paraId="60D47D70" w14:textId="77777777" w:rsidR="000C5871" w:rsidRPr="009D0C84" w:rsidRDefault="000C5871" w:rsidP="000C5871">
            <w:pPr>
              <w:spacing w:after="0"/>
              <w:rPr>
                <w:rFonts w:cstheme="minorHAnsi"/>
                <w:i/>
                <w:iCs/>
                <w:sz w:val="20"/>
                <w:szCs w:val="20"/>
              </w:rPr>
            </w:pPr>
            <w:proofErr w:type="spellStart"/>
            <w:r w:rsidRPr="009D0C84">
              <w:rPr>
                <w:rFonts w:cstheme="minorHAnsi"/>
                <w:sz w:val="20"/>
                <w:szCs w:val="20"/>
              </w:rPr>
              <w:t>BubbleSort</w:t>
            </w:r>
            <w:proofErr w:type="spellEnd"/>
          </w:p>
        </w:tc>
        <w:tc>
          <w:tcPr>
            <w:tcW w:w="1169" w:type="dxa"/>
            <w:vAlign w:val="center"/>
          </w:tcPr>
          <w:p w14:paraId="52DD1950" w14:textId="1F179018"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70" w:type="dxa"/>
            <w:vAlign w:val="center"/>
          </w:tcPr>
          <w:p w14:paraId="0720F3EC" w14:textId="70FC6E12"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9" w:type="dxa"/>
            <w:vAlign w:val="center"/>
          </w:tcPr>
          <w:p w14:paraId="163A60C1" w14:textId="15F19C0D"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70" w:type="dxa"/>
            <w:vAlign w:val="center"/>
          </w:tcPr>
          <w:p w14:paraId="589E928B" w14:textId="09F84EBF"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9" w:type="dxa"/>
            <w:vAlign w:val="center"/>
          </w:tcPr>
          <w:p w14:paraId="2C6343B4" w14:textId="0B20F233"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70" w:type="dxa"/>
            <w:vAlign w:val="center"/>
          </w:tcPr>
          <w:p w14:paraId="6FD1302C" w14:textId="57F2728A"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70" w:type="dxa"/>
            <w:vAlign w:val="center"/>
          </w:tcPr>
          <w:p w14:paraId="5668D4CF" w14:textId="1D3A12DD"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FE22DE" w14:paraId="4B3A5DAF" w14:textId="77777777" w:rsidTr="00F630BE">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vAlign w:val="center"/>
          </w:tcPr>
          <w:p w14:paraId="64D3F4D9" w14:textId="77777777" w:rsidR="000C5871" w:rsidRPr="009D0C84" w:rsidRDefault="000C5871" w:rsidP="000C5871">
            <w:pPr>
              <w:spacing w:after="0"/>
              <w:rPr>
                <w:rFonts w:cstheme="minorHAnsi"/>
                <w:i/>
                <w:iCs/>
                <w:sz w:val="20"/>
                <w:szCs w:val="20"/>
              </w:rPr>
            </w:pPr>
            <w:proofErr w:type="spellStart"/>
            <w:r w:rsidRPr="009D0C84">
              <w:rPr>
                <w:rFonts w:cstheme="minorHAnsi"/>
                <w:sz w:val="20"/>
                <w:szCs w:val="20"/>
              </w:rPr>
              <w:t>InsertionSort</w:t>
            </w:r>
            <w:proofErr w:type="spellEnd"/>
          </w:p>
        </w:tc>
        <w:tc>
          <w:tcPr>
            <w:tcW w:w="1169" w:type="dxa"/>
            <w:vAlign w:val="center"/>
          </w:tcPr>
          <w:p w14:paraId="32651255" w14:textId="7FF7EBBF" w:rsidR="000C5871" w:rsidRPr="009D0C84" w:rsidRDefault="000C5871"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70" w:type="dxa"/>
            <w:vAlign w:val="center"/>
          </w:tcPr>
          <w:p w14:paraId="6A7D1720" w14:textId="641475CB" w:rsidR="000C5871" w:rsidRPr="009D0C84" w:rsidRDefault="000C5871"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9" w:type="dxa"/>
            <w:vAlign w:val="center"/>
          </w:tcPr>
          <w:p w14:paraId="5BED1511" w14:textId="7728676B" w:rsidR="000C5871" w:rsidRPr="009D0C84" w:rsidRDefault="000C5871"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70" w:type="dxa"/>
            <w:vAlign w:val="center"/>
          </w:tcPr>
          <w:p w14:paraId="314E2357" w14:textId="502D5BD2" w:rsidR="000C5871" w:rsidRPr="009D0C84" w:rsidRDefault="000C5871"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69" w:type="dxa"/>
            <w:vAlign w:val="center"/>
          </w:tcPr>
          <w:p w14:paraId="7E82CAEB" w14:textId="098BB863" w:rsidR="000C5871" w:rsidRPr="009D0C84" w:rsidRDefault="000C5871"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70" w:type="dxa"/>
            <w:vAlign w:val="center"/>
          </w:tcPr>
          <w:p w14:paraId="60E1DFB0" w14:textId="1A45F9C5" w:rsidR="000C5871" w:rsidRPr="009D0C84" w:rsidRDefault="000C5871"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70" w:type="dxa"/>
            <w:vAlign w:val="center"/>
          </w:tcPr>
          <w:p w14:paraId="1DAE853E" w14:textId="65FF9D64" w:rsidR="000C5871" w:rsidRPr="009D0C84" w:rsidRDefault="000C5871" w:rsidP="00022674">
            <w:pPr>
              <w:spacing w:after="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022674" w14:paraId="6A63572B" w14:textId="77777777" w:rsidTr="00F630BE">
        <w:trPr>
          <w:trHeight w:val="73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vAlign w:val="center"/>
          </w:tcPr>
          <w:p w14:paraId="1928EB54" w14:textId="77777777" w:rsidR="000C5871" w:rsidRPr="009D0C84" w:rsidRDefault="000C5871" w:rsidP="000C5871">
            <w:pPr>
              <w:spacing w:after="0"/>
              <w:rPr>
                <w:rFonts w:cstheme="minorHAnsi"/>
                <w:i/>
                <w:iCs/>
                <w:sz w:val="20"/>
                <w:szCs w:val="20"/>
              </w:rPr>
            </w:pPr>
            <w:proofErr w:type="spellStart"/>
            <w:r w:rsidRPr="009D0C84">
              <w:rPr>
                <w:rFonts w:cstheme="minorHAnsi"/>
                <w:sz w:val="20"/>
                <w:szCs w:val="20"/>
              </w:rPr>
              <w:t>MergeSort</w:t>
            </w:r>
            <w:proofErr w:type="spellEnd"/>
          </w:p>
        </w:tc>
        <w:tc>
          <w:tcPr>
            <w:tcW w:w="1169" w:type="dxa"/>
            <w:vAlign w:val="center"/>
          </w:tcPr>
          <w:p w14:paraId="51D8A671" w14:textId="29C26A16"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70" w:type="dxa"/>
            <w:vAlign w:val="center"/>
          </w:tcPr>
          <w:p w14:paraId="7F762E57" w14:textId="12503308"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9" w:type="dxa"/>
            <w:vAlign w:val="center"/>
          </w:tcPr>
          <w:p w14:paraId="73DCB205" w14:textId="2848F79E"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70" w:type="dxa"/>
            <w:vAlign w:val="center"/>
          </w:tcPr>
          <w:p w14:paraId="74A651BD" w14:textId="2C71E41D"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69" w:type="dxa"/>
            <w:vAlign w:val="center"/>
          </w:tcPr>
          <w:p w14:paraId="3A4514F3" w14:textId="02AC70D9"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70" w:type="dxa"/>
            <w:vAlign w:val="center"/>
          </w:tcPr>
          <w:p w14:paraId="035C1C1C" w14:textId="7D536090"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70" w:type="dxa"/>
            <w:vAlign w:val="center"/>
          </w:tcPr>
          <w:p w14:paraId="2B9ABD77" w14:textId="651BFA04" w:rsidR="000C5871" w:rsidRPr="009D0C84" w:rsidRDefault="000C5871" w:rsidP="00022674">
            <w:pPr>
              <w:spacing w:after="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7D744596" w14:textId="50B58DC3" w:rsidR="00DD1E15" w:rsidRDefault="00DD1E15" w:rsidP="00F630BE">
      <w:pPr>
        <w:spacing w:before="160"/>
        <w:rPr>
          <w:b/>
          <w:bCs/>
        </w:rPr>
      </w:pPr>
      <w:r w:rsidRPr="00D72C64">
        <w:rPr>
          <w:b/>
          <w:bCs/>
        </w:rPr>
        <w:t>absteigend sortierte Reihung</w:t>
      </w:r>
      <w:r w:rsidR="00D72C64">
        <w:rPr>
          <w:b/>
          <w:bCs/>
        </w:rPr>
        <w:t>:</w:t>
      </w:r>
    </w:p>
    <w:tbl>
      <w:tblPr>
        <w:tblStyle w:val="Gitternetztabelle5dunkelAkzent1"/>
        <w:tblW w:w="9434" w:type="dxa"/>
        <w:tblInd w:w="-5" w:type="dxa"/>
        <w:tblLayout w:type="fixed"/>
        <w:tblCellMar>
          <w:left w:w="57" w:type="dxa"/>
          <w:right w:w="57" w:type="dxa"/>
        </w:tblCellMar>
        <w:tblLook w:val="04A0" w:firstRow="1" w:lastRow="0" w:firstColumn="1" w:lastColumn="0" w:noHBand="0" w:noVBand="1"/>
      </w:tblPr>
      <w:tblGrid>
        <w:gridCol w:w="1247"/>
        <w:gridCol w:w="1170"/>
        <w:gridCol w:w="1169"/>
        <w:gridCol w:w="1170"/>
        <w:gridCol w:w="1169"/>
        <w:gridCol w:w="1170"/>
        <w:gridCol w:w="1169"/>
        <w:gridCol w:w="1170"/>
      </w:tblGrid>
      <w:tr w:rsidR="00022674" w14:paraId="2E1ACFE3" w14:textId="77777777" w:rsidTr="009A68B4">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47" w:type="dxa"/>
            <w:tcBorders>
              <w:right w:val="single" w:sz="4" w:space="0" w:color="FFFFFF" w:themeColor="background1"/>
            </w:tcBorders>
            <w:shd w:val="clear" w:color="auto" w:fill="4E6B9E"/>
            <w:vAlign w:val="center"/>
          </w:tcPr>
          <w:p w14:paraId="67F813EF" w14:textId="77777777" w:rsidR="00022674" w:rsidRPr="009D0C84" w:rsidRDefault="00022674" w:rsidP="009D0C84">
            <w:pPr>
              <w:spacing w:after="0"/>
              <w:jc w:val="right"/>
              <w:rPr>
                <w:rFonts w:ascii="Calibri" w:hAnsi="Calibri" w:cs="Calibri"/>
                <w:b w:val="0"/>
                <w:bCs w:val="0"/>
                <w:i/>
                <w:iCs/>
                <w:sz w:val="20"/>
                <w:szCs w:val="20"/>
              </w:rPr>
            </w:pPr>
            <w:r w:rsidRPr="009D0C84">
              <w:rPr>
                <w:rFonts w:ascii="Calibri" w:hAnsi="Calibri" w:cs="Calibri"/>
                <w:noProof/>
                <w:sz w:val="20"/>
                <w:szCs w:val="20"/>
              </w:rPr>
              <mc:AlternateContent>
                <mc:Choice Requires="wps">
                  <w:drawing>
                    <wp:anchor distT="0" distB="0" distL="114300" distR="114300" simplePos="0" relativeHeight="251833344" behindDoc="0" locked="0" layoutInCell="1" allowOverlap="1" wp14:anchorId="35DE40F9" wp14:editId="4407BE77">
                      <wp:simplePos x="0" y="0"/>
                      <wp:positionH relativeFrom="column">
                        <wp:posOffset>-66675</wp:posOffset>
                      </wp:positionH>
                      <wp:positionV relativeFrom="paragraph">
                        <wp:posOffset>-635</wp:posOffset>
                      </wp:positionV>
                      <wp:extent cx="809625" cy="228600"/>
                      <wp:effectExtent l="0" t="0" r="28575" b="19050"/>
                      <wp:wrapNone/>
                      <wp:docPr id="496216403" name="Gerader Verbinder 41"/>
                      <wp:cNvGraphicFramePr/>
                      <a:graphic xmlns:a="http://schemas.openxmlformats.org/drawingml/2006/main">
                        <a:graphicData uri="http://schemas.microsoft.com/office/word/2010/wordprocessingShape">
                          <wps:wsp>
                            <wps:cNvCnPr/>
                            <wps:spPr>
                              <a:xfrm>
                                <a:off x="0" y="0"/>
                                <a:ext cx="809625" cy="22860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668E77" id="Gerader Verbinder 41" o:spid="_x0000_s1026" style="position:absolute;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05pt" to="58.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" strokecolor="white [3212]" strokeweight="1.5pt">
                      <v:stroke joinstyle="miter"/>
                    </v:line>
                  </w:pict>
                </mc:Fallback>
              </mc:AlternateContent>
            </w:r>
            <w:r w:rsidRPr="009D0C84">
              <w:rPr>
                <w:rFonts w:ascii="Calibri" w:hAnsi="Calibri" w:cs="Calibri"/>
                <w:i/>
                <w:iCs/>
                <w:sz w:val="20"/>
                <w:szCs w:val="20"/>
              </w:rPr>
              <w:t>n</w:t>
            </w:r>
          </w:p>
          <w:p w14:paraId="33219E67" w14:textId="4532D493" w:rsidR="00022674" w:rsidRPr="009D0C84" w:rsidRDefault="00022674" w:rsidP="009A68B4">
            <w:pPr>
              <w:spacing w:after="0"/>
              <w:jc w:val="center"/>
              <w:rPr>
                <w:rFonts w:ascii="Calibri" w:hAnsi="Calibri" w:cs="Calibri"/>
                <w:b w:val="0"/>
                <w:bCs w:val="0"/>
                <w:i/>
                <w:iCs/>
                <w:sz w:val="20"/>
                <w:szCs w:val="20"/>
              </w:rPr>
            </w:pPr>
            <w:r w:rsidRPr="009D0C84">
              <w:rPr>
                <w:rFonts w:ascii="Calibri" w:hAnsi="Calibri" w:cs="Calibri"/>
                <w:i/>
                <w:iCs/>
                <w:sz w:val="20"/>
                <w:szCs w:val="20"/>
              </w:rPr>
              <w:t>Algorithmus</w:t>
            </w:r>
          </w:p>
        </w:tc>
        <w:tc>
          <w:tcPr>
            <w:tcW w:w="1170" w:type="dxa"/>
            <w:tcBorders>
              <w:left w:val="single" w:sz="4" w:space="0" w:color="FFFFFF" w:themeColor="background1"/>
              <w:right w:val="single" w:sz="4" w:space="0" w:color="FFFFFF" w:themeColor="background1"/>
            </w:tcBorders>
            <w:shd w:val="clear" w:color="auto" w:fill="4E6B9E"/>
            <w:vAlign w:val="center"/>
          </w:tcPr>
          <w:p w14:paraId="2BC6A272" w14:textId="77777777" w:rsidR="00022674" w:rsidRPr="009D0C84" w:rsidRDefault="00022674" w:rsidP="009A68B4">
            <w:pPr>
              <w:spacing w:after="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9D0C84">
              <w:rPr>
                <w:rFonts w:ascii="Calibri" w:hAnsi="Calibri" w:cs="Calibri"/>
                <w:sz w:val="20"/>
                <w:szCs w:val="20"/>
              </w:rPr>
              <w:t>100</w:t>
            </w:r>
          </w:p>
        </w:tc>
        <w:tc>
          <w:tcPr>
            <w:tcW w:w="1169" w:type="dxa"/>
            <w:tcBorders>
              <w:left w:val="single" w:sz="4" w:space="0" w:color="FFFFFF" w:themeColor="background1"/>
              <w:right w:val="single" w:sz="4" w:space="0" w:color="FFFFFF" w:themeColor="background1"/>
            </w:tcBorders>
            <w:shd w:val="clear" w:color="auto" w:fill="4E6B9E"/>
            <w:vAlign w:val="center"/>
          </w:tcPr>
          <w:p w14:paraId="7E52BEC2" w14:textId="77777777" w:rsidR="00022674" w:rsidRPr="009D0C84" w:rsidRDefault="00022674" w:rsidP="009A68B4">
            <w:pPr>
              <w:spacing w:after="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9D0C84">
              <w:rPr>
                <w:rFonts w:ascii="Calibri" w:hAnsi="Calibri" w:cs="Calibri"/>
                <w:sz w:val="20"/>
                <w:szCs w:val="20"/>
              </w:rPr>
              <w:t>1000</w:t>
            </w:r>
          </w:p>
        </w:tc>
        <w:tc>
          <w:tcPr>
            <w:tcW w:w="1170" w:type="dxa"/>
            <w:tcBorders>
              <w:left w:val="single" w:sz="4" w:space="0" w:color="FFFFFF" w:themeColor="background1"/>
              <w:right w:val="single" w:sz="4" w:space="0" w:color="FFFFFF" w:themeColor="background1"/>
            </w:tcBorders>
            <w:shd w:val="clear" w:color="auto" w:fill="4E6B9E"/>
            <w:vAlign w:val="center"/>
          </w:tcPr>
          <w:p w14:paraId="476D2664" w14:textId="77777777" w:rsidR="00022674" w:rsidRPr="009D0C84" w:rsidRDefault="00022674" w:rsidP="009A68B4">
            <w:pPr>
              <w:spacing w:after="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9D0C84">
              <w:rPr>
                <w:rFonts w:ascii="Calibri" w:hAnsi="Calibri" w:cs="Calibri"/>
                <w:sz w:val="20"/>
                <w:szCs w:val="20"/>
              </w:rPr>
              <w:t>10.000</w:t>
            </w:r>
          </w:p>
        </w:tc>
        <w:tc>
          <w:tcPr>
            <w:tcW w:w="1169" w:type="dxa"/>
            <w:tcBorders>
              <w:left w:val="single" w:sz="4" w:space="0" w:color="FFFFFF" w:themeColor="background1"/>
              <w:right w:val="single" w:sz="4" w:space="0" w:color="FFFFFF" w:themeColor="background1"/>
            </w:tcBorders>
            <w:shd w:val="clear" w:color="auto" w:fill="4E6B9E"/>
            <w:vAlign w:val="center"/>
          </w:tcPr>
          <w:p w14:paraId="4166A55E" w14:textId="77777777" w:rsidR="00022674" w:rsidRPr="009D0C84" w:rsidRDefault="00022674" w:rsidP="009A68B4">
            <w:pPr>
              <w:spacing w:after="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9D0C84">
              <w:rPr>
                <w:rFonts w:ascii="Calibri" w:hAnsi="Calibri" w:cs="Calibri"/>
                <w:sz w:val="20"/>
                <w:szCs w:val="20"/>
              </w:rPr>
              <w:t>100.000</w:t>
            </w:r>
          </w:p>
        </w:tc>
        <w:tc>
          <w:tcPr>
            <w:tcW w:w="1170" w:type="dxa"/>
            <w:tcBorders>
              <w:left w:val="single" w:sz="4" w:space="0" w:color="FFFFFF" w:themeColor="background1"/>
              <w:right w:val="single" w:sz="4" w:space="0" w:color="FFFFFF" w:themeColor="background1"/>
            </w:tcBorders>
            <w:shd w:val="clear" w:color="auto" w:fill="4E6B9E"/>
            <w:vAlign w:val="center"/>
          </w:tcPr>
          <w:p w14:paraId="0F9B6526" w14:textId="7822B179" w:rsidR="00022674" w:rsidRPr="009D0C84" w:rsidRDefault="00022674" w:rsidP="009A68B4">
            <w:pPr>
              <w:spacing w:after="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9D0C84">
              <w:rPr>
                <w:rFonts w:ascii="Calibri" w:hAnsi="Calibri" w:cs="Calibri"/>
                <w:sz w:val="20"/>
                <w:szCs w:val="20"/>
              </w:rPr>
              <w:t>200</w:t>
            </w:r>
            <w:r w:rsidR="00F630BE">
              <w:rPr>
                <w:rFonts w:ascii="Calibri" w:hAnsi="Calibri" w:cs="Calibri"/>
                <w:sz w:val="20"/>
                <w:szCs w:val="20"/>
              </w:rPr>
              <w:t>.</w:t>
            </w:r>
            <w:r w:rsidRPr="009D0C84">
              <w:rPr>
                <w:rFonts w:ascii="Calibri" w:hAnsi="Calibri" w:cs="Calibri"/>
                <w:sz w:val="20"/>
                <w:szCs w:val="20"/>
              </w:rPr>
              <w:t>000</w:t>
            </w:r>
          </w:p>
        </w:tc>
        <w:tc>
          <w:tcPr>
            <w:tcW w:w="1169" w:type="dxa"/>
            <w:tcBorders>
              <w:left w:val="single" w:sz="4" w:space="0" w:color="FFFFFF" w:themeColor="background1"/>
              <w:right w:val="single" w:sz="4" w:space="0" w:color="FFFFFF" w:themeColor="background1"/>
            </w:tcBorders>
            <w:shd w:val="clear" w:color="auto" w:fill="4E6B9E"/>
            <w:vAlign w:val="center"/>
          </w:tcPr>
          <w:p w14:paraId="2AA675AD" w14:textId="65FF56E1" w:rsidR="00022674" w:rsidRPr="009D0C84" w:rsidRDefault="00022674" w:rsidP="009A68B4">
            <w:pPr>
              <w:spacing w:after="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9D0C84">
              <w:rPr>
                <w:rFonts w:ascii="Calibri" w:hAnsi="Calibri" w:cs="Calibri"/>
                <w:sz w:val="20"/>
                <w:szCs w:val="20"/>
              </w:rPr>
              <w:t>500</w:t>
            </w:r>
            <w:r w:rsidR="00F630BE">
              <w:rPr>
                <w:rFonts w:ascii="Calibri" w:hAnsi="Calibri" w:cs="Calibri"/>
                <w:sz w:val="20"/>
                <w:szCs w:val="20"/>
              </w:rPr>
              <w:t>.</w:t>
            </w:r>
            <w:r w:rsidRPr="009D0C84">
              <w:rPr>
                <w:rFonts w:ascii="Calibri" w:hAnsi="Calibri" w:cs="Calibri"/>
                <w:sz w:val="20"/>
                <w:szCs w:val="20"/>
              </w:rPr>
              <w:t>000</w:t>
            </w:r>
          </w:p>
        </w:tc>
        <w:tc>
          <w:tcPr>
            <w:tcW w:w="1170" w:type="dxa"/>
            <w:tcBorders>
              <w:left w:val="single" w:sz="4" w:space="0" w:color="FFFFFF" w:themeColor="background1"/>
            </w:tcBorders>
            <w:shd w:val="clear" w:color="auto" w:fill="4E6B9E"/>
            <w:vAlign w:val="center"/>
          </w:tcPr>
          <w:p w14:paraId="19E2D53A" w14:textId="7950C51A" w:rsidR="00022674" w:rsidRPr="009D0C84" w:rsidRDefault="00022674" w:rsidP="009A68B4">
            <w:pPr>
              <w:spacing w:after="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9D0C84">
              <w:rPr>
                <w:rFonts w:ascii="Calibri" w:hAnsi="Calibri" w:cs="Calibri"/>
                <w:sz w:val="20"/>
                <w:szCs w:val="20"/>
              </w:rPr>
              <w:t>1.000.000</w:t>
            </w:r>
          </w:p>
        </w:tc>
      </w:tr>
      <w:tr w:rsidR="00D80666" w14:paraId="3D01E362" w14:textId="77777777" w:rsidTr="00F630BE">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vAlign w:val="center"/>
          </w:tcPr>
          <w:p w14:paraId="55A60BAF" w14:textId="77777777" w:rsidR="00D80666" w:rsidRPr="009D0C84" w:rsidRDefault="00D80666" w:rsidP="009A68B4">
            <w:pPr>
              <w:spacing w:after="0"/>
              <w:jc w:val="center"/>
              <w:rPr>
                <w:rFonts w:ascii="Calibri" w:hAnsi="Calibri" w:cs="Calibri"/>
                <w:i/>
                <w:iCs/>
                <w:sz w:val="20"/>
                <w:szCs w:val="20"/>
              </w:rPr>
            </w:pPr>
            <w:proofErr w:type="spellStart"/>
            <w:r w:rsidRPr="009D0C84">
              <w:rPr>
                <w:rFonts w:ascii="Calibri" w:hAnsi="Calibri" w:cs="Calibri"/>
                <w:sz w:val="20"/>
                <w:szCs w:val="20"/>
              </w:rPr>
              <w:t>SelectionSort</w:t>
            </w:r>
            <w:proofErr w:type="spellEnd"/>
          </w:p>
        </w:tc>
        <w:tc>
          <w:tcPr>
            <w:tcW w:w="1170" w:type="dxa"/>
            <w:vAlign w:val="center"/>
          </w:tcPr>
          <w:p w14:paraId="5E1B18B5" w14:textId="42F2ABD4" w:rsidR="00D80666" w:rsidRPr="009D0C84" w:rsidRDefault="00D80666"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1169" w:type="dxa"/>
            <w:vAlign w:val="center"/>
          </w:tcPr>
          <w:p w14:paraId="508FB351" w14:textId="7D085004" w:rsidR="00D80666" w:rsidRPr="009D0C84" w:rsidRDefault="00D80666"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1170" w:type="dxa"/>
            <w:vAlign w:val="center"/>
          </w:tcPr>
          <w:p w14:paraId="33DF02EB" w14:textId="17B7B0DA" w:rsidR="00D80666" w:rsidRPr="009D0C84" w:rsidRDefault="00D80666"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1169" w:type="dxa"/>
            <w:vAlign w:val="center"/>
          </w:tcPr>
          <w:p w14:paraId="77DDA83B" w14:textId="5BAD0578" w:rsidR="009A68B4" w:rsidRPr="009D0C84" w:rsidRDefault="009A68B4" w:rsidP="00C3090D">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1170" w:type="dxa"/>
            <w:vAlign w:val="center"/>
          </w:tcPr>
          <w:p w14:paraId="01BF152D" w14:textId="3B162598" w:rsidR="009A68B4" w:rsidRPr="009D0C84" w:rsidRDefault="009A68B4"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1169" w:type="dxa"/>
            <w:vAlign w:val="center"/>
          </w:tcPr>
          <w:p w14:paraId="626CA25F" w14:textId="3C4195A1" w:rsidR="009A68B4" w:rsidRPr="009D0C84" w:rsidRDefault="009A68B4"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1170" w:type="dxa"/>
            <w:vAlign w:val="center"/>
          </w:tcPr>
          <w:p w14:paraId="474F01B9" w14:textId="226C9FF7" w:rsidR="00D80666" w:rsidRPr="009D0C84" w:rsidRDefault="00D80666"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r>
      <w:tr w:rsidR="00D80666" w14:paraId="58D64A41" w14:textId="77777777" w:rsidTr="00F630BE">
        <w:trPr>
          <w:trHeight w:val="73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vAlign w:val="center"/>
          </w:tcPr>
          <w:p w14:paraId="0C7D03E4" w14:textId="77777777" w:rsidR="00D80666" w:rsidRPr="009D0C84" w:rsidRDefault="00D80666" w:rsidP="009A68B4">
            <w:pPr>
              <w:spacing w:after="0"/>
              <w:jc w:val="center"/>
              <w:rPr>
                <w:rFonts w:ascii="Calibri" w:hAnsi="Calibri" w:cs="Calibri"/>
                <w:i/>
                <w:iCs/>
                <w:sz w:val="20"/>
                <w:szCs w:val="20"/>
              </w:rPr>
            </w:pPr>
            <w:proofErr w:type="spellStart"/>
            <w:r w:rsidRPr="009D0C84">
              <w:rPr>
                <w:rFonts w:ascii="Calibri" w:hAnsi="Calibri" w:cs="Calibri"/>
                <w:sz w:val="20"/>
                <w:szCs w:val="20"/>
              </w:rPr>
              <w:t>BubbleSort</w:t>
            </w:r>
            <w:proofErr w:type="spellEnd"/>
          </w:p>
        </w:tc>
        <w:tc>
          <w:tcPr>
            <w:tcW w:w="1170" w:type="dxa"/>
            <w:vAlign w:val="center"/>
          </w:tcPr>
          <w:p w14:paraId="330AFAC6" w14:textId="043E1592" w:rsidR="00D80666" w:rsidRPr="009D0C84" w:rsidRDefault="00D80666"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69" w:type="dxa"/>
            <w:vAlign w:val="center"/>
          </w:tcPr>
          <w:p w14:paraId="47435991" w14:textId="5B987E9C" w:rsidR="00D80666" w:rsidRPr="009D0C84" w:rsidRDefault="00D80666"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70" w:type="dxa"/>
            <w:vAlign w:val="center"/>
          </w:tcPr>
          <w:p w14:paraId="7DCFEF22" w14:textId="14ECCD9B" w:rsidR="00D80666" w:rsidRPr="009D0C84" w:rsidRDefault="00D80666"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69" w:type="dxa"/>
            <w:vAlign w:val="center"/>
          </w:tcPr>
          <w:p w14:paraId="2D15D4ED" w14:textId="73F18E4B" w:rsidR="009A68B4" w:rsidRPr="009D0C84" w:rsidRDefault="009A68B4"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70" w:type="dxa"/>
            <w:vAlign w:val="center"/>
          </w:tcPr>
          <w:p w14:paraId="713D324E" w14:textId="4E92E1E9" w:rsidR="009A68B4" w:rsidRPr="009D0C84" w:rsidRDefault="009A68B4"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69" w:type="dxa"/>
            <w:vAlign w:val="center"/>
          </w:tcPr>
          <w:p w14:paraId="5425A6D4" w14:textId="67EEC89B" w:rsidR="009A68B4" w:rsidRPr="009D0C84" w:rsidRDefault="009A68B4"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70" w:type="dxa"/>
            <w:vAlign w:val="center"/>
          </w:tcPr>
          <w:p w14:paraId="39965F64" w14:textId="72B6BFF3" w:rsidR="00D80666" w:rsidRPr="009D0C84" w:rsidRDefault="00D80666"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D80666" w14:paraId="59ED1CCB" w14:textId="77777777" w:rsidTr="00F630BE">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vAlign w:val="center"/>
          </w:tcPr>
          <w:p w14:paraId="2FEB9208" w14:textId="77777777" w:rsidR="00D80666" w:rsidRPr="009D0C84" w:rsidRDefault="00D80666" w:rsidP="009A68B4">
            <w:pPr>
              <w:spacing w:after="0"/>
              <w:jc w:val="center"/>
              <w:rPr>
                <w:rFonts w:ascii="Calibri" w:hAnsi="Calibri" w:cs="Calibri"/>
                <w:i/>
                <w:iCs/>
                <w:sz w:val="20"/>
                <w:szCs w:val="20"/>
              </w:rPr>
            </w:pPr>
            <w:proofErr w:type="spellStart"/>
            <w:r w:rsidRPr="009D0C84">
              <w:rPr>
                <w:rFonts w:ascii="Calibri" w:hAnsi="Calibri" w:cs="Calibri"/>
                <w:sz w:val="20"/>
                <w:szCs w:val="20"/>
              </w:rPr>
              <w:t>InsertionSort</w:t>
            </w:r>
            <w:proofErr w:type="spellEnd"/>
          </w:p>
        </w:tc>
        <w:tc>
          <w:tcPr>
            <w:tcW w:w="1170" w:type="dxa"/>
            <w:vAlign w:val="center"/>
          </w:tcPr>
          <w:p w14:paraId="7B4DFE64" w14:textId="792FC4BE" w:rsidR="00D80666" w:rsidRPr="009D0C84" w:rsidRDefault="00D80666"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1169" w:type="dxa"/>
            <w:vAlign w:val="center"/>
          </w:tcPr>
          <w:p w14:paraId="7A253916" w14:textId="2667DA55" w:rsidR="00D80666" w:rsidRPr="009D0C84" w:rsidRDefault="00D80666"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1170" w:type="dxa"/>
            <w:vAlign w:val="center"/>
          </w:tcPr>
          <w:p w14:paraId="010BFD74" w14:textId="676EF2DC" w:rsidR="00D80666" w:rsidRPr="009D0C84" w:rsidRDefault="00D80666"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1169" w:type="dxa"/>
            <w:vAlign w:val="center"/>
          </w:tcPr>
          <w:p w14:paraId="4406F361" w14:textId="6993D568" w:rsidR="009A68B4" w:rsidRPr="009D0C84" w:rsidRDefault="009A68B4"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1170" w:type="dxa"/>
            <w:vAlign w:val="center"/>
          </w:tcPr>
          <w:p w14:paraId="01C556BE" w14:textId="0A869F24" w:rsidR="009A68B4" w:rsidRPr="009D0C84" w:rsidRDefault="009A68B4"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1169" w:type="dxa"/>
            <w:vAlign w:val="center"/>
          </w:tcPr>
          <w:p w14:paraId="53784243" w14:textId="6CEAE601" w:rsidR="009A68B4" w:rsidRPr="009D0C84" w:rsidRDefault="009A68B4"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1170" w:type="dxa"/>
            <w:vAlign w:val="center"/>
          </w:tcPr>
          <w:p w14:paraId="59B39878" w14:textId="5CCE2EEB" w:rsidR="00D80666" w:rsidRPr="009D0C84" w:rsidRDefault="00D80666" w:rsidP="009A68B4">
            <w:pPr>
              <w:spacing w:after="0"/>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r>
      <w:tr w:rsidR="00D80666" w14:paraId="0C2300B1" w14:textId="77777777" w:rsidTr="00F630BE">
        <w:trPr>
          <w:trHeight w:val="73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vAlign w:val="center"/>
          </w:tcPr>
          <w:p w14:paraId="7876727B" w14:textId="77777777" w:rsidR="00D80666" w:rsidRPr="009D0C84" w:rsidRDefault="00D80666" w:rsidP="009A68B4">
            <w:pPr>
              <w:spacing w:after="0"/>
              <w:jc w:val="center"/>
              <w:rPr>
                <w:rFonts w:ascii="Calibri" w:hAnsi="Calibri" w:cs="Calibri"/>
                <w:i/>
                <w:iCs/>
                <w:sz w:val="20"/>
                <w:szCs w:val="20"/>
              </w:rPr>
            </w:pPr>
            <w:proofErr w:type="spellStart"/>
            <w:r w:rsidRPr="009D0C84">
              <w:rPr>
                <w:rFonts w:ascii="Calibri" w:hAnsi="Calibri" w:cs="Calibri"/>
                <w:sz w:val="20"/>
                <w:szCs w:val="20"/>
              </w:rPr>
              <w:t>MergeSort</w:t>
            </w:r>
            <w:proofErr w:type="spellEnd"/>
          </w:p>
        </w:tc>
        <w:tc>
          <w:tcPr>
            <w:tcW w:w="1170" w:type="dxa"/>
            <w:vAlign w:val="center"/>
          </w:tcPr>
          <w:p w14:paraId="7312D79C" w14:textId="1BF3E27C" w:rsidR="00D80666" w:rsidRPr="009D0C84" w:rsidRDefault="00D80666"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69" w:type="dxa"/>
            <w:vAlign w:val="center"/>
          </w:tcPr>
          <w:p w14:paraId="34E6707C" w14:textId="47803166" w:rsidR="00D80666" w:rsidRPr="009D0C84" w:rsidRDefault="00D80666"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70" w:type="dxa"/>
            <w:vAlign w:val="center"/>
          </w:tcPr>
          <w:p w14:paraId="077625C8" w14:textId="51305D82" w:rsidR="00D80666" w:rsidRPr="009D0C84" w:rsidRDefault="00D80666"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69" w:type="dxa"/>
            <w:vAlign w:val="center"/>
          </w:tcPr>
          <w:p w14:paraId="5A94303D" w14:textId="0C130841" w:rsidR="00D80666" w:rsidRPr="009D0C84" w:rsidRDefault="00D80666"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70" w:type="dxa"/>
            <w:vAlign w:val="center"/>
          </w:tcPr>
          <w:p w14:paraId="55EB8C93" w14:textId="69CA2C51" w:rsidR="00D80666" w:rsidRPr="009D0C84" w:rsidRDefault="00D80666"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69" w:type="dxa"/>
            <w:vAlign w:val="center"/>
          </w:tcPr>
          <w:p w14:paraId="67F5214C" w14:textId="483D1136" w:rsidR="00D80666" w:rsidRPr="009D0C84" w:rsidRDefault="00D80666" w:rsidP="009A68B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70" w:type="dxa"/>
            <w:vAlign w:val="center"/>
          </w:tcPr>
          <w:p w14:paraId="020B720D" w14:textId="389BB35F" w:rsidR="00D80666" w:rsidRPr="009D0C84" w:rsidRDefault="00D80666" w:rsidP="001F4957">
            <w:pPr>
              <w:keepNext/>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bl>
    <w:p w14:paraId="50EE78D5" w14:textId="17E28D3D" w:rsidR="00D72C64" w:rsidRPr="00D72C64" w:rsidRDefault="001F4957" w:rsidP="00DB6B42">
      <w:pPr>
        <w:pStyle w:val="UnterschriftINFSII"/>
        <w:spacing w:before="120"/>
        <w:rPr>
          <w:b/>
          <w:bCs/>
        </w:rPr>
      </w:pPr>
      <w:r>
        <w:t xml:space="preserve">Abbildung </w:t>
      </w:r>
      <w:fldSimple w:instr=" SEQ Abbildung \* ARABIC ">
        <w:r w:rsidR="00F045AD">
          <w:rPr>
            <w:noProof/>
          </w:rPr>
          <w:t>7</w:t>
        </w:r>
      </w:fldSimple>
      <w:r>
        <w:t>: Laufzeitmessung für verschiedene Sortieralgorithmen</w:t>
      </w:r>
    </w:p>
    <w:p w14:paraId="0D67E926" w14:textId="77777777" w:rsidR="002528E0" w:rsidRPr="005E1E04" w:rsidRDefault="002528E0" w:rsidP="002528E0">
      <w:bookmarkStart w:id="5" w:name="_Hlk48148046"/>
      <w:bookmarkStart w:id="6" w:name="_Hlk36642635"/>
      <w:r w:rsidRPr="005E1E04">
        <w:lastRenderedPageBreak/>
        <w:t xml:space="preserve">Dieses Werk ist lizenziert unter einer </w:t>
      </w:r>
      <w:hyperlink r:id="rId18" w:history="1">
        <w:r w:rsidRPr="002528E0">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bookmarkStart w:id="7" w:name="_Hlk96847358"/>
      <w:bookmarkEnd w:id="5"/>
      <w:bookmarkEnd w:id="6"/>
      <w:r>
        <w:t xml:space="preserve">Von der Lizenz ausgenommen ist das </w:t>
      </w:r>
      <w:proofErr w:type="spellStart"/>
      <w:r>
        <w:t>InfSII</w:t>
      </w:r>
      <w:proofErr w:type="spellEnd"/>
      <w:r>
        <w:t>-Logo.</w:t>
      </w:r>
    </w:p>
    <w:bookmarkEnd w:id="7"/>
    <w:p w14:paraId="5597FADD" w14:textId="50CA8395" w:rsidR="00970575" w:rsidRDefault="00DB6B42">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r w:rsidR="00970575" w:rsidRPr="0027492F">
        <w:t xml:space="preserve"> </w:t>
      </w:r>
    </w:p>
    <w:sectPr w:rsidR="00970575" w:rsidSect="003179DB">
      <w:headerReference w:type="default" r:id="rId19"/>
      <w:footerReference w:type="default" r:id="rId2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24ABA" w14:textId="77777777" w:rsidR="00081E32" w:rsidRDefault="00081E32" w:rsidP="006D1346">
      <w:pPr>
        <w:spacing w:after="0" w:line="240" w:lineRule="auto"/>
      </w:pPr>
      <w:r>
        <w:separator/>
      </w:r>
    </w:p>
  </w:endnote>
  <w:endnote w:type="continuationSeparator" w:id="0">
    <w:p w14:paraId="21859C72" w14:textId="77777777" w:rsidR="00081E32" w:rsidRDefault="00081E32"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978E1" w14:textId="3360DEE2" w:rsidR="004850AB" w:rsidRPr="007E2D0D" w:rsidRDefault="001F622A" w:rsidP="00C279B4">
    <w:pPr>
      <w:pStyle w:val="Fuzeile"/>
      <w:tabs>
        <w:tab w:val="clear" w:pos="9072"/>
        <w:tab w:val="right" w:pos="14004"/>
      </w:tabs>
      <w:rPr>
        <w:color w:val="808080" w:themeColor="background1" w:themeShade="80"/>
        <w:sz w:val="20"/>
        <w:szCs w:val="20"/>
      </w:rPr>
    </w:pPr>
    <w:r>
      <w:rPr>
        <w:noProof/>
      </w:rPr>
      <w:drawing>
        <wp:anchor distT="0" distB="0" distL="114300" distR="114300" simplePos="0" relativeHeight="251659264" behindDoc="0" locked="0" layoutInCell="1" allowOverlap="1" wp14:anchorId="5F2D13C6" wp14:editId="7F0DDCE6">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C87491">
      <w:rPr>
        <w:color w:val="808080" w:themeColor="background1" w:themeShade="80"/>
        <w:sz w:val="20"/>
        <w:szCs w:val="20"/>
      </w:rPr>
      <w:t>Ju</w:t>
    </w:r>
    <w:r w:rsidR="00F045AD">
      <w:rPr>
        <w:color w:val="808080" w:themeColor="background1" w:themeShade="80"/>
        <w:sz w:val="20"/>
        <w:szCs w:val="20"/>
      </w:rPr>
      <w:t>l</w:t>
    </w:r>
    <w:r w:rsidR="00C87491">
      <w:rPr>
        <w:color w:val="808080" w:themeColor="background1" w:themeShade="80"/>
        <w:sz w:val="20"/>
        <w:szCs w:val="20"/>
      </w:rPr>
      <w:t>i</w:t>
    </w:r>
    <w:r w:rsidRPr="007E2D0D">
      <w:rPr>
        <w:color w:val="808080" w:themeColor="background1" w:themeShade="80"/>
        <w:sz w:val="20"/>
        <w:szCs w:val="20"/>
      </w:rPr>
      <w:t xml:space="preserve"> 20</w:t>
    </w:r>
    <w:r w:rsidR="00660AA5">
      <w:rPr>
        <w:color w:val="808080" w:themeColor="background1" w:themeShade="80"/>
        <w:sz w:val="20"/>
        <w:szCs w:val="20"/>
      </w:rPr>
      <w:t>2</w:t>
    </w:r>
    <w:r w:rsidR="00C87491">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4F729" w14:textId="77777777" w:rsidR="00081E32" w:rsidRDefault="00081E32" w:rsidP="006D1346">
      <w:pPr>
        <w:spacing w:after="0" w:line="240" w:lineRule="auto"/>
      </w:pPr>
      <w:r>
        <w:separator/>
      </w:r>
    </w:p>
  </w:footnote>
  <w:footnote w:type="continuationSeparator" w:id="0">
    <w:p w14:paraId="23FA7B65" w14:textId="77777777" w:rsidR="00081E32" w:rsidRDefault="00081E32"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FA6DB"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30F2B3EF" wp14:editId="69EDB45C">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DEE2463"/>
    <w:multiLevelType w:val="hybridMultilevel"/>
    <w:tmpl w:val="0342590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1BE516E"/>
    <w:multiLevelType w:val="hybridMultilevel"/>
    <w:tmpl w:val="546AEB64"/>
    <w:lvl w:ilvl="0" w:tplc="E29E6EA0">
      <w:start w:val="1"/>
      <w:numFmt w:val="bullet"/>
      <w:lvlText w:val=""/>
      <w:lvlJc w:val="left"/>
      <w:pPr>
        <w:tabs>
          <w:tab w:val="num" w:pos="720"/>
        </w:tabs>
        <w:ind w:left="720" w:hanging="360"/>
      </w:pPr>
      <w:rPr>
        <w:rFonts w:ascii="Wingdings" w:hAnsi="Wingdings" w:hint="default"/>
      </w:rPr>
    </w:lvl>
    <w:lvl w:ilvl="1" w:tplc="880830F6" w:tentative="1">
      <w:start w:val="1"/>
      <w:numFmt w:val="bullet"/>
      <w:lvlText w:val=""/>
      <w:lvlJc w:val="left"/>
      <w:pPr>
        <w:tabs>
          <w:tab w:val="num" w:pos="1440"/>
        </w:tabs>
        <w:ind w:left="1440" w:hanging="360"/>
      </w:pPr>
      <w:rPr>
        <w:rFonts w:ascii="Wingdings" w:hAnsi="Wingdings" w:hint="default"/>
      </w:rPr>
    </w:lvl>
    <w:lvl w:ilvl="2" w:tplc="A7701D2E" w:tentative="1">
      <w:start w:val="1"/>
      <w:numFmt w:val="bullet"/>
      <w:lvlText w:val=""/>
      <w:lvlJc w:val="left"/>
      <w:pPr>
        <w:tabs>
          <w:tab w:val="num" w:pos="2160"/>
        </w:tabs>
        <w:ind w:left="2160" w:hanging="360"/>
      </w:pPr>
      <w:rPr>
        <w:rFonts w:ascii="Wingdings" w:hAnsi="Wingdings" w:hint="default"/>
      </w:rPr>
    </w:lvl>
    <w:lvl w:ilvl="3" w:tplc="F32EAEA6" w:tentative="1">
      <w:start w:val="1"/>
      <w:numFmt w:val="bullet"/>
      <w:lvlText w:val=""/>
      <w:lvlJc w:val="left"/>
      <w:pPr>
        <w:tabs>
          <w:tab w:val="num" w:pos="2880"/>
        </w:tabs>
        <w:ind w:left="2880" w:hanging="360"/>
      </w:pPr>
      <w:rPr>
        <w:rFonts w:ascii="Wingdings" w:hAnsi="Wingdings" w:hint="default"/>
      </w:rPr>
    </w:lvl>
    <w:lvl w:ilvl="4" w:tplc="85C8CF04" w:tentative="1">
      <w:start w:val="1"/>
      <w:numFmt w:val="bullet"/>
      <w:lvlText w:val=""/>
      <w:lvlJc w:val="left"/>
      <w:pPr>
        <w:tabs>
          <w:tab w:val="num" w:pos="3600"/>
        </w:tabs>
        <w:ind w:left="3600" w:hanging="360"/>
      </w:pPr>
      <w:rPr>
        <w:rFonts w:ascii="Wingdings" w:hAnsi="Wingdings" w:hint="default"/>
      </w:rPr>
    </w:lvl>
    <w:lvl w:ilvl="5" w:tplc="587E62E4" w:tentative="1">
      <w:start w:val="1"/>
      <w:numFmt w:val="bullet"/>
      <w:lvlText w:val=""/>
      <w:lvlJc w:val="left"/>
      <w:pPr>
        <w:tabs>
          <w:tab w:val="num" w:pos="4320"/>
        </w:tabs>
        <w:ind w:left="4320" w:hanging="360"/>
      </w:pPr>
      <w:rPr>
        <w:rFonts w:ascii="Wingdings" w:hAnsi="Wingdings" w:hint="default"/>
      </w:rPr>
    </w:lvl>
    <w:lvl w:ilvl="6" w:tplc="24E2579A" w:tentative="1">
      <w:start w:val="1"/>
      <w:numFmt w:val="bullet"/>
      <w:lvlText w:val=""/>
      <w:lvlJc w:val="left"/>
      <w:pPr>
        <w:tabs>
          <w:tab w:val="num" w:pos="5040"/>
        </w:tabs>
        <w:ind w:left="5040" w:hanging="360"/>
      </w:pPr>
      <w:rPr>
        <w:rFonts w:ascii="Wingdings" w:hAnsi="Wingdings" w:hint="default"/>
      </w:rPr>
    </w:lvl>
    <w:lvl w:ilvl="7" w:tplc="07B4D4EC" w:tentative="1">
      <w:start w:val="1"/>
      <w:numFmt w:val="bullet"/>
      <w:lvlText w:val=""/>
      <w:lvlJc w:val="left"/>
      <w:pPr>
        <w:tabs>
          <w:tab w:val="num" w:pos="5760"/>
        </w:tabs>
        <w:ind w:left="5760" w:hanging="360"/>
      </w:pPr>
      <w:rPr>
        <w:rFonts w:ascii="Wingdings" w:hAnsi="Wingdings" w:hint="default"/>
      </w:rPr>
    </w:lvl>
    <w:lvl w:ilvl="8" w:tplc="1E52862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D531F49"/>
    <w:multiLevelType w:val="hybridMultilevel"/>
    <w:tmpl w:val="CAA47D6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20232765"/>
    <w:multiLevelType w:val="hybridMultilevel"/>
    <w:tmpl w:val="7C728D3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D05434F"/>
    <w:multiLevelType w:val="hybridMultilevel"/>
    <w:tmpl w:val="BF5CB6A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EA2B7F"/>
    <w:multiLevelType w:val="hybridMultilevel"/>
    <w:tmpl w:val="4648A11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4664366"/>
    <w:multiLevelType w:val="hybridMultilevel"/>
    <w:tmpl w:val="E1CABDB6"/>
    <w:lvl w:ilvl="0" w:tplc="74A434E6">
      <w:start w:val="1"/>
      <w:numFmt w:val="bullet"/>
      <w:lvlText w:val=""/>
      <w:lvlJc w:val="left"/>
      <w:pPr>
        <w:tabs>
          <w:tab w:val="num" w:pos="720"/>
        </w:tabs>
        <w:ind w:left="720" w:hanging="360"/>
      </w:pPr>
      <w:rPr>
        <w:rFonts w:ascii="Wingdings" w:hAnsi="Wingdings" w:hint="default"/>
      </w:rPr>
    </w:lvl>
    <w:lvl w:ilvl="1" w:tplc="BB425FAA">
      <w:numFmt w:val="bullet"/>
      <w:lvlText w:val="•"/>
      <w:lvlJc w:val="left"/>
      <w:pPr>
        <w:tabs>
          <w:tab w:val="num" w:pos="1440"/>
        </w:tabs>
        <w:ind w:left="1440" w:hanging="360"/>
      </w:pPr>
      <w:rPr>
        <w:rFonts w:ascii="Arial" w:hAnsi="Arial" w:hint="default"/>
      </w:rPr>
    </w:lvl>
    <w:lvl w:ilvl="2" w:tplc="58728B56" w:tentative="1">
      <w:start w:val="1"/>
      <w:numFmt w:val="bullet"/>
      <w:lvlText w:val=""/>
      <w:lvlJc w:val="left"/>
      <w:pPr>
        <w:tabs>
          <w:tab w:val="num" w:pos="2160"/>
        </w:tabs>
        <w:ind w:left="2160" w:hanging="360"/>
      </w:pPr>
      <w:rPr>
        <w:rFonts w:ascii="Wingdings" w:hAnsi="Wingdings" w:hint="default"/>
      </w:rPr>
    </w:lvl>
    <w:lvl w:ilvl="3" w:tplc="D0A02B62" w:tentative="1">
      <w:start w:val="1"/>
      <w:numFmt w:val="bullet"/>
      <w:lvlText w:val=""/>
      <w:lvlJc w:val="left"/>
      <w:pPr>
        <w:tabs>
          <w:tab w:val="num" w:pos="2880"/>
        </w:tabs>
        <w:ind w:left="2880" w:hanging="360"/>
      </w:pPr>
      <w:rPr>
        <w:rFonts w:ascii="Wingdings" w:hAnsi="Wingdings" w:hint="default"/>
      </w:rPr>
    </w:lvl>
    <w:lvl w:ilvl="4" w:tplc="A202AF6E" w:tentative="1">
      <w:start w:val="1"/>
      <w:numFmt w:val="bullet"/>
      <w:lvlText w:val=""/>
      <w:lvlJc w:val="left"/>
      <w:pPr>
        <w:tabs>
          <w:tab w:val="num" w:pos="3600"/>
        </w:tabs>
        <w:ind w:left="3600" w:hanging="360"/>
      </w:pPr>
      <w:rPr>
        <w:rFonts w:ascii="Wingdings" w:hAnsi="Wingdings" w:hint="default"/>
      </w:rPr>
    </w:lvl>
    <w:lvl w:ilvl="5" w:tplc="BBAC67F4" w:tentative="1">
      <w:start w:val="1"/>
      <w:numFmt w:val="bullet"/>
      <w:lvlText w:val=""/>
      <w:lvlJc w:val="left"/>
      <w:pPr>
        <w:tabs>
          <w:tab w:val="num" w:pos="4320"/>
        </w:tabs>
        <w:ind w:left="4320" w:hanging="360"/>
      </w:pPr>
      <w:rPr>
        <w:rFonts w:ascii="Wingdings" w:hAnsi="Wingdings" w:hint="default"/>
      </w:rPr>
    </w:lvl>
    <w:lvl w:ilvl="6" w:tplc="586CA9EA" w:tentative="1">
      <w:start w:val="1"/>
      <w:numFmt w:val="bullet"/>
      <w:lvlText w:val=""/>
      <w:lvlJc w:val="left"/>
      <w:pPr>
        <w:tabs>
          <w:tab w:val="num" w:pos="5040"/>
        </w:tabs>
        <w:ind w:left="5040" w:hanging="360"/>
      </w:pPr>
      <w:rPr>
        <w:rFonts w:ascii="Wingdings" w:hAnsi="Wingdings" w:hint="default"/>
      </w:rPr>
    </w:lvl>
    <w:lvl w:ilvl="7" w:tplc="F7D8DBCE" w:tentative="1">
      <w:start w:val="1"/>
      <w:numFmt w:val="bullet"/>
      <w:lvlText w:val=""/>
      <w:lvlJc w:val="left"/>
      <w:pPr>
        <w:tabs>
          <w:tab w:val="num" w:pos="5760"/>
        </w:tabs>
        <w:ind w:left="5760" w:hanging="360"/>
      </w:pPr>
      <w:rPr>
        <w:rFonts w:ascii="Wingdings" w:hAnsi="Wingdings" w:hint="default"/>
      </w:rPr>
    </w:lvl>
    <w:lvl w:ilvl="8" w:tplc="E9B6851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796B0C"/>
    <w:multiLevelType w:val="hybridMultilevel"/>
    <w:tmpl w:val="2C7A9244"/>
    <w:lvl w:ilvl="0" w:tplc="9E08372A">
      <w:start w:val="1"/>
      <w:numFmt w:val="lowerLetter"/>
      <w:lvlText w:val="%1)"/>
      <w:lvlJc w:val="left"/>
      <w:pPr>
        <w:ind w:left="720" w:hanging="360"/>
      </w:pPr>
      <w:rPr>
        <w:rFonts w:hint="default"/>
        <w:b w:val="0"/>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6987A51"/>
    <w:multiLevelType w:val="hybridMultilevel"/>
    <w:tmpl w:val="79206668"/>
    <w:lvl w:ilvl="0" w:tplc="049C21AE">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A432792"/>
    <w:multiLevelType w:val="hybridMultilevel"/>
    <w:tmpl w:val="89B09F1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4AD33D48"/>
    <w:multiLevelType w:val="hybridMultilevel"/>
    <w:tmpl w:val="613EE01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515A31B7"/>
    <w:multiLevelType w:val="hybridMultilevel"/>
    <w:tmpl w:val="3B348F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8993D60"/>
    <w:multiLevelType w:val="hybridMultilevel"/>
    <w:tmpl w:val="1022615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B757427"/>
    <w:multiLevelType w:val="hybridMultilevel"/>
    <w:tmpl w:val="89B09F1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6B62BB4"/>
    <w:multiLevelType w:val="hybridMultilevel"/>
    <w:tmpl w:val="A1163CF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6D70E2D"/>
    <w:multiLevelType w:val="hybridMultilevel"/>
    <w:tmpl w:val="5AE8EB18"/>
    <w:lvl w:ilvl="0" w:tplc="60BA581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C426672"/>
    <w:multiLevelType w:val="hybridMultilevel"/>
    <w:tmpl w:val="89B09F1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B9253BC"/>
    <w:multiLevelType w:val="hybridMultilevel"/>
    <w:tmpl w:val="2C0E67C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818618143">
    <w:abstractNumId w:val="28"/>
  </w:num>
  <w:num w:numId="2" w16cid:durableId="1667896635">
    <w:abstractNumId w:val="35"/>
  </w:num>
  <w:num w:numId="3" w16cid:durableId="503008050">
    <w:abstractNumId w:val="5"/>
  </w:num>
  <w:num w:numId="4" w16cid:durableId="2086612752">
    <w:abstractNumId w:val="33"/>
  </w:num>
  <w:num w:numId="5" w16cid:durableId="1605844906">
    <w:abstractNumId w:val="39"/>
  </w:num>
  <w:num w:numId="6" w16cid:durableId="1767991594">
    <w:abstractNumId w:val="37"/>
  </w:num>
  <w:num w:numId="7" w16cid:durableId="1664624705">
    <w:abstractNumId w:val="24"/>
  </w:num>
  <w:num w:numId="8" w16cid:durableId="2103453726">
    <w:abstractNumId w:val="19"/>
  </w:num>
  <w:num w:numId="9" w16cid:durableId="1967932064">
    <w:abstractNumId w:val="0"/>
  </w:num>
  <w:num w:numId="10" w16cid:durableId="586963675">
    <w:abstractNumId w:val="15"/>
  </w:num>
  <w:num w:numId="11" w16cid:durableId="1092629195">
    <w:abstractNumId w:val="2"/>
  </w:num>
  <w:num w:numId="12" w16cid:durableId="18552381">
    <w:abstractNumId w:val="34"/>
  </w:num>
  <w:num w:numId="13" w16cid:durableId="131557113">
    <w:abstractNumId w:val="1"/>
  </w:num>
  <w:num w:numId="14" w16cid:durableId="277105241">
    <w:abstractNumId w:val="10"/>
  </w:num>
  <w:num w:numId="15" w16cid:durableId="570164630">
    <w:abstractNumId w:val="12"/>
  </w:num>
  <w:num w:numId="16" w16cid:durableId="517620241">
    <w:abstractNumId w:val="22"/>
  </w:num>
  <w:num w:numId="17" w16cid:durableId="240336809">
    <w:abstractNumId w:val="14"/>
  </w:num>
  <w:num w:numId="18" w16cid:durableId="2088989558">
    <w:abstractNumId w:val="7"/>
  </w:num>
  <w:num w:numId="19" w16cid:durableId="1912814322">
    <w:abstractNumId w:val="3"/>
  </w:num>
  <w:num w:numId="20" w16cid:durableId="479734100">
    <w:abstractNumId w:val="38"/>
  </w:num>
  <w:num w:numId="21" w16cid:durableId="455100213">
    <w:abstractNumId w:val="27"/>
  </w:num>
  <w:num w:numId="22" w16cid:durableId="1257593142">
    <w:abstractNumId w:val="28"/>
    <w:lvlOverride w:ilvl="0">
      <w:startOverride w:val="1"/>
    </w:lvlOverride>
  </w:num>
  <w:num w:numId="23" w16cid:durableId="1463959948">
    <w:abstractNumId w:val="28"/>
    <w:lvlOverride w:ilvl="0">
      <w:startOverride w:val="1"/>
    </w:lvlOverride>
  </w:num>
  <w:num w:numId="24" w16cid:durableId="461581740">
    <w:abstractNumId w:val="28"/>
    <w:lvlOverride w:ilvl="0">
      <w:startOverride w:val="1"/>
    </w:lvlOverride>
  </w:num>
  <w:num w:numId="25" w16cid:durableId="1457405052">
    <w:abstractNumId w:val="28"/>
    <w:lvlOverride w:ilvl="0">
      <w:startOverride w:val="1"/>
    </w:lvlOverride>
  </w:num>
  <w:num w:numId="26" w16cid:durableId="1015037702">
    <w:abstractNumId w:val="31"/>
  </w:num>
  <w:num w:numId="27" w16cid:durableId="1694769063">
    <w:abstractNumId w:val="4"/>
  </w:num>
  <w:num w:numId="28" w16cid:durableId="688483773">
    <w:abstractNumId w:val="21"/>
  </w:num>
  <w:num w:numId="29" w16cid:durableId="2006593795">
    <w:abstractNumId w:val="25"/>
  </w:num>
  <w:num w:numId="30" w16cid:durableId="788352505">
    <w:abstractNumId w:val="36"/>
  </w:num>
  <w:num w:numId="31" w16cid:durableId="910038991">
    <w:abstractNumId w:val="13"/>
  </w:num>
  <w:num w:numId="32" w16cid:durableId="1167358578">
    <w:abstractNumId w:val="18"/>
  </w:num>
  <w:num w:numId="33" w16cid:durableId="2079280163">
    <w:abstractNumId w:val="32"/>
  </w:num>
  <w:num w:numId="34" w16cid:durableId="1394506644">
    <w:abstractNumId w:val="26"/>
  </w:num>
  <w:num w:numId="35" w16cid:durableId="908929882">
    <w:abstractNumId w:val="20"/>
  </w:num>
  <w:num w:numId="36" w16cid:durableId="1591548567">
    <w:abstractNumId w:val="29"/>
  </w:num>
  <w:num w:numId="37" w16cid:durableId="419303485">
    <w:abstractNumId w:val="11"/>
  </w:num>
  <w:num w:numId="38" w16cid:durableId="215089755">
    <w:abstractNumId w:val="23"/>
  </w:num>
  <w:num w:numId="39" w16cid:durableId="1655990559">
    <w:abstractNumId w:val="9"/>
  </w:num>
  <w:num w:numId="40" w16cid:durableId="1002514311">
    <w:abstractNumId w:val="6"/>
  </w:num>
  <w:num w:numId="41" w16cid:durableId="1016660842">
    <w:abstractNumId w:val="16"/>
  </w:num>
  <w:num w:numId="42" w16cid:durableId="1497258700">
    <w:abstractNumId w:val="17"/>
  </w:num>
  <w:num w:numId="43" w16cid:durableId="928123564">
    <w:abstractNumId w:val="8"/>
  </w:num>
  <w:num w:numId="44" w16cid:durableId="116806311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F29"/>
    <w:rsid w:val="0000775F"/>
    <w:rsid w:val="000127AC"/>
    <w:rsid w:val="00014945"/>
    <w:rsid w:val="00017751"/>
    <w:rsid w:val="00022674"/>
    <w:rsid w:val="00026157"/>
    <w:rsid w:val="00041C3E"/>
    <w:rsid w:val="00071419"/>
    <w:rsid w:val="00072ED2"/>
    <w:rsid w:val="00081E32"/>
    <w:rsid w:val="00087065"/>
    <w:rsid w:val="0009052B"/>
    <w:rsid w:val="00091E36"/>
    <w:rsid w:val="0009239A"/>
    <w:rsid w:val="000A3B0C"/>
    <w:rsid w:val="000A3B3B"/>
    <w:rsid w:val="000A7494"/>
    <w:rsid w:val="000B134D"/>
    <w:rsid w:val="000B40B0"/>
    <w:rsid w:val="000C5871"/>
    <w:rsid w:val="000C722C"/>
    <w:rsid w:val="000F2F69"/>
    <w:rsid w:val="00126D3F"/>
    <w:rsid w:val="001331BF"/>
    <w:rsid w:val="001343B0"/>
    <w:rsid w:val="00145650"/>
    <w:rsid w:val="00154542"/>
    <w:rsid w:val="001547A7"/>
    <w:rsid w:val="0016779E"/>
    <w:rsid w:val="001705D1"/>
    <w:rsid w:val="00181228"/>
    <w:rsid w:val="00186A5F"/>
    <w:rsid w:val="00194AFD"/>
    <w:rsid w:val="001C276D"/>
    <w:rsid w:val="001C2D07"/>
    <w:rsid w:val="001C4EF5"/>
    <w:rsid w:val="001E7481"/>
    <w:rsid w:val="001F2673"/>
    <w:rsid w:val="001F4957"/>
    <w:rsid w:val="001F51A6"/>
    <w:rsid w:val="001F622A"/>
    <w:rsid w:val="00216A59"/>
    <w:rsid w:val="00221D28"/>
    <w:rsid w:val="00221D86"/>
    <w:rsid w:val="002268E9"/>
    <w:rsid w:val="00236953"/>
    <w:rsid w:val="00244639"/>
    <w:rsid w:val="002528E0"/>
    <w:rsid w:val="00264EA1"/>
    <w:rsid w:val="00271129"/>
    <w:rsid w:val="002B630F"/>
    <w:rsid w:val="002C6BEA"/>
    <w:rsid w:val="00303299"/>
    <w:rsid w:val="003179DB"/>
    <w:rsid w:val="00323890"/>
    <w:rsid w:val="00330DB0"/>
    <w:rsid w:val="00334221"/>
    <w:rsid w:val="0035676B"/>
    <w:rsid w:val="00365AC1"/>
    <w:rsid w:val="00381B15"/>
    <w:rsid w:val="00382027"/>
    <w:rsid w:val="003906DC"/>
    <w:rsid w:val="00394CAB"/>
    <w:rsid w:val="003A337B"/>
    <w:rsid w:val="003B01DE"/>
    <w:rsid w:val="003B7431"/>
    <w:rsid w:val="003C6155"/>
    <w:rsid w:val="003D321C"/>
    <w:rsid w:val="003E4F79"/>
    <w:rsid w:val="003F3EC1"/>
    <w:rsid w:val="003F45B4"/>
    <w:rsid w:val="003F5E3B"/>
    <w:rsid w:val="00410F83"/>
    <w:rsid w:val="00412C43"/>
    <w:rsid w:val="00415B86"/>
    <w:rsid w:val="0042385F"/>
    <w:rsid w:val="00445135"/>
    <w:rsid w:val="00455335"/>
    <w:rsid w:val="00477907"/>
    <w:rsid w:val="0048064A"/>
    <w:rsid w:val="004850AB"/>
    <w:rsid w:val="00494093"/>
    <w:rsid w:val="004A27B0"/>
    <w:rsid w:val="004A7590"/>
    <w:rsid w:val="004B0D19"/>
    <w:rsid w:val="004B35A7"/>
    <w:rsid w:val="004C259A"/>
    <w:rsid w:val="004C70EF"/>
    <w:rsid w:val="004C7C64"/>
    <w:rsid w:val="004E79ED"/>
    <w:rsid w:val="004F054E"/>
    <w:rsid w:val="004F1042"/>
    <w:rsid w:val="005110F3"/>
    <w:rsid w:val="0053180A"/>
    <w:rsid w:val="00532395"/>
    <w:rsid w:val="00535B93"/>
    <w:rsid w:val="00542FFC"/>
    <w:rsid w:val="00543A73"/>
    <w:rsid w:val="0054776E"/>
    <w:rsid w:val="00552C98"/>
    <w:rsid w:val="00554E24"/>
    <w:rsid w:val="00564A98"/>
    <w:rsid w:val="005669D5"/>
    <w:rsid w:val="005A2648"/>
    <w:rsid w:val="005A7793"/>
    <w:rsid w:val="005B359C"/>
    <w:rsid w:val="005B3844"/>
    <w:rsid w:val="005D62C8"/>
    <w:rsid w:val="005E301E"/>
    <w:rsid w:val="005E5D30"/>
    <w:rsid w:val="005F6623"/>
    <w:rsid w:val="00600140"/>
    <w:rsid w:val="00625162"/>
    <w:rsid w:val="0063498A"/>
    <w:rsid w:val="0064620E"/>
    <w:rsid w:val="006464A2"/>
    <w:rsid w:val="00654FD8"/>
    <w:rsid w:val="00657C0C"/>
    <w:rsid w:val="00660AA5"/>
    <w:rsid w:val="00663FCA"/>
    <w:rsid w:val="006771E0"/>
    <w:rsid w:val="006908DA"/>
    <w:rsid w:val="00693FB8"/>
    <w:rsid w:val="00694F29"/>
    <w:rsid w:val="006B2673"/>
    <w:rsid w:val="006B39C8"/>
    <w:rsid w:val="006C7C09"/>
    <w:rsid w:val="006D1346"/>
    <w:rsid w:val="006D2CB4"/>
    <w:rsid w:val="006E07FD"/>
    <w:rsid w:val="006E2C67"/>
    <w:rsid w:val="006F44AA"/>
    <w:rsid w:val="006F7C91"/>
    <w:rsid w:val="0070115D"/>
    <w:rsid w:val="00705A43"/>
    <w:rsid w:val="00711004"/>
    <w:rsid w:val="00725A4D"/>
    <w:rsid w:val="007320A3"/>
    <w:rsid w:val="007459EB"/>
    <w:rsid w:val="0074626D"/>
    <w:rsid w:val="0075168C"/>
    <w:rsid w:val="007674A3"/>
    <w:rsid w:val="00767591"/>
    <w:rsid w:val="0078221F"/>
    <w:rsid w:val="0078342D"/>
    <w:rsid w:val="00792F44"/>
    <w:rsid w:val="00793006"/>
    <w:rsid w:val="007A30C5"/>
    <w:rsid w:val="007A35A1"/>
    <w:rsid w:val="007A3637"/>
    <w:rsid w:val="007B6C0A"/>
    <w:rsid w:val="007C17A5"/>
    <w:rsid w:val="007D022E"/>
    <w:rsid w:val="007D47CE"/>
    <w:rsid w:val="007D5DFE"/>
    <w:rsid w:val="007D72BF"/>
    <w:rsid w:val="007E02CA"/>
    <w:rsid w:val="007E1810"/>
    <w:rsid w:val="007E2D0D"/>
    <w:rsid w:val="007F46C9"/>
    <w:rsid w:val="0080709D"/>
    <w:rsid w:val="00815F47"/>
    <w:rsid w:val="0081760F"/>
    <w:rsid w:val="00830423"/>
    <w:rsid w:val="00834AC0"/>
    <w:rsid w:val="008422C7"/>
    <w:rsid w:val="00844EA0"/>
    <w:rsid w:val="00847375"/>
    <w:rsid w:val="0085078E"/>
    <w:rsid w:val="008508C6"/>
    <w:rsid w:val="00853602"/>
    <w:rsid w:val="0085581A"/>
    <w:rsid w:val="00857C67"/>
    <w:rsid w:val="00861D35"/>
    <w:rsid w:val="00866544"/>
    <w:rsid w:val="00867C1D"/>
    <w:rsid w:val="00871052"/>
    <w:rsid w:val="0088011A"/>
    <w:rsid w:val="008846ED"/>
    <w:rsid w:val="00890503"/>
    <w:rsid w:val="008A360B"/>
    <w:rsid w:val="008A50D5"/>
    <w:rsid w:val="008A5868"/>
    <w:rsid w:val="008A6407"/>
    <w:rsid w:val="008B14DF"/>
    <w:rsid w:val="008B63DB"/>
    <w:rsid w:val="008C0D94"/>
    <w:rsid w:val="008D4705"/>
    <w:rsid w:val="008D7F6C"/>
    <w:rsid w:val="008F2A39"/>
    <w:rsid w:val="0092778F"/>
    <w:rsid w:val="00960F95"/>
    <w:rsid w:val="00970575"/>
    <w:rsid w:val="00983AC1"/>
    <w:rsid w:val="0099220E"/>
    <w:rsid w:val="00997D2B"/>
    <w:rsid w:val="009A68B4"/>
    <w:rsid w:val="009B1F75"/>
    <w:rsid w:val="009C21D3"/>
    <w:rsid w:val="009D0A7B"/>
    <w:rsid w:val="009D0C84"/>
    <w:rsid w:val="009E1FF5"/>
    <w:rsid w:val="009F4539"/>
    <w:rsid w:val="00A00FBD"/>
    <w:rsid w:val="00A01422"/>
    <w:rsid w:val="00A061E9"/>
    <w:rsid w:val="00A067CF"/>
    <w:rsid w:val="00A21F57"/>
    <w:rsid w:val="00A25C05"/>
    <w:rsid w:val="00A36CBF"/>
    <w:rsid w:val="00A43086"/>
    <w:rsid w:val="00A46DBF"/>
    <w:rsid w:val="00A51F1B"/>
    <w:rsid w:val="00A716E7"/>
    <w:rsid w:val="00A84275"/>
    <w:rsid w:val="00A86230"/>
    <w:rsid w:val="00A96FA9"/>
    <w:rsid w:val="00AA2DF7"/>
    <w:rsid w:val="00AA35A0"/>
    <w:rsid w:val="00AA432E"/>
    <w:rsid w:val="00AC1651"/>
    <w:rsid w:val="00AC2022"/>
    <w:rsid w:val="00AC5E66"/>
    <w:rsid w:val="00AF1ECF"/>
    <w:rsid w:val="00AF35F2"/>
    <w:rsid w:val="00B07884"/>
    <w:rsid w:val="00B07D5B"/>
    <w:rsid w:val="00B2784E"/>
    <w:rsid w:val="00B4467E"/>
    <w:rsid w:val="00B45DB5"/>
    <w:rsid w:val="00B56A59"/>
    <w:rsid w:val="00B65416"/>
    <w:rsid w:val="00B72999"/>
    <w:rsid w:val="00B73C44"/>
    <w:rsid w:val="00B7608A"/>
    <w:rsid w:val="00B83925"/>
    <w:rsid w:val="00B92DDF"/>
    <w:rsid w:val="00B9348F"/>
    <w:rsid w:val="00BB0D24"/>
    <w:rsid w:val="00BB7AF4"/>
    <w:rsid w:val="00BC374D"/>
    <w:rsid w:val="00C020BB"/>
    <w:rsid w:val="00C028EE"/>
    <w:rsid w:val="00C1549E"/>
    <w:rsid w:val="00C17E69"/>
    <w:rsid w:val="00C26C50"/>
    <w:rsid w:val="00C279B4"/>
    <w:rsid w:val="00C3090D"/>
    <w:rsid w:val="00C438CB"/>
    <w:rsid w:val="00C55DA1"/>
    <w:rsid w:val="00C63CBF"/>
    <w:rsid w:val="00C70DED"/>
    <w:rsid w:val="00C74D4B"/>
    <w:rsid w:val="00C84CC4"/>
    <w:rsid w:val="00C8624D"/>
    <w:rsid w:val="00C87491"/>
    <w:rsid w:val="00CA7665"/>
    <w:rsid w:val="00CC05C6"/>
    <w:rsid w:val="00CC6DC4"/>
    <w:rsid w:val="00CD39DA"/>
    <w:rsid w:val="00CF3B4C"/>
    <w:rsid w:val="00D01058"/>
    <w:rsid w:val="00D04197"/>
    <w:rsid w:val="00D10AC8"/>
    <w:rsid w:val="00D10AFC"/>
    <w:rsid w:val="00D31457"/>
    <w:rsid w:val="00D33E38"/>
    <w:rsid w:val="00D46D54"/>
    <w:rsid w:val="00D57FD5"/>
    <w:rsid w:val="00D65379"/>
    <w:rsid w:val="00D72C64"/>
    <w:rsid w:val="00D72D0B"/>
    <w:rsid w:val="00D775E8"/>
    <w:rsid w:val="00D80666"/>
    <w:rsid w:val="00D925C4"/>
    <w:rsid w:val="00D94419"/>
    <w:rsid w:val="00DA15FD"/>
    <w:rsid w:val="00DB6B42"/>
    <w:rsid w:val="00DC4828"/>
    <w:rsid w:val="00DC7423"/>
    <w:rsid w:val="00DC7570"/>
    <w:rsid w:val="00DD1E15"/>
    <w:rsid w:val="00DD7F1B"/>
    <w:rsid w:val="00DE3722"/>
    <w:rsid w:val="00DE3D6A"/>
    <w:rsid w:val="00DF56A6"/>
    <w:rsid w:val="00DF5A5C"/>
    <w:rsid w:val="00E032F5"/>
    <w:rsid w:val="00E10441"/>
    <w:rsid w:val="00E22F60"/>
    <w:rsid w:val="00E34A08"/>
    <w:rsid w:val="00E34AF1"/>
    <w:rsid w:val="00E36D04"/>
    <w:rsid w:val="00E53CB9"/>
    <w:rsid w:val="00E64B3F"/>
    <w:rsid w:val="00E67B23"/>
    <w:rsid w:val="00E67E88"/>
    <w:rsid w:val="00E700F0"/>
    <w:rsid w:val="00E812D8"/>
    <w:rsid w:val="00EB5F95"/>
    <w:rsid w:val="00EC6E4C"/>
    <w:rsid w:val="00EC7735"/>
    <w:rsid w:val="00ED57D5"/>
    <w:rsid w:val="00ED61D9"/>
    <w:rsid w:val="00EF0090"/>
    <w:rsid w:val="00EF42B2"/>
    <w:rsid w:val="00F045AD"/>
    <w:rsid w:val="00F04A61"/>
    <w:rsid w:val="00F24D0B"/>
    <w:rsid w:val="00F37CED"/>
    <w:rsid w:val="00F4076B"/>
    <w:rsid w:val="00F630BE"/>
    <w:rsid w:val="00F65F18"/>
    <w:rsid w:val="00F7333F"/>
    <w:rsid w:val="00F774FF"/>
    <w:rsid w:val="00F80994"/>
    <w:rsid w:val="00F82307"/>
    <w:rsid w:val="00F83728"/>
    <w:rsid w:val="00F91253"/>
    <w:rsid w:val="00FA3EDF"/>
    <w:rsid w:val="00FA578B"/>
    <w:rsid w:val="00FB3A83"/>
    <w:rsid w:val="00FC1954"/>
    <w:rsid w:val="00FC65EA"/>
    <w:rsid w:val="00FD78F3"/>
    <w:rsid w:val="00FD7F45"/>
    <w:rsid w:val="00FE22DE"/>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C09C6"/>
  <w15:chartTrackingRefBased/>
  <w15:docId w15:val="{6A2843BD-1165-49FD-8385-771E4D17C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A3637"/>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Platzhaltertext">
    <w:name w:val="Placeholder Text"/>
    <w:basedOn w:val="Absatz-Standardschriftart"/>
    <w:uiPriority w:val="99"/>
    <w:semiHidden/>
    <w:rsid w:val="0085078E"/>
    <w:rPr>
      <w:color w:val="666666"/>
    </w:rPr>
  </w:style>
  <w:style w:type="paragraph" w:styleId="StandardWeb">
    <w:name w:val="Normal (Web)"/>
    <w:basedOn w:val="Standard"/>
    <w:uiPriority w:val="99"/>
    <w:semiHidden/>
    <w:unhideWhenUsed/>
    <w:rsid w:val="005669D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278547">
      <w:bodyDiv w:val="1"/>
      <w:marLeft w:val="0"/>
      <w:marRight w:val="0"/>
      <w:marTop w:val="0"/>
      <w:marBottom w:val="0"/>
      <w:divBdr>
        <w:top w:val="none" w:sz="0" w:space="0" w:color="auto"/>
        <w:left w:val="none" w:sz="0" w:space="0" w:color="auto"/>
        <w:bottom w:val="none" w:sz="0" w:space="0" w:color="auto"/>
        <w:right w:val="none" w:sz="0" w:space="0" w:color="auto"/>
      </w:divBdr>
      <w:divsChild>
        <w:div w:id="1598756983">
          <w:marLeft w:val="547"/>
          <w:marRight w:val="0"/>
          <w:marTop w:val="0"/>
          <w:marBottom w:val="0"/>
          <w:divBdr>
            <w:top w:val="none" w:sz="0" w:space="0" w:color="auto"/>
            <w:left w:val="none" w:sz="0" w:space="0" w:color="auto"/>
            <w:bottom w:val="none" w:sz="0" w:space="0" w:color="auto"/>
            <w:right w:val="none" w:sz="0" w:space="0" w:color="auto"/>
          </w:divBdr>
        </w:div>
      </w:divsChild>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629170487">
      <w:bodyDiv w:val="1"/>
      <w:marLeft w:val="0"/>
      <w:marRight w:val="0"/>
      <w:marTop w:val="0"/>
      <w:marBottom w:val="0"/>
      <w:divBdr>
        <w:top w:val="none" w:sz="0" w:space="0" w:color="auto"/>
        <w:left w:val="none" w:sz="0" w:space="0" w:color="auto"/>
        <w:bottom w:val="none" w:sz="0" w:space="0" w:color="auto"/>
        <w:right w:val="none" w:sz="0" w:space="0" w:color="auto"/>
      </w:divBdr>
    </w:div>
    <w:div w:id="669791089">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990643617">
      <w:bodyDiv w:val="1"/>
      <w:marLeft w:val="0"/>
      <w:marRight w:val="0"/>
      <w:marTop w:val="0"/>
      <w:marBottom w:val="0"/>
      <w:divBdr>
        <w:top w:val="none" w:sz="0" w:space="0" w:color="auto"/>
        <w:left w:val="none" w:sz="0" w:space="0" w:color="auto"/>
        <w:bottom w:val="none" w:sz="0" w:space="0" w:color="auto"/>
        <w:right w:val="none" w:sz="0" w:space="0" w:color="auto"/>
      </w:divBdr>
    </w:div>
    <w:div w:id="2076195612">
      <w:bodyDiv w:val="1"/>
      <w:marLeft w:val="0"/>
      <w:marRight w:val="0"/>
      <w:marTop w:val="0"/>
      <w:marBottom w:val="0"/>
      <w:divBdr>
        <w:top w:val="none" w:sz="0" w:space="0" w:color="auto"/>
        <w:left w:val="none" w:sz="0" w:space="0" w:color="auto"/>
        <w:bottom w:val="none" w:sz="0" w:space="0" w:color="auto"/>
        <w:right w:val="none" w:sz="0" w:space="0" w:color="auto"/>
      </w:divBdr>
      <w:divsChild>
        <w:div w:id="886378873">
          <w:marLeft w:val="446"/>
          <w:marRight w:val="0"/>
          <w:marTop w:val="0"/>
          <w:marBottom w:val="0"/>
          <w:divBdr>
            <w:top w:val="none" w:sz="0" w:space="0" w:color="auto"/>
            <w:left w:val="none" w:sz="0" w:space="0" w:color="auto"/>
            <w:bottom w:val="none" w:sz="0" w:space="0" w:color="auto"/>
            <w:right w:val="none" w:sz="0" w:space="0" w:color="auto"/>
          </w:divBdr>
        </w:div>
        <w:div w:id="498352936">
          <w:marLeft w:val="1166"/>
          <w:marRight w:val="0"/>
          <w:marTop w:val="0"/>
          <w:marBottom w:val="0"/>
          <w:divBdr>
            <w:top w:val="none" w:sz="0" w:space="0" w:color="auto"/>
            <w:left w:val="none" w:sz="0" w:space="0" w:color="auto"/>
            <w:bottom w:val="none" w:sz="0" w:space="0" w:color="auto"/>
            <w:right w:val="none" w:sz="0" w:space="0" w:color="auto"/>
          </w:divBdr>
        </w:div>
        <w:div w:id="1679578341">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creativecommons.org/licenses/by-nc-sa/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Pages>
  <Words>987</Words>
  <Characters>6221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8</cp:revision>
  <cp:lastPrinted>2025-07-15T08:48:00Z</cp:lastPrinted>
  <dcterms:created xsi:type="dcterms:W3CDTF">2025-06-24T12:28:00Z</dcterms:created>
  <dcterms:modified xsi:type="dcterms:W3CDTF">2025-07-15T08:48:00Z</dcterms:modified>
</cp:coreProperties>
</file>