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45E657" w14:textId="0C8B0D98" w:rsidR="0042385F" w:rsidRDefault="006104FD" w:rsidP="004B0D19">
      <w:pPr>
        <w:pStyle w:val="berschrift1"/>
      </w:pPr>
      <w:r>
        <w:t>Die Datenstruktur Binärbaum</w:t>
      </w:r>
    </w:p>
    <w:p w14:paraId="1BA07097" w14:textId="50CB1453" w:rsidR="00053E9A" w:rsidRDefault="00053E9A" w:rsidP="00053E9A">
      <w:pPr>
        <w:pStyle w:val="berschrift2"/>
      </w:pPr>
      <w:r>
        <w:t>Beispiele für Baumstrukturen</w:t>
      </w:r>
    </w:p>
    <w:p w14:paraId="514CDCC0" w14:textId="07D4CFB2" w:rsidR="00991A2D" w:rsidRDefault="00053E9A" w:rsidP="00991A2D">
      <w:r>
        <w:rPr>
          <w:noProof/>
        </w:rPr>
        <mc:AlternateContent>
          <mc:Choice Requires="wpg">
            <w:drawing>
              <wp:anchor distT="0" distB="0" distL="114300" distR="114300" simplePos="0" relativeHeight="251629568" behindDoc="0" locked="0" layoutInCell="1" allowOverlap="1" wp14:anchorId="1C8DE2FC" wp14:editId="386D493F">
                <wp:simplePos x="0" y="0"/>
                <wp:positionH relativeFrom="column">
                  <wp:posOffset>-24765</wp:posOffset>
                </wp:positionH>
                <wp:positionV relativeFrom="paragraph">
                  <wp:posOffset>967740</wp:posOffset>
                </wp:positionV>
                <wp:extent cx="5771873" cy="5824220"/>
                <wp:effectExtent l="0" t="0" r="635" b="5080"/>
                <wp:wrapTopAndBottom/>
                <wp:docPr id="1073139962" name="Gruppieren 3"/>
                <wp:cNvGraphicFramePr/>
                <a:graphic xmlns:a="http://schemas.openxmlformats.org/drawingml/2006/main">
                  <a:graphicData uri="http://schemas.microsoft.com/office/word/2010/wordprocessingGroup">
                    <wpg:wgp>
                      <wpg:cNvGrpSpPr/>
                      <wpg:grpSpPr>
                        <a:xfrm>
                          <a:off x="0" y="0"/>
                          <a:ext cx="5771873" cy="5824220"/>
                          <a:chOff x="0" y="0"/>
                          <a:chExt cx="5771873" cy="5824220"/>
                        </a:xfrm>
                      </wpg:grpSpPr>
                      <wpg:grpSp>
                        <wpg:cNvPr id="660437823" name="Gruppieren 2"/>
                        <wpg:cNvGrpSpPr/>
                        <wpg:grpSpPr>
                          <a:xfrm>
                            <a:off x="0" y="0"/>
                            <a:ext cx="5748655" cy="5478145"/>
                            <a:chOff x="-23853" y="0"/>
                            <a:chExt cx="5748655" cy="5478632"/>
                          </a:xfrm>
                        </wpg:grpSpPr>
                        <pic:pic xmlns:pic="http://schemas.openxmlformats.org/drawingml/2006/picture">
                          <pic:nvPicPr>
                            <pic:cNvPr id="223129971" name="Grafik 1"/>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23853" y="2846557"/>
                              <a:ext cx="5748655" cy="2632075"/>
                            </a:xfrm>
                            <a:prstGeom prst="rect">
                              <a:avLst/>
                            </a:prstGeom>
                            <a:noFill/>
                            <a:ln>
                              <a:noFill/>
                            </a:ln>
                          </pic:spPr>
                        </pic:pic>
                        <pic:pic xmlns:pic="http://schemas.openxmlformats.org/drawingml/2006/picture">
                          <pic:nvPicPr>
                            <pic:cNvPr id="1268475875" name="Grafik 1" descr="Ein Bild, das Text, Screenshot, Schrift, Design enthält.&#10;&#10;Automatisch generierte Beschreibung"/>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1514475" cy="3209925"/>
                            </a:xfrm>
                            <a:prstGeom prst="rect">
                              <a:avLst/>
                            </a:prstGeom>
                          </pic:spPr>
                        </pic:pic>
                      </wpg:grpSp>
                      <wps:wsp>
                        <wps:cNvPr id="1405900706" name="Textfeld 1"/>
                        <wps:cNvSpPr txBox="1"/>
                        <wps:spPr>
                          <a:xfrm>
                            <a:off x="23853" y="5557520"/>
                            <a:ext cx="5748020" cy="266700"/>
                          </a:xfrm>
                          <a:prstGeom prst="rect">
                            <a:avLst/>
                          </a:prstGeom>
                          <a:solidFill>
                            <a:prstClr val="white"/>
                          </a:solidFill>
                          <a:ln>
                            <a:noFill/>
                          </a:ln>
                        </wps:spPr>
                        <wps:txbx>
                          <w:txbxContent>
                            <w:p w14:paraId="1967C0E4" w14:textId="36A53376" w:rsidR="00053E9A" w:rsidRPr="005D3243" w:rsidRDefault="00053E9A" w:rsidP="00053E9A">
                              <w:pPr>
                                <w:pStyle w:val="UnterschriftINFSII"/>
                                <w:rPr>
                                  <w:noProof/>
                                </w:rPr>
                              </w:pPr>
                              <w:r>
                                <w:t xml:space="preserve">Abbildung </w:t>
                              </w:r>
                              <w:fldSimple w:instr=" SEQ Abbildung \* ARABIC ">
                                <w:r w:rsidR="00672FAE">
                                  <w:rPr>
                                    <w:noProof/>
                                  </w:rPr>
                                  <w:t>1</w:t>
                                </w:r>
                              </w:fldSimple>
                              <w:r>
                                <w:t>: Modellierung einer exemplarischen Ordnerstruktur als Baum</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1C8DE2FC" id="Gruppieren 3" o:spid="_x0000_s1026" style="position:absolute;margin-left:-1.95pt;margin-top:76.2pt;width:454.5pt;height:458.6pt;z-index:251629568" coordsize="57718,58242" o:gfxdata="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">
                <v:group id="Gruppieren 2" o:spid="_x0000_s1027" style="position:absolute;width:57486;height:54781" coordorigin="-238" coordsize="57486,547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28" type="#_x0000_t75" style="position:absolute;left:-238;top:28465;width:57486;height:263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">
                    <v:imagedata r:id="rId10" o:title=""/>
                  </v:shape>
                  <v:shape id="Grafik 1" o:spid="_x0000_s1029" type="#_x0000_t75" alt="Ein Bild, das Text, Screenshot, Schrift, Design enthält.&#10;&#10;Automatisch generierte Beschreibung" style="position:absolute;width:15144;height:320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">
                    <v:imagedata r:id="rId11" o:title="Ein Bild, das Text, Screenshot, Schrift, Design enthält"/>
                  </v:shape>
                </v:group>
                <v:shapetype id="_x0000_t202" coordsize="21600,21600" o:spt="202" path="m,l,21600r21600,l21600,xe">
                  <v:stroke joinstyle="miter"/>
                  <v:path gradientshapeok="t" o:connecttype="rect"/>
                </v:shapetype>
                <v:shape id="_x0000_s1030" type="#_x0000_t202" style="position:absolute;left:238;top:55575;width:57480;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" stroked="f">
                  <v:textbox style="mso-fit-shape-to-text:t" inset="0,0,0,0">
                    <w:txbxContent>
                      <w:p w14:paraId="1967C0E4" w14:textId="36A53376" w:rsidR="00053E9A" w:rsidRPr="005D3243" w:rsidRDefault="00053E9A" w:rsidP="00053E9A">
                        <w:pPr>
                          <w:pStyle w:val="UnterschriftINFSII"/>
                          <w:rPr>
                            <w:noProof/>
                          </w:rPr>
                        </w:pPr>
                        <w:r>
                          <w:t xml:space="preserve">Abbildung </w:t>
                        </w:r>
                        <w:fldSimple w:instr=" SEQ Abbildung \* ARABIC ">
                          <w:r w:rsidR="00672FAE">
                            <w:rPr>
                              <w:noProof/>
                            </w:rPr>
                            <w:t>1</w:t>
                          </w:r>
                        </w:fldSimple>
                        <w:r>
                          <w:t>: Modellierung einer exemplarischen Ordnerstruktur als Baum</w:t>
                        </w:r>
                      </w:p>
                    </w:txbxContent>
                  </v:textbox>
                </v:shape>
                <w10:wrap type="topAndBottom"/>
              </v:group>
            </w:pict>
          </mc:Fallback>
        </mc:AlternateContent>
      </w:r>
      <w:r w:rsidR="00991A2D">
        <w:t xml:space="preserve">Hierarchische Strukturen, die beginnend von einem Startpunkt beliebig weit verzweigen, </w:t>
      </w:r>
      <w:r w:rsidR="00A165F1">
        <w:t>bezeichnet</w:t>
      </w:r>
      <w:r w:rsidR="00991A2D">
        <w:t xml:space="preserve"> man in der Informatik </w:t>
      </w:r>
      <w:r w:rsidR="00A165F1">
        <w:t>als</w:t>
      </w:r>
      <w:r w:rsidR="00991A2D">
        <w:t xml:space="preserve"> Baum. </w:t>
      </w:r>
      <w:r w:rsidR="00A165F1">
        <w:t>Kennzeichnen</w:t>
      </w:r>
      <w:r w:rsidR="0090616A">
        <w:t>d</w:t>
      </w:r>
      <w:r w:rsidR="00A165F1">
        <w:t xml:space="preserve"> für einen Baum ist, dass es keine zyklischen Verbindungen zwischen den Elementen gibt. </w:t>
      </w:r>
      <w:r w:rsidR="00991A2D">
        <w:t>Ein Beispiel für eine solche hierarchische Struktur ist die Ordnerstruktur eines Dateisystems. Abbildung 1 zeigt die Modellierung einer exemplarischen Ordnerstruktur als Baum.</w:t>
      </w:r>
    </w:p>
    <w:p w14:paraId="2D8BF0BE" w14:textId="475F7B49" w:rsidR="00053E9A" w:rsidRDefault="00991A2D" w:rsidP="00991A2D">
      <w:r w:rsidRPr="006104FD">
        <w:rPr>
          <w:b/>
          <w:bCs/>
        </w:rPr>
        <w:t>Aufgabe 1:</w:t>
      </w:r>
      <w:r>
        <w:t xml:space="preserve"> Sammeln Sie weitere Beispiele für hierarchische Strukturen, die sich als Baum darstellen lassen. Zeichnen Sie einen entsprechenden Baum.</w:t>
      </w:r>
    </w:p>
    <w:p w14:paraId="3509832D" w14:textId="77777777" w:rsidR="00053E9A" w:rsidRDefault="00053E9A">
      <w:pPr>
        <w:spacing w:after="160" w:line="259" w:lineRule="auto"/>
      </w:pPr>
      <w:r>
        <w:br w:type="page"/>
      </w:r>
    </w:p>
    <w:p w14:paraId="12F7CC26" w14:textId="1CB0C353" w:rsidR="00991A2D" w:rsidRDefault="00053E9A" w:rsidP="00053E9A">
      <w:pPr>
        <w:pStyle w:val="berschrift2"/>
      </w:pPr>
      <w:r>
        <w:lastRenderedPageBreak/>
        <w:t>Bäume in der Informatik</w:t>
      </w:r>
    </w:p>
    <w:p w14:paraId="39319624" w14:textId="54E5E5C6" w:rsidR="00991A2D" w:rsidRDefault="00991A2D" w:rsidP="00991A2D">
      <w:r>
        <w:t xml:space="preserve">Die einzelnen Elemente eines Baums bezeichnet man als Knoten. </w:t>
      </w:r>
      <w:r w:rsidR="00A165F1">
        <w:t>Für spezielle Knoten wurden weitere Fachbegriffe eingeführt, teilweise i</w:t>
      </w:r>
      <w:r>
        <w:t>n Analogie zu B</w:t>
      </w:r>
      <w:r w:rsidR="00A165F1">
        <w:t>ä</w:t>
      </w:r>
      <w:r>
        <w:t>um</w:t>
      </w:r>
      <w:r w:rsidR="00A165F1">
        <w:t>en in der Natur:</w:t>
      </w:r>
      <w:r>
        <w:t xml:space="preserve"> So bezeichnet man den Startknoten, von dem </w:t>
      </w:r>
      <w:proofErr w:type="gramStart"/>
      <w:r>
        <w:t>aus alle weiteren Knoten</w:t>
      </w:r>
      <w:proofErr w:type="gramEnd"/>
      <w:r>
        <w:t xml:space="preserve"> </w:t>
      </w:r>
      <w:proofErr w:type="gramStart"/>
      <w:r>
        <w:t>abzweigen</w:t>
      </w:r>
      <w:r w:rsidR="006104FD">
        <w:t>,</w:t>
      </w:r>
      <w:proofErr w:type="gramEnd"/>
      <w:r>
        <w:t xml:space="preserve"> als </w:t>
      </w:r>
      <w:r w:rsidRPr="006104FD">
        <w:rPr>
          <w:b/>
          <w:bCs/>
          <w:color w:val="4E6B9E"/>
        </w:rPr>
        <w:t>Wurzel</w:t>
      </w:r>
      <w:r>
        <w:t>. Anders als bei Bäumen</w:t>
      </w:r>
      <w:r w:rsidR="00A165F1">
        <w:t xml:space="preserve"> in der Natur</w:t>
      </w:r>
      <w:r>
        <w:t xml:space="preserve"> zeichnet man die Wurzel in der Informatik nach oben und der Baum wächst von dort aus nach unten. Die nachfolgenden, abzweigenden Knoten bezeichnet man als </w:t>
      </w:r>
      <w:proofErr w:type="spellStart"/>
      <w:r w:rsidRPr="006104FD">
        <w:rPr>
          <w:b/>
          <w:bCs/>
          <w:color w:val="4E6B9E"/>
        </w:rPr>
        <w:t>Kindknoten</w:t>
      </w:r>
      <w:proofErr w:type="spellEnd"/>
      <w:r>
        <w:t xml:space="preserve">, den Vorgänger als </w:t>
      </w:r>
      <w:r w:rsidRPr="006104FD">
        <w:rPr>
          <w:b/>
          <w:bCs/>
          <w:color w:val="4E6B9E"/>
        </w:rPr>
        <w:t>Vater</w:t>
      </w:r>
      <w:r>
        <w:t xml:space="preserve">- oder Elternknoten. Die Wurzel ist der einzige Knoten, der keinen Vorgänger und damit keinen Vaterknoten hat. Einen Knoten, der keine Kinder hat, bezeichnet man als </w:t>
      </w:r>
      <w:r w:rsidRPr="006104FD">
        <w:rPr>
          <w:b/>
          <w:bCs/>
          <w:color w:val="4E6B9E"/>
        </w:rPr>
        <w:t>Blatt</w:t>
      </w:r>
      <w:r>
        <w:t xml:space="preserve">. Alle Knoten, die mindestens ein Kind haben sind die </w:t>
      </w:r>
      <w:r w:rsidRPr="006104FD">
        <w:rPr>
          <w:b/>
          <w:bCs/>
          <w:color w:val="4E6B9E"/>
        </w:rPr>
        <w:t>inneren</w:t>
      </w:r>
      <w:r w:rsidRPr="006104FD">
        <w:rPr>
          <w:color w:val="4E6B9E"/>
        </w:rPr>
        <w:t xml:space="preserve"> </w:t>
      </w:r>
      <w:r w:rsidRPr="006104FD">
        <w:rPr>
          <w:b/>
          <w:bCs/>
          <w:color w:val="4E6B9E"/>
        </w:rPr>
        <w:t>Knoten</w:t>
      </w:r>
      <w:r>
        <w:t xml:space="preserve">. Graphisch lassen sich die Knoten in mehreren Ebenen anordnen. Die Anzahl an Ebenen bezeichnet man als </w:t>
      </w:r>
      <w:r w:rsidRPr="006104FD">
        <w:rPr>
          <w:b/>
          <w:bCs/>
          <w:color w:val="4E6B9E"/>
        </w:rPr>
        <w:t>Höhe</w:t>
      </w:r>
      <w:r>
        <w:t xml:space="preserve"> des Baumes. Sie entspricht also der Anzahl der Knoten des längsten Pfades von der Wurzel zu einem Blatt</w:t>
      </w:r>
      <w:r w:rsidR="006104FD">
        <w:rPr>
          <w:rStyle w:val="Funotenzeichen"/>
        </w:rPr>
        <w:footnoteReference w:id="1"/>
      </w:r>
      <w:r>
        <w:t xml:space="preserve">. </w:t>
      </w:r>
      <w:r w:rsidR="006104FD">
        <w:t xml:space="preserve">Die Verbindung zwischen zwei Knoten ist eine </w:t>
      </w:r>
      <w:r w:rsidR="006104FD" w:rsidRPr="006104FD">
        <w:rPr>
          <w:b/>
          <w:bCs/>
          <w:color w:val="4E6B9E"/>
        </w:rPr>
        <w:t>Kante</w:t>
      </w:r>
      <w:r w:rsidR="006104FD">
        <w:t>.</w:t>
      </w:r>
    </w:p>
    <w:p w14:paraId="29E085F1" w14:textId="77777777" w:rsidR="00A57782" w:rsidRDefault="00053E9A" w:rsidP="00A57782">
      <w:pPr>
        <w:spacing w:after="0"/>
      </w:pPr>
      <w:r w:rsidRPr="00053E9A">
        <w:rPr>
          <w:b/>
          <w:bCs/>
        </w:rPr>
        <w:t>Aufgabe 2:</w:t>
      </w:r>
      <w:r>
        <w:t xml:space="preserve"> </w:t>
      </w:r>
    </w:p>
    <w:p w14:paraId="5DEF522F" w14:textId="0C761A6D" w:rsidR="00053E9A" w:rsidRDefault="00053E9A" w:rsidP="00A57782">
      <w:pPr>
        <w:pStyle w:val="Listenabsatz"/>
        <w:numPr>
          <w:ilvl w:val="0"/>
          <w:numId w:val="27"/>
        </w:numPr>
      </w:pPr>
      <w:r>
        <w:t>Beschriften Sie den Baum in Abbildung 2 mit den passenden Fachbegriffen.</w:t>
      </w:r>
    </w:p>
    <w:p w14:paraId="302BAF0C" w14:textId="35CF9027" w:rsidR="00A57782" w:rsidRDefault="00A57782" w:rsidP="00A57782">
      <w:pPr>
        <w:pStyle w:val="Listenabsatz"/>
        <w:numPr>
          <w:ilvl w:val="0"/>
          <w:numId w:val="27"/>
        </w:numPr>
      </w:pPr>
      <w:r>
        <w:t>Malen Sie die Knoten in der jeweils passenden Farbe an.</w:t>
      </w:r>
      <w:r>
        <w:br/>
        <w:t>rot: Wurzel, blau: innerer Knoten, grün: Blatt</w:t>
      </w:r>
    </w:p>
    <w:p w14:paraId="06F514DB" w14:textId="6573046C" w:rsidR="00A165F1" w:rsidRDefault="00EC6EFB" w:rsidP="00A57782">
      <w:pPr>
        <w:pStyle w:val="Listenabsatz"/>
        <w:numPr>
          <w:ilvl w:val="0"/>
          <w:numId w:val="27"/>
        </w:numPr>
      </w:pPr>
      <w:r>
        <w:rPr>
          <w:noProof/>
        </w:rPr>
        <mc:AlternateContent>
          <mc:Choice Requires="wps">
            <w:drawing>
              <wp:anchor distT="0" distB="0" distL="114300" distR="114300" simplePos="0" relativeHeight="251642880" behindDoc="0" locked="0" layoutInCell="1" allowOverlap="1" wp14:anchorId="730507E2" wp14:editId="3264619A">
                <wp:simplePos x="0" y="0"/>
                <wp:positionH relativeFrom="column">
                  <wp:posOffset>0</wp:posOffset>
                </wp:positionH>
                <wp:positionV relativeFrom="paragraph">
                  <wp:posOffset>1085215</wp:posOffset>
                </wp:positionV>
                <wp:extent cx="1287780" cy="0"/>
                <wp:effectExtent l="0" t="0" r="0" b="0"/>
                <wp:wrapNone/>
                <wp:docPr id="563527949" name="Gerader Verbinder 12"/>
                <wp:cNvGraphicFramePr/>
                <a:graphic xmlns:a="http://schemas.openxmlformats.org/drawingml/2006/main">
                  <a:graphicData uri="http://schemas.microsoft.com/office/word/2010/wordprocessingShape">
                    <wps:wsp>
                      <wps:cNvCnPr/>
                      <wps:spPr>
                        <a:xfrm>
                          <a:off x="0" y="0"/>
                          <a:ext cx="12877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1D05129" id="Gerader Verbinder 12" o:spid="_x0000_s1026" style="position:absolute;z-index:251642880;visibility:visible;mso-wrap-style:square;mso-wrap-distance-left:9pt;mso-wrap-distance-top:0;mso-wrap-distance-right:9pt;mso-wrap-distance-bottom:0;mso-position-horizontal:absolute;mso-position-horizontal-relative:text;mso-position-vertical:absolute;mso-position-vertical-relative:text" from="0,85.45pt" to="101.4pt,8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" strokecolor="black [3200]" strokeweight=".5pt">
                <v:stroke joinstyle="miter"/>
              </v:line>
            </w:pict>
          </mc:Fallback>
        </mc:AlternateContent>
      </w:r>
      <w:r>
        <w:rPr>
          <w:noProof/>
        </w:rPr>
        <mc:AlternateContent>
          <mc:Choice Requires="wpg">
            <w:drawing>
              <wp:anchor distT="0" distB="0" distL="114300" distR="114300" simplePos="0" relativeHeight="251628543" behindDoc="0" locked="0" layoutInCell="1" allowOverlap="1" wp14:anchorId="2D27CE3C" wp14:editId="4A8A5860">
                <wp:simplePos x="0" y="0"/>
                <wp:positionH relativeFrom="margin">
                  <wp:align>left</wp:align>
                </wp:positionH>
                <wp:positionV relativeFrom="paragraph">
                  <wp:posOffset>743585</wp:posOffset>
                </wp:positionV>
                <wp:extent cx="5756910" cy="2838450"/>
                <wp:effectExtent l="0" t="0" r="0" b="0"/>
                <wp:wrapTopAndBottom/>
                <wp:docPr id="844970588" name="Gruppieren 60"/>
                <wp:cNvGraphicFramePr/>
                <a:graphic xmlns:a="http://schemas.openxmlformats.org/drawingml/2006/main">
                  <a:graphicData uri="http://schemas.microsoft.com/office/word/2010/wordprocessingGroup">
                    <wpg:wgp>
                      <wpg:cNvGrpSpPr/>
                      <wpg:grpSpPr>
                        <a:xfrm>
                          <a:off x="0" y="0"/>
                          <a:ext cx="5756910" cy="2838450"/>
                          <a:chOff x="0" y="0"/>
                          <a:chExt cx="5756910" cy="2838450"/>
                        </a:xfrm>
                      </wpg:grpSpPr>
                      <wpg:grpSp>
                        <wpg:cNvPr id="1095203948" name="Gruppieren 59"/>
                        <wpg:cNvGrpSpPr/>
                        <wpg:grpSpPr>
                          <a:xfrm>
                            <a:off x="0" y="0"/>
                            <a:ext cx="5756910" cy="2512695"/>
                            <a:chOff x="0" y="0"/>
                            <a:chExt cx="5756910" cy="2512695"/>
                          </a:xfrm>
                        </wpg:grpSpPr>
                        <wpg:grpSp>
                          <wpg:cNvPr id="1800613016" name="Gruppieren 13"/>
                          <wpg:cNvGrpSpPr/>
                          <wpg:grpSpPr>
                            <a:xfrm>
                              <a:off x="0" y="0"/>
                              <a:ext cx="5756910" cy="2512695"/>
                              <a:chOff x="0" y="0"/>
                              <a:chExt cx="5756910" cy="2512695"/>
                            </a:xfrm>
                          </wpg:grpSpPr>
                          <pic:pic xmlns:pic="http://schemas.openxmlformats.org/drawingml/2006/picture">
                            <pic:nvPicPr>
                              <pic:cNvPr id="1094608865" name="Grafik 5"/>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56910" cy="2512695"/>
                              </a:xfrm>
                              <a:prstGeom prst="rect">
                                <a:avLst/>
                              </a:prstGeom>
                              <a:noFill/>
                              <a:ln>
                                <a:noFill/>
                              </a:ln>
                            </pic:spPr>
                          </pic:pic>
                          <wps:wsp>
                            <wps:cNvPr id="1010151805" name="Gerade Verbindung mit Pfeil 6"/>
                            <wps:cNvCnPr/>
                            <wps:spPr>
                              <a:xfrm flipH="1">
                                <a:off x="3035742" y="74709"/>
                                <a:ext cx="776080" cy="5681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447773749" name="Gerade Verbindung mit Pfeil 7"/>
                            <wps:cNvCnPr/>
                            <wps:spPr>
                              <a:xfrm flipV="1">
                                <a:off x="1240404" y="1787387"/>
                                <a:ext cx="174929" cy="23003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64913151" name="Gerade Verbindung mit Pfeil 8"/>
                            <wps:cNvCnPr/>
                            <wps:spPr>
                              <a:xfrm flipH="1">
                                <a:off x="968403" y="492981"/>
                                <a:ext cx="89121" cy="22216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78474110" name="Gerade Verbindung mit Pfeil 9"/>
                            <wps:cNvCnPr/>
                            <wps:spPr>
                              <a:xfrm flipH="1">
                                <a:off x="3886532" y="427714"/>
                                <a:ext cx="422910" cy="4718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grpSp>
                        <wps:wsp>
                          <wps:cNvPr id="1157823800" name="Gerader Verbinder 12"/>
                          <wps:cNvCnPr/>
                          <wps:spPr>
                            <a:xfrm>
                              <a:off x="4371975" y="600075"/>
                              <a:ext cx="1287780" cy="0"/>
                            </a:xfrm>
                            <a:prstGeom prst="line">
                              <a:avLst/>
                            </a:prstGeom>
                          </wps:spPr>
                          <wps:style>
                            <a:lnRef idx="1">
                              <a:schemeClr val="dk1"/>
                            </a:lnRef>
                            <a:fillRef idx="0">
                              <a:schemeClr val="dk1"/>
                            </a:fillRef>
                            <a:effectRef idx="0">
                              <a:schemeClr val="dk1"/>
                            </a:effectRef>
                            <a:fontRef idx="minor">
                              <a:schemeClr val="tx1"/>
                            </a:fontRef>
                          </wps:style>
                          <wps:bodyPr/>
                        </wps:wsp>
                        <wps:wsp>
                          <wps:cNvPr id="1650621564" name="Gerader Verbinder 12"/>
                          <wps:cNvCnPr/>
                          <wps:spPr>
                            <a:xfrm>
                              <a:off x="3790950" y="180975"/>
                              <a:ext cx="1288112" cy="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1843103581" name="Textfeld 1"/>
                        <wps:cNvSpPr txBox="1"/>
                        <wps:spPr>
                          <a:xfrm>
                            <a:off x="0" y="2571750"/>
                            <a:ext cx="5756910" cy="266700"/>
                          </a:xfrm>
                          <a:prstGeom prst="rect">
                            <a:avLst/>
                          </a:prstGeom>
                          <a:solidFill>
                            <a:prstClr val="white"/>
                          </a:solidFill>
                          <a:ln>
                            <a:noFill/>
                          </a:ln>
                        </wps:spPr>
                        <wps:txbx>
                          <w:txbxContent>
                            <w:p w14:paraId="688967F0" w14:textId="04A8C64E" w:rsidR="004913D5" w:rsidRPr="00335D5F" w:rsidRDefault="004913D5" w:rsidP="004913D5">
                              <w:pPr>
                                <w:pStyle w:val="UnterschriftINFSII"/>
                                <w:rPr>
                                  <w:noProof/>
                                </w:rPr>
                              </w:pPr>
                              <w:r>
                                <w:t xml:space="preserve">Abbildung </w:t>
                              </w:r>
                              <w:fldSimple w:instr=" SEQ Abbildung \* ARABIC ">
                                <w:r w:rsidR="00672FAE">
                                  <w:rPr>
                                    <w:noProof/>
                                  </w:rPr>
                                  <w:t>2</w:t>
                                </w:r>
                              </w:fldSimple>
                              <w:r>
                                <w:t>: Struktur eines Baums für Aufgabe 2</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2D27CE3C" id="Gruppieren 60" o:spid="_x0000_s1031" style="position:absolute;left:0;text-align:left;margin-left:0;margin-top:58.55pt;width:453.3pt;height:223.5pt;z-index:251628543;mso-position-horizontal:left;mso-position-horizontal-relative:margin" coordsize="57569,28384"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">
                <v:group id="Gruppieren 59" o:spid="_x0000_s1032" style="position:absolute;width:57569;height:25126" coordsize="57569,251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">
                  <v:group id="Gruppieren 13" o:spid="_x0000_s1033" style="position:absolute;width:57569;height:25126" coordsize="57569,251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">
                    <v:shape id="Grafik 5" o:spid="_x0000_s1034" type="#_x0000_t75" style="position:absolute;width:57569;height:251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">
                      <v:imagedata r:id="rId13" o:title=""/>
                    </v:shape>
                    <v:shapetype id="_x0000_t32" coordsize="21600,21600" o:spt="32" o:oned="t" path="m,l21600,21600e" filled="f">
                      <v:path arrowok="t" fillok="f" o:connecttype="none"/>
                      <o:lock v:ext="edit" shapetype="t"/>
                    </v:shapetype>
                    <v:shape id="Gerade Verbindung mit Pfeil 6" o:spid="_x0000_s1035" type="#_x0000_t32" style="position:absolute;left:30357;top:747;width:7761;height:56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" strokecolor="#4472c4 [3204]" strokeweight=".5pt">
                      <v:stroke endarrow="block" joinstyle="miter"/>
                    </v:shape>
                    <v:shape id="Gerade Verbindung mit Pfeil 7" o:spid="_x0000_s1036" type="#_x0000_t32" style="position:absolute;left:12404;top:17873;width:1749;height:230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" strokecolor="#4472c4 [3204]" strokeweight=".5pt">
                      <v:stroke endarrow="block" joinstyle="miter"/>
                    </v:shape>
                    <v:shape id="Gerade Verbindung mit Pfeil 8" o:spid="_x0000_s1037" type="#_x0000_t32" style="position:absolute;left:9684;top:4929;width:891;height:222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" strokecolor="#4472c4 [3204]" strokeweight=".5pt">
                      <v:stroke endarrow="block" joinstyle="miter"/>
                    </v:shape>
                    <v:shape id="Gerade Verbindung mit Pfeil 9" o:spid="_x0000_s1038" type="#_x0000_t32" style="position:absolute;left:38865;top:4277;width:4229;height:47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" strokecolor="#4472c4 [3204]" strokeweight=".5pt">
                      <v:stroke endarrow="block" joinstyle="miter"/>
                    </v:shape>
                  </v:group>
                  <v:line id="Gerader Verbinder 12" o:spid="_x0000_s1039" style="position:absolute;visibility:visible;mso-wrap-style:square" from="43719,6000" to="56597,6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" strokecolor="black [3200]" strokeweight=".5pt">
                    <v:stroke joinstyle="miter"/>
                  </v:line>
                  <v:line id="Gerader Verbinder 12" o:spid="_x0000_s1040" style="position:absolute;visibility:visible;mso-wrap-style:square" from="37909,1809" to="50790,1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" strokecolor="black [3200]" strokeweight=".5pt">
                    <v:stroke joinstyle="miter"/>
                  </v:line>
                </v:group>
                <v:shape id="_x0000_s1041" type="#_x0000_t202" style="position:absolute;top:25717;width:57569;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" stroked="f">
                  <v:textbox style="mso-fit-shape-to-text:t" inset="0,0,0,0">
                    <w:txbxContent>
                      <w:p w14:paraId="688967F0" w14:textId="04A8C64E" w:rsidR="004913D5" w:rsidRPr="00335D5F" w:rsidRDefault="004913D5" w:rsidP="004913D5">
                        <w:pPr>
                          <w:pStyle w:val="UnterschriftINFSII"/>
                          <w:rPr>
                            <w:noProof/>
                          </w:rPr>
                        </w:pPr>
                        <w:r>
                          <w:t xml:space="preserve">Abbildung </w:t>
                        </w:r>
                        <w:fldSimple w:instr=" SEQ Abbildung \* ARABIC ">
                          <w:r w:rsidR="00672FAE">
                            <w:rPr>
                              <w:noProof/>
                            </w:rPr>
                            <w:t>2</w:t>
                          </w:r>
                        </w:fldSimple>
                        <w:r>
                          <w:t>: Struktur eines Baums für Aufgabe 2</w:t>
                        </w:r>
                      </w:p>
                    </w:txbxContent>
                  </v:textbox>
                </v:shape>
                <w10:wrap type="topAndBottom" anchorx="margin"/>
              </v:group>
            </w:pict>
          </mc:Fallback>
        </mc:AlternateContent>
      </w:r>
      <w:r w:rsidR="00A165F1">
        <w:t xml:space="preserve">Tragen Sie die Werte „a“, „b“, „c“, „d“, und „e“ so in Knoten des Baums ein, dass der Knoten mit dem Wert </w:t>
      </w:r>
      <w:r w:rsidR="006819BE">
        <w:t>„</w:t>
      </w:r>
      <w:r w:rsidR="00A165F1">
        <w:t>d</w:t>
      </w:r>
      <w:r w:rsidR="006819BE">
        <w:t>“</w:t>
      </w:r>
      <w:r w:rsidR="00A165F1">
        <w:t xml:space="preserve">, einen Elternknoten mit dem Wert „e“ und </w:t>
      </w:r>
      <w:proofErr w:type="spellStart"/>
      <w:r w:rsidR="00A165F1">
        <w:t>Kindknoten</w:t>
      </w:r>
      <w:proofErr w:type="spellEnd"/>
      <w:r w:rsidR="00A165F1">
        <w:t xml:space="preserve"> mit den Werten „a“, „b“ und „c“ hat.</w:t>
      </w:r>
    </w:p>
    <w:p w14:paraId="3D9A2530" w14:textId="2D5DAF60" w:rsidR="00A57782" w:rsidRDefault="00A57782" w:rsidP="00991A2D">
      <w:r>
        <w:rPr>
          <w:noProof/>
        </w:rPr>
        <mc:AlternateContent>
          <mc:Choice Requires="wps">
            <w:drawing>
              <wp:anchor distT="0" distB="0" distL="114300" distR="114300" simplePos="0" relativeHeight="251640832" behindDoc="0" locked="0" layoutInCell="1" allowOverlap="1" wp14:anchorId="6E0E57B7" wp14:editId="539FBEB7">
                <wp:simplePos x="0" y="0"/>
                <wp:positionH relativeFrom="column">
                  <wp:posOffset>196960</wp:posOffset>
                </wp:positionH>
                <wp:positionV relativeFrom="paragraph">
                  <wp:posOffset>2279650</wp:posOffset>
                </wp:positionV>
                <wp:extent cx="1287780" cy="0"/>
                <wp:effectExtent l="0" t="0" r="0" b="0"/>
                <wp:wrapNone/>
                <wp:docPr id="16407230" name="Gerader Verbinder 12"/>
                <wp:cNvGraphicFramePr/>
                <a:graphic xmlns:a="http://schemas.openxmlformats.org/drawingml/2006/main">
                  <a:graphicData uri="http://schemas.microsoft.com/office/word/2010/wordprocessingShape">
                    <wps:wsp>
                      <wps:cNvCnPr/>
                      <wps:spPr>
                        <a:xfrm>
                          <a:off x="0" y="0"/>
                          <a:ext cx="12877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61D8EB5" id="Gerader Verbinder 12" o:spid="_x0000_s1026" style="position:absolute;z-index:251640832;visibility:visible;mso-wrap-style:square;mso-wrap-distance-left:9pt;mso-wrap-distance-top:0;mso-wrap-distance-right:9pt;mso-wrap-distance-bottom:0;mso-position-horizontal:absolute;mso-position-horizontal-relative:text;mso-position-vertical:absolute;mso-position-vertical-relative:text" from="15.5pt,179.5pt" to="116.9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" strokecolor="black [3200]" strokeweight=".5pt">
                <v:stroke joinstyle="miter"/>
              </v:line>
            </w:pict>
          </mc:Fallback>
        </mc:AlternateContent>
      </w:r>
    </w:p>
    <w:p w14:paraId="093071F8" w14:textId="7CD92C70" w:rsidR="004913D5" w:rsidRDefault="004913D5" w:rsidP="004913D5">
      <w:pPr>
        <w:spacing w:after="0"/>
      </w:pPr>
      <w:r>
        <w:rPr>
          <w:noProof/>
        </w:rPr>
        <w:lastRenderedPageBreak/>
        <w:drawing>
          <wp:anchor distT="0" distB="0" distL="114300" distR="114300" simplePos="0" relativeHeight="251648000" behindDoc="0" locked="0" layoutInCell="1" allowOverlap="1" wp14:anchorId="15567E83" wp14:editId="500112BB">
            <wp:simplePos x="0" y="0"/>
            <wp:positionH relativeFrom="margin">
              <wp:posOffset>3108325</wp:posOffset>
            </wp:positionH>
            <wp:positionV relativeFrom="paragraph">
              <wp:posOffset>17145</wp:posOffset>
            </wp:positionV>
            <wp:extent cx="2653030" cy="2667635"/>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4">
                      <a:extLst>
                        <a:ext uri="{28A0092B-C50C-407E-A947-70E740481C1C}">
                          <a14:useLocalDpi xmlns:a14="http://schemas.microsoft.com/office/drawing/2010/main" val="0"/>
                        </a:ext>
                      </a:extLst>
                    </a:blip>
                    <a:stretch>
                      <a:fillRect/>
                    </a:stretch>
                  </pic:blipFill>
                  <pic:spPr>
                    <a:xfrm>
                      <a:off x="0" y="0"/>
                      <a:ext cx="2653030" cy="2667635"/>
                    </a:xfrm>
                    <a:prstGeom prst="rect">
                      <a:avLst/>
                    </a:prstGeom>
                  </pic:spPr>
                </pic:pic>
              </a:graphicData>
            </a:graphic>
            <wp14:sizeRelV relativeFrom="margin">
              <wp14:pctHeight>0</wp14:pctHeight>
            </wp14:sizeRelV>
          </wp:anchor>
        </w:drawing>
      </w:r>
      <w:r>
        <w:rPr>
          <w:noProof/>
        </w:rPr>
        <mc:AlternateContent>
          <mc:Choice Requires="wps">
            <w:drawing>
              <wp:anchor distT="0" distB="0" distL="114300" distR="114300" simplePos="0" relativeHeight="251649024" behindDoc="0" locked="0" layoutInCell="1" allowOverlap="1" wp14:anchorId="62271827" wp14:editId="54387C34">
                <wp:simplePos x="0" y="0"/>
                <wp:positionH relativeFrom="column">
                  <wp:posOffset>3107690</wp:posOffset>
                </wp:positionH>
                <wp:positionV relativeFrom="paragraph">
                  <wp:posOffset>2743835</wp:posOffset>
                </wp:positionV>
                <wp:extent cx="2653030" cy="635"/>
                <wp:effectExtent l="0" t="0" r="0" b="0"/>
                <wp:wrapSquare wrapText="bothSides"/>
                <wp:docPr id="2" name="Textfeld 2"/>
                <wp:cNvGraphicFramePr/>
                <a:graphic xmlns:a="http://schemas.openxmlformats.org/drawingml/2006/main">
                  <a:graphicData uri="http://schemas.microsoft.com/office/word/2010/wordprocessingShape">
                    <wps:wsp>
                      <wps:cNvSpPr txBox="1"/>
                      <wps:spPr>
                        <a:xfrm>
                          <a:off x="0" y="0"/>
                          <a:ext cx="2653030" cy="635"/>
                        </a:xfrm>
                        <a:prstGeom prst="rect">
                          <a:avLst/>
                        </a:prstGeom>
                        <a:solidFill>
                          <a:prstClr val="white"/>
                        </a:solidFill>
                        <a:ln>
                          <a:noFill/>
                        </a:ln>
                      </wps:spPr>
                      <wps:txbx>
                        <w:txbxContent>
                          <w:p w14:paraId="5003CFE4" w14:textId="2A27B104" w:rsidR="004913D5" w:rsidRPr="003D3A52" w:rsidRDefault="004913D5" w:rsidP="004913D5">
                            <w:pPr>
                              <w:pStyle w:val="UnterschriftINFSI"/>
                              <w:rPr>
                                <w:noProof/>
                              </w:rPr>
                            </w:pPr>
                            <w:r>
                              <w:t xml:space="preserve">Abbildung </w:t>
                            </w:r>
                            <w:fldSimple w:instr=" SEQ Abbildung \* ARABIC ">
                              <w:r w:rsidR="00672FAE">
                                <w:rPr>
                                  <w:noProof/>
                                </w:rPr>
                                <w:t>3</w:t>
                              </w:r>
                            </w:fldSimple>
                            <w:r>
                              <w:t>: Baumdarstellung von Domainnamen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2271827" id="Textfeld 2" o:spid="_x0000_s1042" type="#_x0000_t202" style="position:absolute;margin-left:244.7pt;margin-top:216.05pt;width:208.9pt;height:.05pt;z-index:2516490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" stroked="f">
                <v:textbox style="mso-fit-shape-to-text:t" inset="0,0,0,0">
                  <w:txbxContent>
                    <w:p w14:paraId="5003CFE4" w14:textId="2A27B104" w:rsidR="004913D5" w:rsidRPr="003D3A52" w:rsidRDefault="004913D5" w:rsidP="004913D5">
                      <w:pPr>
                        <w:pStyle w:val="UnterschriftINFSI"/>
                        <w:rPr>
                          <w:noProof/>
                        </w:rPr>
                      </w:pPr>
                      <w:r>
                        <w:t xml:space="preserve">Abbildung </w:t>
                      </w:r>
                      <w:fldSimple w:instr=" SEQ Abbildung \* ARABIC ">
                        <w:r w:rsidR="00672FAE">
                          <w:rPr>
                            <w:noProof/>
                          </w:rPr>
                          <w:t>3</w:t>
                        </w:r>
                      </w:fldSimple>
                      <w:r>
                        <w:t>: Baumdarstellung von Domainnamen</w:t>
                      </w:r>
                    </w:p>
                  </w:txbxContent>
                </v:textbox>
                <w10:wrap type="square"/>
              </v:shape>
            </w:pict>
          </mc:Fallback>
        </mc:AlternateContent>
      </w:r>
      <w:r w:rsidRPr="00D01578">
        <w:rPr>
          <w:b/>
          <w:bCs/>
        </w:rPr>
        <w:t xml:space="preserve">Aufgabe </w:t>
      </w:r>
      <w:r>
        <w:rPr>
          <w:b/>
          <w:bCs/>
        </w:rPr>
        <w:t>3</w:t>
      </w:r>
      <w:r>
        <w:t>:</w:t>
      </w:r>
    </w:p>
    <w:p w14:paraId="2290F583" w14:textId="436E7CE2" w:rsidR="004913D5" w:rsidRDefault="004913D5" w:rsidP="004913D5">
      <w:pPr>
        <w:pStyle w:val="Listenabsatz"/>
        <w:numPr>
          <w:ilvl w:val="0"/>
          <w:numId w:val="28"/>
        </w:numPr>
      </w:pPr>
      <w:r>
        <w:t xml:space="preserve">Domainnamen von Webseiten sind hierarchisch organisiert. Geben Sie alle </w:t>
      </w:r>
      <w:bookmarkStart w:id="0" w:name="_Hlk128554921"/>
      <w:r>
        <w:t xml:space="preserve">Domainnamen </w:t>
      </w:r>
      <w:bookmarkEnd w:id="0"/>
      <w:r>
        <w:t>an, die in dem Binärbaum in Abbildung 3 dargestellt sind.</w:t>
      </w:r>
    </w:p>
    <w:p w14:paraId="2E2761D5" w14:textId="77777777" w:rsidR="004913D5" w:rsidRDefault="004913D5" w:rsidP="004913D5">
      <w:pPr>
        <w:pStyle w:val="Listenabsatz"/>
        <w:ind w:left="360"/>
      </w:pPr>
      <w:r w:rsidRPr="00427429">
        <w:rPr>
          <w:b/>
          <w:bCs/>
        </w:rPr>
        <w:t>Beispiel</w:t>
      </w:r>
      <w:r>
        <w:t xml:space="preserve">: informatik.tu.uni.org </w:t>
      </w:r>
    </w:p>
    <w:p w14:paraId="37E0E78B" w14:textId="7367D1A8" w:rsidR="004913D5" w:rsidRDefault="004913D5" w:rsidP="004913D5">
      <w:pPr>
        <w:pStyle w:val="Listenabsatz"/>
        <w:numPr>
          <w:ilvl w:val="0"/>
          <w:numId w:val="28"/>
        </w:numPr>
      </w:pPr>
      <w:r>
        <w:t>Geben Sie für den Baum in Abbildung 3 die Wurzel, die Blattknoten und die Höhe an.</w:t>
      </w:r>
    </w:p>
    <w:p w14:paraId="4A1F9E0E" w14:textId="77777777" w:rsidR="004913D5" w:rsidRDefault="004913D5" w:rsidP="004913D5">
      <w:pPr>
        <w:rPr>
          <w:b/>
          <w:bCs/>
        </w:rPr>
      </w:pPr>
    </w:p>
    <w:p w14:paraId="39FF61C4" w14:textId="77777777" w:rsidR="004913D5" w:rsidRDefault="004913D5" w:rsidP="004913D5">
      <w:pPr>
        <w:rPr>
          <w:b/>
          <w:bCs/>
        </w:rPr>
      </w:pPr>
    </w:p>
    <w:p w14:paraId="52EB3316" w14:textId="77777777" w:rsidR="004913D5" w:rsidRDefault="004913D5" w:rsidP="004913D5">
      <w:pPr>
        <w:rPr>
          <w:b/>
          <w:bCs/>
        </w:rPr>
      </w:pPr>
    </w:p>
    <w:p w14:paraId="21EB7847" w14:textId="77777777" w:rsidR="004913D5" w:rsidRDefault="004913D5" w:rsidP="004913D5">
      <w:pPr>
        <w:rPr>
          <w:b/>
          <w:bCs/>
        </w:rPr>
      </w:pPr>
    </w:p>
    <w:p w14:paraId="6CEEE4F9" w14:textId="77777777" w:rsidR="004913D5" w:rsidRDefault="004913D5" w:rsidP="004913D5">
      <w:pPr>
        <w:rPr>
          <w:b/>
          <w:bCs/>
        </w:rPr>
      </w:pPr>
    </w:p>
    <w:p w14:paraId="76AAF3B5" w14:textId="77777777" w:rsidR="004913D5" w:rsidRDefault="004913D5" w:rsidP="004913D5">
      <w:pPr>
        <w:rPr>
          <w:b/>
          <w:bCs/>
        </w:rPr>
      </w:pPr>
    </w:p>
    <w:p w14:paraId="1A078D4F" w14:textId="77777777" w:rsidR="004913D5" w:rsidRDefault="004913D5" w:rsidP="004913D5">
      <w:pPr>
        <w:rPr>
          <w:b/>
          <w:bCs/>
        </w:rPr>
      </w:pPr>
    </w:p>
    <w:p w14:paraId="5206D2E7" w14:textId="603DEAB0" w:rsidR="004913D5" w:rsidRDefault="004913D5" w:rsidP="0090616A">
      <w:pPr>
        <w:pStyle w:val="berschrift2"/>
      </w:pPr>
      <w:r>
        <w:t>Binärbäume</w:t>
      </w:r>
    </w:p>
    <w:p w14:paraId="23B97532" w14:textId="40C078D4" w:rsidR="004913D5" w:rsidRDefault="004913D5" w:rsidP="004913D5">
      <w:r w:rsidRPr="004913D5">
        <w:t xml:space="preserve">Im Folgenden beschäftigen wir uns mit Bäumen, bei denen jeder Knoten maximal zwei Kinder haben kann. Solche Bäume bezeichnet man als Binärbäume. Die Kinder unterscheidet man in linkes </w:t>
      </w:r>
      <w:r w:rsidR="002809D0">
        <w:t xml:space="preserve">Kind </w:t>
      </w:r>
      <w:r w:rsidRPr="004913D5">
        <w:t>und rechts Kind.</w:t>
      </w:r>
    </w:p>
    <w:p w14:paraId="6A58131E" w14:textId="77777777" w:rsidR="004913D5" w:rsidRPr="00880BB5" w:rsidRDefault="004913D5" w:rsidP="00EC6EFB">
      <w:pPr>
        <w:spacing w:after="0"/>
        <w:rPr>
          <w:b/>
          <w:bCs/>
        </w:rPr>
      </w:pPr>
      <w:r w:rsidRPr="00880BB5">
        <w:rPr>
          <w:b/>
          <w:bCs/>
        </w:rPr>
        <w:t xml:space="preserve">Aufgabe 4: </w:t>
      </w:r>
    </w:p>
    <w:p w14:paraId="2C4F3628" w14:textId="6641188F" w:rsidR="004913D5" w:rsidRDefault="004913D5" w:rsidP="00880BB5">
      <w:pPr>
        <w:pStyle w:val="Listenabsatz"/>
        <w:numPr>
          <w:ilvl w:val="0"/>
          <w:numId w:val="29"/>
        </w:numPr>
      </w:pPr>
      <w:r>
        <w:t>Entscheiden Sie für die Bäume in den Abbildungen 1 bis 3 jeweils, ob es sich um einen Binärbaum handelt.</w:t>
      </w:r>
    </w:p>
    <w:p w14:paraId="39713C44" w14:textId="28C22790" w:rsidR="004913D5" w:rsidRDefault="004913D5" w:rsidP="00880BB5">
      <w:pPr>
        <w:pStyle w:val="Listenabsatz"/>
        <w:numPr>
          <w:ilvl w:val="0"/>
          <w:numId w:val="29"/>
        </w:numPr>
      </w:pPr>
      <w:r>
        <w:t>Betrachten Sie noch einmal die Beispiele</w:t>
      </w:r>
      <w:r w:rsidR="00880BB5">
        <w:t>, die Sie in Aufgabe 1 gesammelt haben. In welchen Fällen eignet sich ein Binärbaum für die Modellierung?</w:t>
      </w:r>
    </w:p>
    <w:p w14:paraId="10A18BD7" w14:textId="10E7E1E8" w:rsidR="002809D0" w:rsidRDefault="002809D0" w:rsidP="0090616A">
      <w:pPr>
        <w:pStyle w:val="berschrift2"/>
      </w:pPr>
      <w:r>
        <w:t>Traversierung von Binärbäumen</w:t>
      </w:r>
    </w:p>
    <w:p w14:paraId="2F00A7C4" w14:textId="585ED76F" w:rsidR="002809D0" w:rsidRPr="002809D0" w:rsidRDefault="002809D0" w:rsidP="002809D0">
      <w:r>
        <w:t>Da es sich bei einem Binärbaum nicht um eine lineare Struktur handelt, gibt es verschiedene Möglichkeiten, in welche</w:t>
      </w:r>
      <w:r w:rsidR="00BA6971">
        <w:t>r</w:t>
      </w:r>
      <w:r>
        <w:t xml:space="preserve"> Reihenfolge die Knoten nacheinander ausgelesen werden.</w:t>
      </w:r>
    </w:p>
    <w:p w14:paraId="1609C969" w14:textId="77777777" w:rsidR="000F57EE" w:rsidRDefault="00880BB5" w:rsidP="000F57EE">
      <w:pPr>
        <w:keepNext/>
      </w:pPr>
      <w:r>
        <w:t>Abbildung 4 zeigt die Darstellung des Rechenterms (3 + 7) * 2 – (4 * 6) als Binärbaum.</w:t>
      </w:r>
      <w:r w:rsidR="002809D0">
        <w:rPr>
          <w:noProof/>
        </w:rPr>
        <w:drawing>
          <wp:inline distT="0" distB="0" distL="0" distR="0" wp14:anchorId="06513759" wp14:editId="5306CD50">
            <wp:extent cx="2953613" cy="1717481"/>
            <wp:effectExtent l="0" t="0" r="0" b="0"/>
            <wp:docPr id="356049239"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61810" cy="1722247"/>
                    </a:xfrm>
                    <a:prstGeom prst="rect">
                      <a:avLst/>
                    </a:prstGeom>
                    <a:noFill/>
                    <a:ln>
                      <a:noFill/>
                    </a:ln>
                  </pic:spPr>
                </pic:pic>
              </a:graphicData>
            </a:graphic>
          </wp:inline>
        </w:drawing>
      </w:r>
    </w:p>
    <w:p w14:paraId="0301C065" w14:textId="3446C2DA" w:rsidR="00880BB5" w:rsidRPr="000F57EE" w:rsidRDefault="000F57EE" w:rsidP="000F57EE">
      <w:pPr>
        <w:pStyle w:val="UnterschriftINFSI"/>
      </w:pPr>
      <w:r w:rsidRPr="000F57EE">
        <w:t xml:space="preserve">Abbildung </w:t>
      </w:r>
      <w:fldSimple w:instr=" SEQ Abbildung \* ARABIC ">
        <w:r w:rsidR="00672FAE">
          <w:rPr>
            <w:noProof/>
          </w:rPr>
          <w:t>4</w:t>
        </w:r>
      </w:fldSimple>
      <w:r w:rsidRPr="000F57EE">
        <w:t xml:space="preserve">: </w:t>
      </w:r>
      <w:proofErr w:type="spellStart"/>
      <w:r w:rsidRPr="000F57EE">
        <w:t>Termbaum</w:t>
      </w:r>
      <w:proofErr w:type="spellEnd"/>
    </w:p>
    <w:p w14:paraId="19D00112" w14:textId="569D02BD" w:rsidR="002809D0" w:rsidRDefault="002809D0" w:rsidP="00991A2D">
      <w:r>
        <w:lastRenderedPageBreak/>
        <w:t xml:space="preserve">Eine Möglichkeit den Binärbaum zu durchlaufen, um den Term zu rekonstruieren, wäre die sogenannte </w:t>
      </w:r>
      <w:proofErr w:type="spellStart"/>
      <w:r w:rsidRPr="00EC6EFB">
        <w:rPr>
          <w:b/>
          <w:bCs/>
          <w:color w:val="4E6B9E"/>
        </w:rPr>
        <w:t>inorder</w:t>
      </w:r>
      <w:proofErr w:type="spellEnd"/>
      <w:r>
        <w:t xml:space="preserve">-Reihenfolge. Dabei wird zunächst der linke Teilbaum, dann die Wurzel und schließlich der rechte Teilbaum ausgelesen. Dieses Prinzip wird rekursiv auf den linken und rechten Teilbaum angewendet, bis schließlich die Blätter ausgelesen wurden. Als Term ergibt sich somit: </w:t>
      </w:r>
    </w:p>
    <w:p w14:paraId="64AA24A4" w14:textId="27639718" w:rsidR="002809D0" w:rsidRDefault="002809D0" w:rsidP="00991A2D">
      <w:r>
        <w:t xml:space="preserve">3 + 7 * 2 – 4 </w:t>
      </w:r>
      <w:r w:rsidR="009D2E04">
        <w:t>*</w:t>
      </w:r>
      <w:r>
        <w:t xml:space="preserve"> 6. Um die Information, in welcher Reihenfolge die Rechenoperationen ausgeführt werden sollen, nicht zu verlieren, müssten hier konsequent Klammern um die Teilterme</w:t>
      </w:r>
      <w:r w:rsidR="00BA6971">
        <w:t>, die sich aus den Teilbäumen ergeben,</w:t>
      </w:r>
      <w:r>
        <w:t xml:space="preserve"> gesetzt werden: (((3 + 7) * 2) – (4 </w:t>
      </w:r>
      <w:r w:rsidR="009D2E04">
        <w:t>*</w:t>
      </w:r>
      <w:r>
        <w:t xml:space="preserve"> 6))</w:t>
      </w:r>
    </w:p>
    <w:p w14:paraId="51F51A0B" w14:textId="6D633D49" w:rsidR="00BA6971" w:rsidRDefault="00BA6971" w:rsidP="00991A2D">
      <w:r>
        <w:t xml:space="preserve">Bei der Auswertung von Rechentermen kommen daher manchmal auch andere Schreibweisen bzw. Reihenfolgen zum Einsatz: Durchläuft man den Binärbaum in </w:t>
      </w:r>
      <w:proofErr w:type="spellStart"/>
      <w:r w:rsidRPr="00EC6EFB">
        <w:rPr>
          <w:b/>
          <w:bCs/>
          <w:color w:val="4E6B9E"/>
        </w:rPr>
        <w:t>preorder</w:t>
      </w:r>
      <w:proofErr w:type="spellEnd"/>
      <w:r>
        <w:t>-Reihenfolge, wird rekursiv zuerst die Wurzel, dann der linke Teilbaum und dann der rechte Teilbaum besucht. Damit ergibt sich die folgende Ausgabe des Terms</w:t>
      </w:r>
      <w:r w:rsidR="00957FC7">
        <w:t xml:space="preserve">, die auch als Präfix-Schreibweise </w:t>
      </w:r>
      <w:proofErr w:type="gramStart"/>
      <w:r w:rsidR="00957FC7">
        <w:t>bezeichnet</w:t>
      </w:r>
      <w:proofErr w:type="gramEnd"/>
      <w:r w:rsidR="00957FC7">
        <w:t xml:space="preserve"> wird</w:t>
      </w:r>
      <w:r>
        <w:t>: - * + 3 7 2 * 4 6</w:t>
      </w:r>
    </w:p>
    <w:p w14:paraId="196A64E0" w14:textId="2828CD89" w:rsidR="00957FC7" w:rsidRDefault="00BA6971" w:rsidP="00991A2D">
      <w:r>
        <w:t xml:space="preserve">Alternativ kann der Binärbaum in </w:t>
      </w:r>
      <w:r w:rsidRPr="00EC6EFB">
        <w:rPr>
          <w:b/>
          <w:bCs/>
          <w:color w:val="4E6B9E"/>
        </w:rPr>
        <w:t>postorder</w:t>
      </w:r>
      <w:r>
        <w:t>-Reihenfolge durchlaufen werden, indem rekursiv zuerst der linke Teilbaum</w:t>
      </w:r>
      <w:r w:rsidR="00EC6EFB">
        <w:t>,</w:t>
      </w:r>
      <w:r>
        <w:t xml:space="preserve"> dann der rechte Teilbaum und schließlich die Wurzel besucht werden. Damit ergibt sich die folgende Ausgabe des Terms</w:t>
      </w:r>
      <w:r w:rsidR="00957FC7">
        <w:t xml:space="preserve">, die auch als Postfix-Schreibweise </w:t>
      </w:r>
      <w:proofErr w:type="gramStart"/>
      <w:r w:rsidR="00957FC7">
        <w:t>bezeichnet</w:t>
      </w:r>
      <w:proofErr w:type="gramEnd"/>
      <w:r w:rsidR="00957FC7">
        <w:t xml:space="preserve"> wird</w:t>
      </w:r>
      <w:r>
        <w:t xml:space="preserve">: </w:t>
      </w:r>
    </w:p>
    <w:p w14:paraId="3CBB8509" w14:textId="287E896A" w:rsidR="00BA6971" w:rsidRDefault="00BA6971" w:rsidP="00991A2D">
      <w:r>
        <w:t>3 7 + 2 * 4 6 * -</w:t>
      </w:r>
    </w:p>
    <w:p w14:paraId="638BF0E5" w14:textId="77777777" w:rsidR="00957FC7" w:rsidRDefault="00957FC7" w:rsidP="00991A2D">
      <w:r>
        <w:t xml:space="preserve">Sowohl bei der Präfix- als auch bei der Postfix-Schreibeweise ist die Reihenfolge der Auswertung ohne Klammersetzung eindeutig. </w:t>
      </w:r>
    </w:p>
    <w:p w14:paraId="2E3E3DC0" w14:textId="6F55331C" w:rsidR="00BA6971" w:rsidRDefault="00957FC7" w:rsidP="00991A2D">
      <w:r>
        <w:t xml:space="preserve">Das systematische Durchlaufen eines Baumes bezeichnet man auch als </w:t>
      </w:r>
      <w:r w:rsidRPr="00EC6EFB">
        <w:rPr>
          <w:b/>
          <w:bCs/>
          <w:color w:val="4E6B9E"/>
        </w:rPr>
        <w:t>Traversierung</w:t>
      </w:r>
      <w:r>
        <w:t xml:space="preserve">. Die verschiedenen Möglichkeiten der Traversierung: </w:t>
      </w:r>
      <w:proofErr w:type="spellStart"/>
      <w:r>
        <w:t>inorder</w:t>
      </w:r>
      <w:proofErr w:type="spellEnd"/>
      <w:r>
        <w:t xml:space="preserve">, </w:t>
      </w:r>
      <w:proofErr w:type="spellStart"/>
      <w:r>
        <w:t>preorder</w:t>
      </w:r>
      <w:proofErr w:type="spellEnd"/>
      <w:r>
        <w:t xml:space="preserve"> bzw. </w:t>
      </w:r>
      <w:proofErr w:type="spellStart"/>
      <w:r>
        <w:t>postorder</w:t>
      </w:r>
      <w:proofErr w:type="spellEnd"/>
      <w:r>
        <w:t xml:space="preserve"> lassen sich auf beliebige Binärbäume anwenden. Ob eine bestimmte Reihenfolge sinnvoller ist als andere</w:t>
      </w:r>
      <w:r w:rsidR="00EC6EFB">
        <w:t>,</w:t>
      </w:r>
      <w:r>
        <w:t xml:space="preserve"> hängt vom Kontext ab. In jedem </w:t>
      </w:r>
      <w:r w:rsidR="00EC6EFB">
        <w:t xml:space="preserve">Fall </w:t>
      </w:r>
      <w:r>
        <w:t>wird bei der systematischen Traversierung kein Knoten vergessen.</w:t>
      </w:r>
    </w:p>
    <w:p w14:paraId="62F2465B" w14:textId="05DCF93B" w:rsidR="00957FC7" w:rsidRDefault="00957FC7" w:rsidP="00991A2D">
      <w:r>
        <w:t xml:space="preserve">Als vierte Möglichkeit können die Knoten in </w:t>
      </w:r>
      <w:proofErr w:type="spellStart"/>
      <w:r w:rsidRPr="00EC6EFB">
        <w:rPr>
          <w:b/>
          <w:bCs/>
          <w:color w:val="4E6B9E"/>
        </w:rPr>
        <w:t>levelorder</w:t>
      </w:r>
      <w:proofErr w:type="spellEnd"/>
      <w:r>
        <w:t xml:space="preserve">-Reihenfolge </w:t>
      </w:r>
      <w:r w:rsidR="00EC6EFB">
        <w:t>durchlaufen</w:t>
      </w:r>
      <w:r>
        <w:t xml:space="preserve"> werden. </w:t>
      </w:r>
      <w:r w:rsidR="00D244F3">
        <w:t xml:space="preserve">Dabei werden die Knoten beginnend bei der Wurzel Ebene für Ebene ausgegeben. Für den </w:t>
      </w:r>
      <w:proofErr w:type="spellStart"/>
      <w:r w:rsidR="00D244F3">
        <w:t>Termbaum</w:t>
      </w:r>
      <w:proofErr w:type="spellEnd"/>
      <w:r w:rsidR="00D244F3">
        <w:t xml:space="preserve"> würde sich die Reihenfolge - * * </w:t>
      </w:r>
      <w:proofErr w:type="gramStart"/>
      <w:r w:rsidR="00D244F3">
        <w:t>+  2</w:t>
      </w:r>
      <w:proofErr w:type="gramEnd"/>
      <w:r w:rsidR="00D244F3">
        <w:t xml:space="preserve"> 4 6 3 7 ergeben. Im Kontext der Auswertung eines Rechenterms ist diese Reihenfolge aber nicht besonders hilfreich.</w:t>
      </w:r>
    </w:p>
    <w:p w14:paraId="1D010EB8" w14:textId="13C77A4A" w:rsidR="00D244F3" w:rsidRDefault="000F57EE" w:rsidP="00991A2D">
      <w:r>
        <w:rPr>
          <w:b/>
          <w:bCs/>
          <w:noProof/>
        </w:rPr>
        <mc:AlternateContent>
          <mc:Choice Requires="wpg">
            <w:drawing>
              <wp:anchor distT="0" distB="0" distL="114300" distR="114300" simplePos="0" relativeHeight="251688960" behindDoc="0" locked="0" layoutInCell="1" allowOverlap="1" wp14:anchorId="0CC2AD9E" wp14:editId="1601C2CA">
                <wp:simplePos x="0" y="0"/>
                <wp:positionH relativeFrom="column">
                  <wp:posOffset>3186430</wp:posOffset>
                </wp:positionH>
                <wp:positionV relativeFrom="paragraph">
                  <wp:posOffset>8255</wp:posOffset>
                </wp:positionV>
                <wp:extent cx="2562225" cy="2209800"/>
                <wp:effectExtent l="0" t="0" r="9525" b="0"/>
                <wp:wrapSquare wrapText="bothSides"/>
                <wp:docPr id="1765753897" name="Gruppieren 62"/>
                <wp:cNvGraphicFramePr/>
                <a:graphic xmlns:a="http://schemas.openxmlformats.org/drawingml/2006/main">
                  <a:graphicData uri="http://schemas.microsoft.com/office/word/2010/wordprocessingGroup">
                    <wpg:wgp>
                      <wpg:cNvGrpSpPr/>
                      <wpg:grpSpPr>
                        <a:xfrm>
                          <a:off x="0" y="0"/>
                          <a:ext cx="2562225" cy="2209800"/>
                          <a:chOff x="0" y="0"/>
                          <a:chExt cx="2562225" cy="2209800"/>
                        </a:xfrm>
                      </wpg:grpSpPr>
                      <wps:wsp>
                        <wps:cNvPr id="1519996980" name="Textfeld 1519996980"/>
                        <wps:cNvSpPr txBox="1"/>
                        <wps:spPr>
                          <a:xfrm>
                            <a:off x="19050" y="1943100"/>
                            <a:ext cx="2543175" cy="266700"/>
                          </a:xfrm>
                          <a:prstGeom prst="rect">
                            <a:avLst/>
                          </a:prstGeom>
                          <a:solidFill>
                            <a:prstClr val="white"/>
                          </a:solidFill>
                          <a:ln>
                            <a:noFill/>
                          </a:ln>
                        </wps:spPr>
                        <wps:txbx>
                          <w:txbxContent>
                            <w:p w14:paraId="777874C2" w14:textId="35D7EADA" w:rsidR="000F57EE" w:rsidRPr="0086423E" w:rsidRDefault="000F57EE" w:rsidP="000F57EE">
                              <w:pPr>
                                <w:pStyle w:val="UnterschriftINFSI"/>
                                <w:rPr>
                                  <w:noProof/>
                                </w:rPr>
                              </w:pPr>
                              <w:r>
                                <w:t xml:space="preserve">Abbildung </w:t>
                              </w:r>
                              <w:fldSimple w:instr=" SEQ Abbildung \* ARABIC ">
                                <w:r w:rsidR="00672FAE">
                                  <w:rPr>
                                    <w:noProof/>
                                  </w:rPr>
                                  <w:t>5</w:t>
                                </w:r>
                              </w:fldSimple>
                              <w:r>
                                <w:t>: Stammbaum von Lina</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pic:pic xmlns:pic="http://schemas.openxmlformats.org/drawingml/2006/picture">
                        <pic:nvPicPr>
                          <pic:cNvPr id="891259137" name="Grafik 61"/>
                          <pic:cNvPicPr>
                            <a:picLocks noChangeAspect="1"/>
                          </pic:cNvPicPr>
                        </pic:nvPicPr>
                        <pic:blipFill>
                          <a:blip r:embed="rId16"/>
                          <a:stretch>
                            <a:fillRect/>
                          </a:stretch>
                        </pic:blipFill>
                        <pic:spPr>
                          <a:xfrm>
                            <a:off x="0" y="0"/>
                            <a:ext cx="2562225" cy="1928495"/>
                          </a:xfrm>
                          <a:prstGeom prst="rect">
                            <a:avLst/>
                          </a:prstGeom>
                        </pic:spPr>
                      </pic:pic>
                    </wpg:wgp>
                  </a:graphicData>
                </a:graphic>
              </wp:anchor>
            </w:drawing>
          </mc:Choice>
          <mc:Fallback>
            <w:pict>
              <v:group w14:anchorId="0CC2AD9E" id="Gruppieren 62" o:spid="_x0000_s1043" style="position:absolute;margin-left:250.9pt;margin-top:.65pt;width:201.75pt;height:174pt;z-index:251688960" coordsize="25622,2209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">
                <v:shape id="Textfeld 1519996980" o:spid="_x0000_s1044" type="#_x0000_t202" style="position:absolute;left:190;top:19431;width:25432;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" stroked="f">
                  <v:textbox style="mso-fit-shape-to-text:t" inset="0,0,0,0">
                    <w:txbxContent>
                      <w:p w14:paraId="777874C2" w14:textId="35D7EADA" w:rsidR="000F57EE" w:rsidRPr="0086423E" w:rsidRDefault="000F57EE" w:rsidP="000F57EE">
                        <w:pPr>
                          <w:pStyle w:val="UnterschriftINFSI"/>
                          <w:rPr>
                            <w:noProof/>
                          </w:rPr>
                        </w:pPr>
                        <w:r>
                          <w:t xml:space="preserve">Abbildung </w:t>
                        </w:r>
                        <w:fldSimple w:instr=" SEQ Abbildung \* ARABIC ">
                          <w:r w:rsidR="00672FAE">
                            <w:rPr>
                              <w:noProof/>
                            </w:rPr>
                            <w:t>5</w:t>
                          </w:r>
                        </w:fldSimple>
                        <w:r>
                          <w:t>: Stammbaum von Lina</w:t>
                        </w:r>
                      </w:p>
                    </w:txbxContent>
                  </v:textbox>
                </v:shape>
                <v:shape id="Grafik 61" o:spid="_x0000_s1045" type="#_x0000_t75" style="position:absolute;width:25622;height:192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">
                  <v:imagedata r:id="rId17" o:title=""/>
                </v:shape>
                <w10:wrap type="square"/>
              </v:group>
            </w:pict>
          </mc:Fallback>
        </mc:AlternateContent>
      </w:r>
      <w:r w:rsidRPr="000F57EE">
        <w:rPr>
          <w:b/>
          <w:bCs/>
        </w:rPr>
        <w:t>Aufgabe 5:</w:t>
      </w:r>
      <w:r>
        <w:t xml:space="preserve"> Geben Sie den Stammbaum in Abbildung 5 in </w:t>
      </w:r>
      <w:proofErr w:type="spellStart"/>
      <w:r w:rsidRPr="0090616A">
        <w:rPr>
          <w:i/>
          <w:iCs/>
        </w:rPr>
        <w:t>inorder</w:t>
      </w:r>
      <w:proofErr w:type="spellEnd"/>
      <w:r>
        <w:t xml:space="preserve">, </w:t>
      </w:r>
      <w:proofErr w:type="spellStart"/>
      <w:r w:rsidRPr="0090616A">
        <w:rPr>
          <w:i/>
          <w:iCs/>
        </w:rPr>
        <w:t>preorder</w:t>
      </w:r>
      <w:proofErr w:type="spellEnd"/>
      <w:r>
        <w:t xml:space="preserve">, </w:t>
      </w:r>
      <w:proofErr w:type="spellStart"/>
      <w:r w:rsidRPr="0090616A">
        <w:rPr>
          <w:i/>
          <w:iCs/>
        </w:rPr>
        <w:t>postorder</w:t>
      </w:r>
      <w:proofErr w:type="spellEnd"/>
      <w:r>
        <w:t xml:space="preserve"> und </w:t>
      </w:r>
      <w:proofErr w:type="spellStart"/>
      <w:r w:rsidRPr="0090616A">
        <w:rPr>
          <w:i/>
          <w:iCs/>
        </w:rPr>
        <w:t>levelorder</w:t>
      </w:r>
      <w:proofErr w:type="spellEnd"/>
      <w:r>
        <w:t xml:space="preserve"> Reihenfolge aus. </w:t>
      </w:r>
    </w:p>
    <w:p w14:paraId="157B18C5" w14:textId="77777777" w:rsidR="00224E25" w:rsidRDefault="00224E25">
      <w:pPr>
        <w:spacing w:after="160" w:line="259" w:lineRule="auto"/>
        <w:rPr>
          <w:rFonts w:asciiTheme="majorHAnsi" w:eastAsiaTheme="majorEastAsia" w:hAnsiTheme="majorHAnsi" w:cstheme="majorBidi"/>
          <w:i/>
          <w:iCs/>
          <w:color w:val="4E6B9E"/>
        </w:rPr>
      </w:pPr>
      <w:r>
        <w:br w:type="page"/>
      </w:r>
    </w:p>
    <w:p w14:paraId="55B013D6" w14:textId="0BD415A6" w:rsidR="000F57EE" w:rsidRDefault="000F57EE" w:rsidP="0090616A">
      <w:pPr>
        <w:pStyle w:val="berschrift2"/>
      </w:pPr>
      <w:r>
        <w:lastRenderedPageBreak/>
        <w:t>Umsetzung eines Binärbaums als rekursive Datenstruktur</w:t>
      </w:r>
    </w:p>
    <w:p w14:paraId="5EF5CEE8" w14:textId="23B6BAD5" w:rsidR="000F57EE" w:rsidRDefault="00352EEC" w:rsidP="000F57EE">
      <w:bookmarkStart w:id="1" w:name="_Hlk210306633"/>
      <w:r>
        <w:rPr>
          <w:noProof/>
        </w:rPr>
        <mc:AlternateContent>
          <mc:Choice Requires="wpg">
            <w:drawing>
              <wp:anchor distT="0" distB="0" distL="114300" distR="114300" simplePos="0" relativeHeight="251723776" behindDoc="0" locked="0" layoutInCell="1" allowOverlap="1" wp14:anchorId="06340C7A" wp14:editId="38F1AB69">
                <wp:simplePos x="0" y="0"/>
                <wp:positionH relativeFrom="column">
                  <wp:posOffset>-113030</wp:posOffset>
                </wp:positionH>
                <wp:positionV relativeFrom="paragraph">
                  <wp:posOffset>1803096</wp:posOffset>
                </wp:positionV>
                <wp:extent cx="5854700" cy="3931285"/>
                <wp:effectExtent l="0" t="0" r="12700" b="0"/>
                <wp:wrapTopAndBottom/>
                <wp:docPr id="552798425" name="Gruppieren 78"/>
                <wp:cNvGraphicFramePr/>
                <a:graphic xmlns:a="http://schemas.openxmlformats.org/drawingml/2006/main">
                  <a:graphicData uri="http://schemas.microsoft.com/office/word/2010/wordprocessingGroup">
                    <wpg:wgp>
                      <wpg:cNvGrpSpPr/>
                      <wpg:grpSpPr>
                        <a:xfrm>
                          <a:off x="0" y="0"/>
                          <a:ext cx="5854700" cy="3931285"/>
                          <a:chOff x="0" y="0"/>
                          <a:chExt cx="5854700" cy="3931838"/>
                        </a:xfrm>
                      </wpg:grpSpPr>
                      <wps:wsp>
                        <wps:cNvPr id="1963060394" name="Textfeld 1"/>
                        <wps:cNvSpPr txBox="1"/>
                        <wps:spPr>
                          <a:xfrm>
                            <a:off x="127221" y="3665138"/>
                            <a:ext cx="5683250" cy="266700"/>
                          </a:xfrm>
                          <a:prstGeom prst="rect">
                            <a:avLst/>
                          </a:prstGeom>
                          <a:solidFill>
                            <a:prstClr val="white"/>
                          </a:solidFill>
                          <a:ln>
                            <a:noFill/>
                          </a:ln>
                        </wps:spPr>
                        <wps:txbx>
                          <w:txbxContent>
                            <w:p w14:paraId="716CCEDB" w14:textId="1A03DEB5" w:rsidR="00224E25" w:rsidRPr="00BE6C42" w:rsidRDefault="00224E25" w:rsidP="006819BE">
                              <w:pPr>
                                <w:pStyle w:val="UnterschriftINFSI"/>
                                <w:rPr>
                                  <w:noProof/>
                                  <w:sz w:val="22"/>
                                  <w:szCs w:val="22"/>
                                </w:rPr>
                              </w:pPr>
                              <w:r>
                                <w:t xml:space="preserve">Abbildung </w:t>
                              </w:r>
                              <w:fldSimple w:instr=" SEQ Abbildung \* ARABIC ">
                                <w:r w:rsidR="00672FAE">
                                  <w:rPr>
                                    <w:noProof/>
                                  </w:rPr>
                                  <w:t>6</w:t>
                                </w:r>
                              </w:fldSimple>
                              <w:r>
                                <w:t>: Binärbaum</w:t>
                              </w:r>
                              <w:r>
                                <w:rPr>
                                  <w:noProof/>
                                </w:rPr>
                                <w:t xml:space="preserve"> als rekursive Datenstruktur</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grpSp>
                        <wpg:cNvPr id="1073948211" name="Gruppieren 77"/>
                        <wpg:cNvGrpSpPr/>
                        <wpg:grpSpPr>
                          <a:xfrm>
                            <a:off x="0" y="0"/>
                            <a:ext cx="5854700" cy="3583940"/>
                            <a:chOff x="0" y="0"/>
                            <a:chExt cx="5854700" cy="3583940"/>
                          </a:xfrm>
                        </wpg:grpSpPr>
                        <wps:wsp>
                          <wps:cNvPr id="326645387" name="Textfeld 2"/>
                          <wps:cNvSpPr txBox="1">
                            <a:spLocks noChangeArrowheads="1"/>
                          </wps:cNvSpPr>
                          <wps:spPr bwMode="auto">
                            <a:xfrm>
                              <a:off x="3268980" y="438150"/>
                              <a:ext cx="737041" cy="333768"/>
                            </a:xfrm>
                            <a:prstGeom prst="rect">
                              <a:avLst/>
                            </a:prstGeom>
                            <a:noFill/>
                            <a:ln w="9525">
                              <a:noFill/>
                              <a:miter lim="800000"/>
                              <a:headEnd/>
                              <a:tailEnd/>
                            </a:ln>
                          </wps:spPr>
                          <wps:txbx>
                            <w:txbxContent>
                              <w:p w14:paraId="0B305E81" w14:textId="77777777" w:rsidR="000F57EE" w:rsidRDefault="000F57EE" w:rsidP="000F57EE">
                                <w:r>
                                  <w:t>2. Ebene:</w:t>
                                </w:r>
                              </w:p>
                            </w:txbxContent>
                          </wps:txbx>
                          <wps:bodyPr rot="0" vert="horz" wrap="square" lIns="91440" tIns="45720" rIns="91440" bIns="45720" anchor="t" anchorCtr="0">
                            <a:spAutoFit/>
                          </wps:bodyPr>
                        </wps:wsp>
                        <wps:wsp>
                          <wps:cNvPr id="1906837157" name="Textfeld 2"/>
                          <wps:cNvSpPr txBox="1">
                            <a:spLocks noChangeArrowheads="1"/>
                          </wps:cNvSpPr>
                          <wps:spPr bwMode="auto">
                            <a:xfrm>
                              <a:off x="0" y="2598420"/>
                              <a:ext cx="732790" cy="334645"/>
                            </a:xfrm>
                            <a:prstGeom prst="rect">
                              <a:avLst/>
                            </a:prstGeom>
                            <a:noFill/>
                            <a:ln w="9525">
                              <a:noFill/>
                              <a:miter lim="800000"/>
                              <a:headEnd/>
                              <a:tailEnd/>
                            </a:ln>
                          </wps:spPr>
                          <wps:txbx>
                            <w:txbxContent>
                              <w:p w14:paraId="59A62396" w14:textId="77777777" w:rsidR="000F57EE" w:rsidRDefault="000F57EE" w:rsidP="000F57EE">
                                <w:r>
                                  <w:t>3. Ebene:</w:t>
                                </w:r>
                              </w:p>
                            </w:txbxContent>
                          </wps:txbx>
                          <wps:bodyPr rot="0" vert="horz" wrap="square" lIns="91440" tIns="45720" rIns="91440" bIns="45720" anchor="t" anchorCtr="0">
                            <a:spAutoFit/>
                          </wps:bodyPr>
                        </wps:wsp>
                        <wps:wsp>
                          <wps:cNvPr id="227921252" name="Textfeld 2"/>
                          <wps:cNvSpPr txBox="1">
                            <a:spLocks noChangeArrowheads="1"/>
                          </wps:cNvSpPr>
                          <wps:spPr bwMode="auto">
                            <a:xfrm>
                              <a:off x="2811780" y="2987040"/>
                              <a:ext cx="737040" cy="333768"/>
                            </a:xfrm>
                            <a:prstGeom prst="rect">
                              <a:avLst/>
                            </a:prstGeom>
                            <a:noFill/>
                            <a:ln w="9525">
                              <a:noFill/>
                              <a:miter lim="800000"/>
                              <a:headEnd/>
                              <a:tailEnd/>
                            </a:ln>
                          </wps:spPr>
                          <wps:txbx>
                            <w:txbxContent>
                              <w:p w14:paraId="00AD1D0B" w14:textId="77777777" w:rsidR="000F57EE" w:rsidRDefault="000F57EE" w:rsidP="000F57EE">
                                <w:r>
                                  <w:t>4. Ebene:</w:t>
                                </w:r>
                              </w:p>
                            </w:txbxContent>
                          </wps:txbx>
                          <wps:bodyPr rot="0" vert="horz" wrap="square" lIns="91440" tIns="45720" rIns="91440" bIns="45720" anchor="t" anchorCtr="0">
                            <a:spAutoFit/>
                          </wps:bodyPr>
                        </wps:wsp>
                        <wpg:grpSp>
                          <wpg:cNvPr id="1353687218" name="Gruppieren 76"/>
                          <wpg:cNvGrpSpPr/>
                          <wpg:grpSpPr>
                            <a:xfrm>
                              <a:off x="259080" y="0"/>
                              <a:ext cx="2551430" cy="1754505"/>
                              <a:chOff x="0" y="0"/>
                              <a:chExt cx="2551430" cy="1755140"/>
                            </a:xfrm>
                          </wpg:grpSpPr>
                          <wps:wsp>
                            <wps:cNvPr id="280995488" name="Gerade Verbindung 21">
                              <a:extLst>
                                <a:ext uri="{FF2B5EF4-FFF2-40B4-BE49-F238E27FC236}">
                                  <a16:creationId xmlns:a16="http://schemas.microsoft.com/office/drawing/2014/main" id="{6A993FE3-9086-6001-83FE-AB6A3B87492A}"/>
                                </a:ext>
                              </a:extLst>
                            </wps:cNvPr>
                            <wps:cNvCnPr/>
                            <wps:spPr>
                              <a:xfrm>
                                <a:off x="621030" y="1032510"/>
                                <a:ext cx="49530" cy="146050"/>
                              </a:xfrm>
                              <a:prstGeom prst="line">
                                <a:avLst/>
                              </a:prstGeom>
                              <a:solidFill>
                                <a:schemeClr val="accent6"/>
                              </a:solidFill>
                              <a:ln w="28575">
                                <a:solidFill>
                                  <a:schemeClr val="tx2"/>
                                </a:solidFill>
                              </a:ln>
                            </wps:spPr>
                            <wps:style>
                              <a:lnRef idx="1">
                                <a:schemeClr val="accent1"/>
                              </a:lnRef>
                              <a:fillRef idx="0">
                                <a:schemeClr val="accent1"/>
                              </a:fillRef>
                              <a:effectRef idx="0">
                                <a:schemeClr val="accent1"/>
                              </a:effectRef>
                              <a:fontRef idx="minor">
                                <a:schemeClr val="tx1"/>
                              </a:fontRef>
                            </wps:style>
                            <wps:bodyPr/>
                          </wps:wsp>
                          <wps:wsp>
                            <wps:cNvPr id="1809508634" name="Rechteck: abgerundete Ecken 73"/>
                            <wps:cNvSpPr/>
                            <wps:spPr>
                              <a:xfrm>
                                <a:off x="575310" y="1162050"/>
                                <a:ext cx="216000" cy="166977"/>
                              </a:xfrm>
                              <a:prstGeom prst="roundRect">
                                <a:avLst/>
                              </a:prstGeom>
                            </wps:spPr>
                            <wps:style>
                              <a:lnRef idx="2">
                                <a:schemeClr val="accent3">
                                  <a:shade val="15000"/>
                                </a:schemeClr>
                              </a:lnRef>
                              <a:fillRef idx="1">
                                <a:schemeClr val="accent3"/>
                              </a:fillRef>
                              <a:effectRef idx="0">
                                <a:schemeClr val="accent3"/>
                              </a:effectRef>
                              <a:fontRef idx="minor">
                                <a:schemeClr val="lt1"/>
                              </a:fontRef>
                            </wps:style>
                            <wps:txbx>
                              <w:txbxContent>
                                <w:p w14:paraId="4E7D8FE8" w14:textId="77777777" w:rsidR="00CF76BE" w:rsidRPr="00CF76BE" w:rsidRDefault="00CF76BE" w:rsidP="00CF76BE">
                                  <w:pPr>
                                    <w:jc w:val="center"/>
                                    <w:rPr>
                                      <w:sz w:val="16"/>
                                      <w:szCs w:val="16"/>
                                    </w:rPr>
                                  </w:pPr>
                                  <w:r w:rsidRPr="00CF76BE">
                                    <w:rPr>
                                      <w:sz w:val="16"/>
                                      <w:szCs w:val="16"/>
                                    </w:rPr>
                                    <w:t>leer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922654727" name="Gerade Verbindung 21"/>
                            <wps:cNvCnPr/>
                            <wps:spPr>
                              <a:xfrm>
                                <a:off x="1177290" y="1021080"/>
                                <a:ext cx="110490" cy="198120"/>
                              </a:xfrm>
                              <a:prstGeom prst="line">
                                <a:avLst/>
                              </a:prstGeom>
                              <a:grpFill/>
                              <a:ln w="28575">
                                <a:solidFill>
                                  <a:schemeClr val="tx2"/>
                                </a:solidFill>
                              </a:ln>
                            </wps:spPr>
                            <wps:style>
                              <a:lnRef idx="1">
                                <a:schemeClr val="accent1"/>
                              </a:lnRef>
                              <a:fillRef idx="0">
                                <a:schemeClr val="accent1"/>
                              </a:fillRef>
                              <a:effectRef idx="0">
                                <a:schemeClr val="accent1"/>
                              </a:effectRef>
                              <a:fontRef idx="minor">
                                <a:schemeClr val="tx1"/>
                              </a:fontRef>
                            </wps:style>
                            <wps:bodyPr/>
                          </wps:wsp>
                          <wps:wsp>
                            <wps:cNvPr id="144559715" name="Gerade Verbindung 20"/>
                            <wps:cNvCnPr/>
                            <wps:spPr>
                              <a:xfrm flipH="1">
                                <a:off x="933450" y="1043940"/>
                                <a:ext cx="91440" cy="152400"/>
                              </a:xfrm>
                              <a:prstGeom prst="line">
                                <a:avLst/>
                              </a:prstGeom>
                              <a:grpFill/>
                              <a:ln w="28575">
                                <a:solidFill>
                                  <a:schemeClr val="tx2"/>
                                </a:solidFill>
                              </a:ln>
                            </wps:spPr>
                            <wps:style>
                              <a:lnRef idx="1">
                                <a:schemeClr val="accent1"/>
                              </a:lnRef>
                              <a:fillRef idx="0">
                                <a:schemeClr val="accent1"/>
                              </a:fillRef>
                              <a:effectRef idx="0">
                                <a:schemeClr val="accent1"/>
                              </a:effectRef>
                              <a:fontRef idx="minor">
                                <a:schemeClr val="tx1"/>
                              </a:fontRef>
                            </wps:style>
                            <wps:bodyPr/>
                          </wps:wsp>
                          <wps:wsp>
                            <wps:cNvPr id="2106966151" name="Rechteck: abgerundete Ecken 73"/>
                            <wps:cNvSpPr/>
                            <wps:spPr>
                              <a:xfrm>
                                <a:off x="830580" y="1162050"/>
                                <a:ext cx="215900" cy="166370"/>
                              </a:xfrm>
                              <a:prstGeom prst="roundRect">
                                <a:avLst/>
                              </a:prstGeom>
                            </wps:spPr>
                            <wps:style>
                              <a:lnRef idx="2">
                                <a:schemeClr val="accent3">
                                  <a:shade val="15000"/>
                                </a:schemeClr>
                              </a:lnRef>
                              <a:fillRef idx="1">
                                <a:schemeClr val="accent3"/>
                              </a:fillRef>
                              <a:effectRef idx="0">
                                <a:schemeClr val="accent3"/>
                              </a:effectRef>
                              <a:fontRef idx="minor">
                                <a:schemeClr val="lt1"/>
                              </a:fontRef>
                            </wps:style>
                            <wps:txbx>
                              <w:txbxContent>
                                <w:p w14:paraId="092854AC" w14:textId="77777777" w:rsidR="00D04B22" w:rsidRPr="00CF76BE" w:rsidRDefault="00D04B22" w:rsidP="00D04B22">
                                  <w:pPr>
                                    <w:jc w:val="center"/>
                                    <w:rPr>
                                      <w:sz w:val="16"/>
                                      <w:szCs w:val="16"/>
                                    </w:rPr>
                                  </w:pPr>
                                  <w:r w:rsidRPr="00CF76BE">
                                    <w:rPr>
                                      <w:sz w:val="16"/>
                                      <w:szCs w:val="16"/>
                                    </w:rPr>
                                    <w:t>leer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067014670" name="Rechteck: abgerundete Ecken 73"/>
                            <wps:cNvSpPr/>
                            <wps:spPr>
                              <a:xfrm>
                                <a:off x="1158240" y="1165860"/>
                                <a:ext cx="215900" cy="166370"/>
                              </a:xfrm>
                              <a:prstGeom prst="roundRect">
                                <a:avLst/>
                              </a:prstGeom>
                            </wps:spPr>
                            <wps:style>
                              <a:lnRef idx="2">
                                <a:schemeClr val="accent3">
                                  <a:shade val="15000"/>
                                </a:schemeClr>
                              </a:lnRef>
                              <a:fillRef idx="1">
                                <a:schemeClr val="accent3"/>
                              </a:fillRef>
                              <a:effectRef idx="0">
                                <a:schemeClr val="accent3"/>
                              </a:effectRef>
                              <a:fontRef idx="minor">
                                <a:schemeClr val="lt1"/>
                              </a:fontRef>
                            </wps:style>
                            <wps:txbx>
                              <w:txbxContent>
                                <w:p w14:paraId="6B44F1BF" w14:textId="77777777" w:rsidR="00D04B22" w:rsidRPr="00CF76BE" w:rsidRDefault="00D04B22" w:rsidP="00D04B22">
                                  <w:pPr>
                                    <w:jc w:val="center"/>
                                    <w:rPr>
                                      <w:sz w:val="16"/>
                                      <w:szCs w:val="16"/>
                                    </w:rPr>
                                  </w:pPr>
                                  <w:r w:rsidRPr="00CF76BE">
                                    <w:rPr>
                                      <w:sz w:val="16"/>
                                      <w:szCs w:val="16"/>
                                    </w:rPr>
                                    <w:t>leer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945025264" name="Gerade Verbindung 21"/>
                            <wps:cNvCnPr/>
                            <wps:spPr>
                              <a:xfrm>
                                <a:off x="2343150" y="1017270"/>
                                <a:ext cx="110490" cy="198120"/>
                              </a:xfrm>
                              <a:prstGeom prst="line">
                                <a:avLst/>
                              </a:prstGeom>
                              <a:grpFill/>
                              <a:ln w="28575">
                                <a:solidFill>
                                  <a:schemeClr val="tx2"/>
                                </a:solidFill>
                              </a:ln>
                            </wps:spPr>
                            <wps:style>
                              <a:lnRef idx="1">
                                <a:schemeClr val="accent1"/>
                              </a:lnRef>
                              <a:fillRef idx="0">
                                <a:schemeClr val="accent1"/>
                              </a:fillRef>
                              <a:effectRef idx="0">
                                <a:schemeClr val="accent1"/>
                              </a:effectRef>
                              <a:fontRef idx="minor">
                                <a:schemeClr val="tx1"/>
                              </a:fontRef>
                            </wps:style>
                            <wps:bodyPr/>
                          </wps:wsp>
                          <wps:wsp>
                            <wps:cNvPr id="1106986663" name="Gerade Verbindung 20"/>
                            <wps:cNvCnPr/>
                            <wps:spPr>
                              <a:xfrm flipH="1">
                                <a:off x="2099310" y="1040130"/>
                                <a:ext cx="91440" cy="152400"/>
                              </a:xfrm>
                              <a:prstGeom prst="line">
                                <a:avLst/>
                              </a:prstGeom>
                              <a:grpFill/>
                              <a:ln w="28575">
                                <a:solidFill>
                                  <a:schemeClr val="tx2"/>
                                </a:solidFill>
                              </a:ln>
                            </wps:spPr>
                            <wps:style>
                              <a:lnRef idx="1">
                                <a:schemeClr val="accent1"/>
                              </a:lnRef>
                              <a:fillRef idx="0">
                                <a:schemeClr val="accent1"/>
                              </a:fillRef>
                              <a:effectRef idx="0">
                                <a:schemeClr val="accent1"/>
                              </a:effectRef>
                              <a:fontRef idx="minor">
                                <a:schemeClr val="tx1"/>
                              </a:fontRef>
                            </wps:style>
                            <wps:bodyPr/>
                          </wps:wsp>
                          <wps:wsp>
                            <wps:cNvPr id="579188052" name="Gerade Verbindung 21"/>
                            <wps:cNvCnPr/>
                            <wps:spPr>
                              <a:xfrm>
                                <a:off x="1786890" y="1005840"/>
                                <a:ext cx="110490" cy="198120"/>
                              </a:xfrm>
                              <a:prstGeom prst="line">
                                <a:avLst/>
                              </a:prstGeom>
                              <a:grpFill/>
                              <a:ln w="28575">
                                <a:solidFill>
                                  <a:schemeClr val="tx2"/>
                                </a:solidFill>
                              </a:ln>
                            </wps:spPr>
                            <wps:style>
                              <a:lnRef idx="1">
                                <a:schemeClr val="accent1"/>
                              </a:lnRef>
                              <a:fillRef idx="0">
                                <a:schemeClr val="accent1"/>
                              </a:fillRef>
                              <a:effectRef idx="0">
                                <a:schemeClr val="accent1"/>
                              </a:effectRef>
                              <a:fontRef idx="minor">
                                <a:schemeClr val="tx1"/>
                              </a:fontRef>
                            </wps:style>
                            <wps:bodyPr/>
                          </wps:wsp>
                          <wps:wsp>
                            <wps:cNvPr id="197909777" name="Gerade Verbindung 20"/>
                            <wps:cNvCnPr/>
                            <wps:spPr>
                              <a:xfrm flipH="1">
                                <a:off x="1543050" y="1028700"/>
                                <a:ext cx="91440" cy="152400"/>
                              </a:xfrm>
                              <a:prstGeom prst="line">
                                <a:avLst/>
                              </a:prstGeom>
                              <a:grpFill/>
                              <a:ln w="28575">
                                <a:solidFill>
                                  <a:schemeClr val="tx2"/>
                                </a:solidFill>
                              </a:ln>
                            </wps:spPr>
                            <wps:style>
                              <a:lnRef idx="1">
                                <a:schemeClr val="accent1"/>
                              </a:lnRef>
                              <a:fillRef idx="0">
                                <a:schemeClr val="accent1"/>
                              </a:fillRef>
                              <a:effectRef idx="0">
                                <a:schemeClr val="accent1"/>
                              </a:effectRef>
                              <a:fontRef idx="minor">
                                <a:schemeClr val="tx1"/>
                              </a:fontRef>
                            </wps:style>
                            <wps:bodyPr/>
                          </wps:wsp>
                          <wps:wsp>
                            <wps:cNvPr id="799098031" name="Gerade Verbindung 21"/>
                            <wps:cNvCnPr/>
                            <wps:spPr>
                              <a:xfrm>
                                <a:off x="361950" y="1417320"/>
                                <a:ext cx="110490" cy="198120"/>
                              </a:xfrm>
                              <a:prstGeom prst="line">
                                <a:avLst/>
                              </a:prstGeom>
                              <a:grpFill/>
                              <a:ln w="28575">
                                <a:solidFill>
                                  <a:schemeClr val="tx2"/>
                                </a:solidFill>
                              </a:ln>
                            </wps:spPr>
                            <wps:style>
                              <a:lnRef idx="1">
                                <a:schemeClr val="accent1"/>
                              </a:lnRef>
                              <a:fillRef idx="0">
                                <a:schemeClr val="accent1"/>
                              </a:fillRef>
                              <a:effectRef idx="0">
                                <a:schemeClr val="accent1"/>
                              </a:effectRef>
                              <a:fontRef idx="minor">
                                <a:schemeClr val="tx1"/>
                              </a:fontRef>
                            </wps:style>
                            <wps:bodyPr/>
                          </wps:wsp>
                          <wps:wsp>
                            <wps:cNvPr id="1338352708" name="Ellipse 60365474">
                              <a:extLst>
                                <a:ext uri="{FF2B5EF4-FFF2-40B4-BE49-F238E27FC236}">
                                  <a16:creationId xmlns:a16="http://schemas.microsoft.com/office/drawing/2014/main" id="{84525AE9-B5AA-615C-9404-AF82F78D9EFD}"/>
                                </a:ext>
                              </a:extLst>
                            </wps:cNvPr>
                            <wps:cNvSpPr/>
                            <wps:spPr>
                              <a:xfrm>
                                <a:off x="1325880" y="49530"/>
                                <a:ext cx="270728" cy="270760"/>
                              </a:xfrm>
                              <a:prstGeom prst="ellipse">
                                <a:avLst/>
                              </a:prstGeom>
                              <a:solidFill>
                                <a:schemeClr val="accent2"/>
                              </a:solid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523882826" name="Ellipse 269074411">
                              <a:extLst>
                                <a:ext uri="{FF2B5EF4-FFF2-40B4-BE49-F238E27FC236}">
                                  <a16:creationId xmlns:a16="http://schemas.microsoft.com/office/drawing/2014/main" id="{883F00C8-AABA-8BEC-C875-04F4399DD4CA}"/>
                                </a:ext>
                              </a:extLst>
                            </wps:cNvPr>
                            <wps:cNvSpPr/>
                            <wps:spPr>
                              <a:xfrm>
                                <a:off x="708660" y="438150"/>
                                <a:ext cx="270728" cy="270760"/>
                              </a:xfrm>
                              <a:prstGeom prst="ellipse">
                                <a:avLst/>
                              </a:prstGeom>
                              <a:solidFill>
                                <a:schemeClr val="accent5"/>
                              </a:solid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88828125" name="Ellipse 708206387">
                              <a:extLst>
                                <a:ext uri="{FF2B5EF4-FFF2-40B4-BE49-F238E27FC236}">
                                  <a16:creationId xmlns:a16="http://schemas.microsoft.com/office/drawing/2014/main" id="{53B5DBD7-08EA-99CD-F734-7D95788EA609}"/>
                                </a:ext>
                              </a:extLst>
                            </wps:cNvPr>
                            <wps:cNvSpPr/>
                            <wps:spPr>
                              <a:xfrm>
                                <a:off x="1866900" y="434340"/>
                                <a:ext cx="270510" cy="270510"/>
                              </a:xfrm>
                              <a:prstGeom prst="ellipse">
                                <a:avLst/>
                              </a:prstGeom>
                              <a:solidFill>
                                <a:schemeClr val="accent6"/>
                              </a:solid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220050348" name="Ellipse 186164454">
                              <a:extLst>
                                <a:ext uri="{FF2B5EF4-FFF2-40B4-BE49-F238E27FC236}">
                                  <a16:creationId xmlns:a16="http://schemas.microsoft.com/office/drawing/2014/main" id="{B2A61B0E-303C-F797-8B02-F2FAB94F70F2}"/>
                                </a:ext>
                              </a:extLst>
                            </wps:cNvPr>
                            <wps:cNvSpPr/>
                            <wps:spPr>
                              <a:xfrm>
                                <a:off x="438150" y="807720"/>
                                <a:ext cx="270728" cy="270760"/>
                              </a:xfrm>
                              <a:prstGeom prst="ellipse">
                                <a:avLst/>
                              </a:prstGeom>
                              <a:solidFill>
                                <a:schemeClr val="accent5"/>
                              </a:solid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43555025" name="Ellipse 1850210898">
                              <a:extLst>
                                <a:ext uri="{FF2B5EF4-FFF2-40B4-BE49-F238E27FC236}">
                                  <a16:creationId xmlns:a16="http://schemas.microsoft.com/office/drawing/2014/main" id="{70FB7000-8D71-B648-AB44-1B98EEADA31C}"/>
                                </a:ext>
                              </a:extLst>
                            </wps:cNvPr>
                            <wps:cNvSpPr/>
                            <wps:spPr>
                              <a:xfrm>
                                <a:off x="967740" y="815340"/>
                                <a:ext cx="270728" cy="270760"/>
                              </a:xfrm>
                              <a:prstGeom prst="ellipse">
                                <a:avLst/>
                              </a:prstGeom>
                              <a:solidFill>
                                <a:schemeClr val="accent5"/>
                              </a:solid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009790906" name="Ellipse 507534997">
                              <a:extLst>
                                <a:ext uri="{FF2B5EF4-FFF2-40B4-BE49-F238E27FC236}">
                                  <a16:creationId xmlns:a16="http://schemas.microsoft.com/office/drawing/2014/main" id="{B468D6F4-617F-7BCF-1F05-4C780A630302}"/>
                                </a:ext>
                              </a:extLst>
                            </wps:cNvPr>
                            <wps:cNvSpPr/>
                            <wps:spPr>
                              <a:xfrm>
                                <a:off x="2129790" y="807720"/>
                                <a:ext cx="270510" cy="270510"/>
                              </a:xfrm>
                              <a:prstGeom prst="ellipse">
                                <a:avLst/>
                              </a:prstGeom>
                              <a:solidFill>
                                <a:schemeClr val="accent6"/>
                              </a:solid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465444344" name="Gerade Verbindung 13">
                              <a:extLst>
                                <a:ext uri="{FF2B5EF4-FFF2-40B4-BE49-F238E27FC236}">
                                  <a16:creationId xmlns:a16="http://schemas.microsoft.com/office/drawing/2014/main" id="{780B553B-267E-0900-A581-478EE7B00978}"/>
                                </a:ext>
                              </a:extLst>
                            </wps:cNvPr>
                            <wps:cNvCnPr/>
                            <wps:spPr>
                              <a:xfrm flipH="1">
                                <a:off x="941070" y="243840"/>
                                <a:ext cx="392430" cy="231775"/>
                              </a:xfrm>
                              <a:prstGeom prst="line">
                                <a:avLst/>
                              </a:prstGeom>
                              <a:solidFill>
                                <a:schemeClr val="accent6"/>
                              </a:solidFill>
                              <a:ln w="28575">
                                <a:solidFill>
                                  <a:schemeClr val="tx2"/>
                                </a:solidFill>
                              </a:ln>
                            </wps:spPr>
                            <wps:style>
                              <a:lnRef idx="1">
                                <a:schemeClr val="accent1"/>
                              </a:lnRef>
                              <a:fillRef idx="0">
                                <a:schemeClr val="accent1"/>
                              </a:fillRef>
                              <a:effectRef idx="0">
                                <a:schemeClr val="accent1"/>
                              </a:effectRef>
                              <a:fontRef idx="minor">
                                <a:schemeClr val="tx1"/>
                              </a:fontRef>
                            </wps:style>
                            <wps:bodyPr/>
                          </wps:wsp>
                          <wps:wsp>
                            <wps:cNvPr id="768088624" name="Gerade Verbindung 14">
                              <a:extLst>
                                <a:ext uri="{FF2B5EF4-FFF2-40B4-BE49-F238E27FC236}">
                                  <a16:creationId xmlns:a16="http://schemas.microsoft.com/office/drawing/2014/main" id="{342BC906-BE46-4005-62CE-F6ECA55209E7}"/>
                                </a:ext>
                              </a:extLst>
                            </wps:cNvPr>
                            <wps:cNvCnPr/>
                            <wps:spPr>
                              <a:xfrm>
                                <a:off x="1592580" y="232410"/>
                                <a:ext cx="354330" cy="205740"/>
                              </a:xfrm>
                              <a:prstGeom prst="line">
                                <a:avLst/>
                              </a:prstGeom>
                              <a:solidFill>
                                <a:schemeClr val="accent6"/>
                              </a:solidFill>
                              <a:ln w="28575">
                                <a:solidFill>
                                  <a:schemeClr val="tx2"/>
                                </a:solidFill>
                              </a:ln>
                            </wps:spPr>
                            <wps:style>
                              <a:lnRef idx="1">
                                <a:schemeClr val="accent1"/>
                              </a:lnRef>
                              <a:fillRef idx="0">
                                <a:schemeClr val="accent1"/>
                              </a:fillRef>
                              <a:effectRef idx="0">
                                <a:schemeClr val="accent1"/>
                              </a:effectRef>
                              <a:fontRef idx="minor">
                                <a:schemeClr val="tx1"/>
                              </a:fontRef>
                            </wps:style>
                            <wps:bodyPr/>
                          </wps:wsp>
                          <wps:wsp>
                            <wps:cNvPr id="1507404179" name="Gerade Verbindung 15">
                              <a:extLst>
                                <a:ext uri="{FF2B5EF4-FFF2-40B4-BE49-F238E27FC236}">
                                  <a16:creationId xmlns:a16="http://schemas.microsoft.com/office/drawing/2014/main" id="{0EF49602-D2BC-7097-0016-73A56A5DB3CA}"/>
                                </a:ext>
                              </a:extLst>
                            </wps:cNvPr>
                            <wps:cNvCnPr/>
                            <wps:spPr>
                              <a:xfrm flipH="1">
                                <a:off x="575310" y="670560"/>
                                <a:ext cx="175011" cy="137843"/>
                              </a:xfrm>
                              <a:prstGeom prst="line">
                                <a:avLst/>
                              </a:prstGeom>
                              <a:solidFill>
                                <a:schemeClr val="accent6"/>
                              </a:solidFill>
                              <a:ln w="28575">
                                <a:solidFill>
                                  <a:schemeClr val="tx2"/>
                                </a:solidFill>
                              </a:ln>
                            </wps:spPr>
                            <wps:style>
                              <a:lnRef idx="1">
                                <a:schemeClr val="accent1"/>
                              </a:lnRef>
                              <a:fillRef idx="0">
                                <a:schemeClr val="accent1"/>
                              </a:fillRef>
                              <a:effectRef idx="0">
                                <a:schemeClr val="accent1"/>
                              </a:effectRef>
                              <a:fontRef idx="minor">
                                <a:schemeClr val="tx1"/>
                              </a:fontRef>
                            </wps:style>
                            <wps:bodyPr/>
                          </wps:wsp>
                          <wps:wsp>
                            <wps:cNvPr id="1429514534" name="Gerade Verbindung 16">
                              <a:extLst>
                                <a:ext uri="{FF2B5EF4-FFF2-40B4-BE49-F238E27FC236}">
                                  <a16:creationId xmlns:a16="http://schemas.microsoft.com/office/drawing/2014/main" id="{458B24D1-4563-3E59-7817-03131B312386}"/>
                                </a:ext>
                              </a:extLst>
                            </wps:cNvPr>
                            <wps:cNvCnPr>
                              <a:cxnSpLocks/>
                            </wps:cNvCnPr>
                            <wps:spPr>
                              <a:xfrm>
                                <a:off x="941070" y="670560"/>
                                <a:ext cx="164899" cy="147956"/>
                              </a:xfrm>
                              <a:prstGeom prst="line">
                                <a:avLst/>
                              </a:prstGeom>
                              <a:solidFill>
                                <a:schemeClr val="accent6"/>
                              </a:solidFill>
                              <a:ln w="28575">
                                <a:solidFill>
                                  <a:schemeClr val="tx2"/>
                                </a:solidFill>
                              </a:ln>
                            </wps:spPr>
                            <wps:style>
                              <a:lnRef idx="1">
                                <a:schemeClr val="accent1"/>
                              </a:lnRef>
                              <a:fillRef idx="0">
                                <a:schemeClr val="accent1"/>
                              </a:fillRef>
                              <a:effectRef idx="0">
                                <a:schemeClr val="accent1"/>
                              </a:effectRef>
                              <a:fontRef idx="minor">
                                <a:schemeClr val="tx1"/>
                              </a:fontRef>
                            </wps:style>
                            <wps:bodyPr/>
                          </wps:wsp>
                          <wps:wsp>
                            <wps:cNvPr id="1784161305" name="Gerade Verbindung 17">
                              <a:extLst>
                                <a:ext uri="{FF2B5EF4-FFF2-40B4-BE49-F238E27FC236}">
                                  <a16:creationId xmlns:a16="http://schemas.microsoft.com/office/drawing/2014/main" id="{6951EF4E-5562-E392-2FB1-FAA11413BFC1}"/>
                                </a:ext>
                              </a:extLst>
                            </wps:cNvPr>
                            <wps:cNvCnPr/>
                            <wps:spPr>
                              <a:xfrm>
                                <a:off x="2095500" y="666750"/>
                                <a:ext cx="167640" cy="140970"/>
                              </a:xfrm>
                              <a:prstGeom prst="line">
                                <a:avLst/>
                              </a:prstGeom>
                              <a:solidFill>
                                <a:schemeClr val="accent6"/>
                              </a:solidFill>
                              <a:ln w="28575">
                                <a:solidFill>
                                  <a:schemeClr val="tx2"/>
                                </a:solidFill>
                              </a:ln>
                            </wps:spPr>
                            <wps:style>
                              <a:lnRef idx="1">
                                <a:schemeClr val="accent1"/>
                              </a:lnRef>
                              <a:fillRef idx="0">
                                <a:schemeClr val="accent1"/>
                              </a:fillRef>
                              <a:effectRef idx="0">
                                <a:schemeClr val="accent1"/>
                              </a:effectRef>
                              <a:fontRef idx="minor">
                                <a:schemeClr val="tx1"/>
                              </a:fontRef>
                            </wps:style>
                            <wps:bodyPr/>
                          </wps:wsp>
                          <wps:wsp>
                            <wps:cNvPr id="1889420570" name="Ellipse 1419997101">
                              <a:extLst>
                                <a:ext uri="{FF2B5EF4-FFF2-40B4-BE49-F238E27FC236}">
                                  <a16:creationId xmlns:a16="http://schemas.microsoft.com/office/drawing/2014/main" id="{BEFF3C4D-C8E6-C4E2-2FAC-B0DDEAA7CAAF}"/>
                                </a:ext>
                              </a:extLst>
                            </wps:cNvPr>
                            <wps:cNvSpPr/>
                            <wps:spPr>
                              <a:xfrm>
                                <a:off x="167640" y="1184910"/>
                                <a:ext cx="270727" cy="270760"/>
                              </a:xfrm>
                              <a:prstGeom prst="ellipse">
                                <a:avLst/>
                              </a:prstGeom>
                              <a:solidFill>
                                <a:schemeClr val="accent5"/>
                              </a:solid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24941532" name="Gerade Verbindung 20">
                              <a:extLst>
                                <a:ext uri="{FF2B5EF4-FFF2-40B4-BE49-F238E27FC236}">
                                  <a16:creationId xmlns:a16="http://schemas.microsoft.com/office/drawing/2014/main" id="{1E5D888C-DCBC-5661-95EF-7B94D9FDA537}"/>
                                </a:ext>
                              </a:extLst>
                            </wps:cNvPr>
                            <wps:cNvCnPr/>
                            <wps:spPr>
                              <a:xfrm flipH="1">
                                <a:off x="304800" y="1047750"/>
                                <a:ext cx="175011" cy="137843"/>
                              </a:xfrm>
                              <a:prstGeom prst="line">
                                <a:avLst/>
                              </a:prstGeom>
                              <a:solidFill>
                                <a:schemeClr val="accent6"/>
                              </a:solidFill>
                              <a:ln w="28575">
                                <a:solidFill>
                                  <a:schemeClr val="tx2"/>
                                </a:solidFill>
                              </a:ln>
                            </wps:spPr>
                            <wps:style>
                              <a:lnRef idx="1">
                                <a:schemeClr val="accent1"/>
                              </a:lnRef>
                              <a:fillRef idx="0">
                                <a:schemeClr val="accent1"/>
                              </a:fillRef>
                              <a:effectRef idx="0">
                                <a:schemeClr val="accent1"/>
                              </a:effectRef>
                              <a:fontRef idx="minor">
                                <a:schemeClr val="tx1"/>
                              </a:fontRef>
                            </wps:style>
                            <wps:bodyPr/>
                          </wps:wsp>
                          <wps:wsp>
                            <wps:cNvPr id="1010103283" name="Ellipse 70306219">
                              <a:extLst>
                                <a:ext uri="{FF2B5EF4-FFF2-40B4-BE49-F238E27FC236}">
                                  <a16:creationId xmlns:a16="http://schemas.microsoft.com/office/drawing/2014/main" id="{C74648CD-D040-8A45-52F1-1E1331846F71}"/>
                                </a:ext>
                              </a:extLst>
                            </wps:cNvPr>
                            <wps:cNvSpPr/>
                            <wps:spPr>
                              <a:xfrm>
                                <a:off x="1588770" y="807720"/>
                                <a:ext cx="270510" cy="270510"/>
                              </a:xfrm>
                              <a:prstGeom prst="ellipse">
                                <a:avLst/>
                              </a:prstGeom>
                              <a:solidFill>
                                <a:schemeClr val="accent6"/>
                              </a:solid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04371708" name="Gerade Verbindung 23">
                              <a:extLst>
                                <a:ext uri="{FF2B5EF4-FFF2-40B4-BE49-F238E27FC236}">
                                  <a16:creationId xmlns:a16="http://schemas.microsoft.com/office/drawing/2014/main" id="{44A5B8D5-7FD8-698D-91B6-B033CB2FAFBC}"/>
                                </a:ext>
                              </a:extLst>
                            </wps:cNvPr>
                            <wps:cNvCnPr/>
                            <wps:spPr>
                              <a:xfrm flipH="1">
                                <a:off x="1722120" y="670560"/>
                                <a:ext cx="174625" cy="137795"/>
                              </a:xfrm>
                              <a:prstGeom prst="line">
                                <a:avLst/>
                              </a:prstGeom>
                              <a:solidFill>
                                <a:schemeClr val="accent6"/>
                              </a:solidFill>
                              <a:ln w="28575">
                                <a:solidFill>
                                  <a:schemeClr val="tx2"/>
                                </a:solidFill>
                              </a:ln>
                            </wps:spPr>
                            <wps:style>
                              <a:lnRef idx="1">
                                <a:schemeClr val="accent1"/>
                              </a:lnRef>
                              <a:fillRef idx="0">
                                <a:schemeClr val="accent1"/>
                              </a:fillRef>
                              <a:effectRef idx="0">
                                <a:schemeClr val="accent1"/>
                              </a:effectRef>
                              <a:fontRef idx="minor">
                                <a:schemeClr val="tx1"/>
                              </a:fontRef>
                            </wps:style>
                            <wps:bodyPr/>
                          </wps:wsp>
                          <wps:wsp>
                            <wps:cNvPr id="1032654757" name="Textfeld 2"/>
                            <wps:cNvSpPr txBox="1">
                              <a:spLocks noChangeArrowheads="1"/>
                            </wps:cNvSpPr>
                            <wps:spPr bwMode="auto">
                              <a:xfrm>
                                <a:off x="148590" y="0"/>
                                <a:ext cx="737040" cy="333768"/>
                              </a:xfrm>
                              <a:prstGeom prst="rect">
                                <a:avLst/>
                              </a:prstGeom>
                              <a:noFill/>
                              <a:ln w="9525">
                                <a:noFill/>
                                <a:miter lim="800000"/>
                                <a:headEnd/>
                                <a:tailEnd/>
                              </a:ln>
                            </wps:spPr>
                            <wps:txbx>
                              <w:txbxContent>
                                <w:p w14:paraId="0C3FEB3E" w14:textId="77777777" w:rsidR="000F57EE" w:rsidRDefault="000F57EE" w:rsidP="000F57EE">
                                  <w:r>
                                    <w:t>1. Ebene:</w:t>
                                  </w:r>
                                </w:p>
                              </w:txbxContent>
                            </wps:txbx>
                            <wps:bodyPr rot="0" vert="horz" wrap="square" lIns="91440" tIns="45720" rIns="91440" bIns="45720" anchor="t" anchorCtr="0">
                              <a:spAutoFit/>
                            </wps:bodyPr>
                          </wps:wsp>
                          <wps:wsp>
                            <wps:cNvPr id="2143227006" name="Rechteck: abgerundete Ecken 73"/>
                            <wps:cNvSpPr/>
                            <wps:spPr>
                              <a:xfrm>
                                <a:off x="0" y="1588770"/>
                                <a:ext cx="215900" cy="166370"/>
                              </a:xfrm>
                              <a:prstGeom prst="roundRect">
                                <a:avLst/>
                              </a:prstGeom>
                            </wps:spPr>
                            <wps:style>
                              <a:lnRef idx="2">
                                <a:schemeClr val="accent3">
                                  <a:shade val="15000"/>
                                </a:schemeClr>
                              </a:lnRef>
                              <a:fillRef idx="1">
                                <a:schemeClr val="accent3"/>
                              </a:fillRef>
                              <a:effectRef idx="0">
                                <a:schemeClr val="accent3"/>
                              </a:effectRef>
                              <a:fontRef idx="minor">
                                <a:schemeClr val="lt1"/>
                              </a:fontRef>
                            </wps:style>
                            <wps:txbx>
                              <w:txbxContent>
                                <w:p w14:paraId="13EFF008" w14:textId="15C492EA" w:rsidR="00CF76BE" w:rsidRPr="00CF76BE" w:rsidRDefault="00CF76BE" w:rsidP="00CF76BE">
                                  <w:pPr>
                                    <w:jc w:val="center"/>
                                    <w:rPr>
                                      <w:sz w:val="16"/>
                                      <w:szCs w:val="16"/>
                                    </w:rPr>
                                  </w:pPr>
                                  <w:r w:rsidRPr="00CF76BE">
                                    <w:rPr>
                                      <w:sz w:val="16"/>
                                      <w:szCs w:val="16"/>
                                    </w:rPr>
                                    <w:t>leer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859132512" name="Rechteck: abgerundete Ecken 73"/>
                            <wps:cNvSpPr/>
                            <wps:spPr>
                              <a:xfrm>
                                <a:off x="1440180" y="1165860"/>
                                <a:ext cx="215900" cy="166370"/>
                              </a:xfrm>
                              <a:prstGeom prst="roundRect">
                                <a:avLst/>
                              </a:prstGeom>
                            </wps:spPr>
                            <wps:style>
                              <a:lnRef idx="2">
                                <a:schemeClr val="accent3">
                                  <a:shade val="15000"/>
                                </a:schemeClr>
                              </a:lnRef>
                              <a:fillRef idx="1">
                                <a:schemeClr val="accent3"/>
                              </a:fillRef>
                              <a:effectRef idx="0">
                                <a:schemeClr val="accent3"/>
                              </a:effectRef>
                              <a:fontRef idx="minor">
                                <a:schemeClr val="lt1"/>
                              </a:fontRef>
                            </wps:style>
                            <wps:txbx>
                              <w:txbxContent>
                                <w:p w14:paraId="102C05E7" w14:textId="77777777" w:rsidR="00CF76BE" w:rsidRPr="00CF76BE" w:rsidRDefault="00CF76BE" w:rsidP="00CF76BE">
                                  <w:pPr>
                                    <w:jc w:val="center"/>
                                    <w:rPr>
                                      <w:sz w:val="16"/>
                                      <w:szCs w:val="16"/>
                                    </w:rPr>
                                  </w:pPr>
                                  <w:r w:rsidRPr="00CF76BE">
                                    <w:rPr>
                                      <w:sz w:val="16"/>
                                      <w:szCs w:val="16"/>
                                    </w:rPr>
                                    <w:t>leer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436337305" name="Rechteck: abgerundete Ecken 73"/>
                            <wps:cNvSpPr/>
                            <wps:spPr>
                              <a:xfrm>
                                <a:off x="1764030" y="1165860"/>
                                <a:ext cx="215900" cy="166370"/>
                              </a:xfrm>
                              <a:prstGeom prst="roundRect">
                                <a:avLst/>
                              </a:prstGeom>
                            </wps:spPr>
                            <wps:style>
                              <a:lnRef idx="2">
                                <a:schemeClr val="accent3">
                                  <a:shade val="15000"/>
                                </a:schemeClr>
                              </a:lnRef>
                              <a:fillRef idx="1">
                                <a:schemeClr val="accent3"/>
                              </a:fillRef>
                              <a:effectRef idx="0">
                                <a:schemeClr val="accent3"/>
                              </a:effectRef>
                              <a:fontRef idx="minor">
                                <a:schemeClr val="lt1"/>
                              </a:fontRef>
                            </wps:style>
                            <wps:txbx>
                              <w:txbxContent>
                                <w:p w14:paraId="70175CE7" w14:textId="77777777" w:rsidR="00CF76BE" w:rsidRPr="00CF76BE" w:rsidRDefault="00CF76BE" w:rsidP="00CF76BE">
                                  <w:pPr>
                                    <w:jc w:val="center"/>
                                    <w:rPr>
                                      <w:sz w:val="16"/>
                                      <w:szCs w:val="16"/>
                                    </w:rPr>
                                  </w:pPr>
                                  <w:r w:rsidRPr="00CF76BE">
                                    <w:rPr>
                                      <w:sz w:val="16"/>
                                      <w:szCs w:val="16"/>
                                    </w:rPr>
                                    <w:t>leer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269537947" name="Rechteck: abgerundete Ecken 73"/>
                            <wps:cNvSpPr/>
                            <wps:spPr>
                              <a:xfrm>
                                <a:off x="2007870" y="1169670"/>
                                <a:ext cx="215900" cy="166370"/>
                              </a:xfrm>
                              <a:prstGeom prst="roundRect">
                                <a:avLst/>
                              </a:prstGeom>
                            </wps:spPr>
                            <wps:style>
                              <a:lnRef idx="2">
                                <a:schemeClr val="accent3">
                                  <a:shade val="15000"/>
                                </a:schemeClr>
                              </a:lnRef>
                              <a:fillRef idx="1">
                                <a:schemeClr val="accent3"/>
                              </a:fillRef>
                              <a:effectRef idx="0">
                                <a:schemeClr val="accent3"/>
                              </a:effectRef>
                              <a:fontRef idx="minor">
                                <a:schemeClr val="lt1"/>
                              </a:fontRef>
                            </wps:style>
                            <wps:txbx>
                              <w:txbxContent>
                                <w:p w14:paraId="6F211AF2" w14:textId="77777777" w:rsidR="00CF76BE" w:rsidRPr="00CF76BE" w:rsidRDefault="00CF76BE" w:rsidP="00CF76BE">
                                  <w:pPr>
                                    <w:jc w:val="center"/>
                                    <w:rPr>
                                      <w:sz w:val="16"/>
                                      <w:szCs w:val="16"/>
                                    </w:rPr>
                                  </w:pPr>
                                  <w:r w:rsidRPr="00CF76BE">
                                    <w:rPr>
                                      <w:sz w:val="16"/>
                                      <w:szCs w:val="16"/>
                                    </w:rPr>
                                    <w:t>leer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504765759" name="Rechteck: abgerundete Ecken 73"/>
                            <wps:cNvSpPr/>
                            <wps:spPr>
                              <a:xfrm>
                                <a:off x="2335530" y="1169670"/>
                                <a:ext cx="215900" cy="166370"/>
                              </a:xfrm>
                              <a:prstGeom prst="roundRect">
                                <a:avLst/>
                              </a:prstGeom>
                            </wps:spPr>
                            <wps:style>
                              <a:lnRef idx="2">
                                <a:schemeClr val="accent3">
                                  <a:shade val="15000"/>
                                </a:schemeClr>
                              </a:lnRef>
                              <a:fillRef idx="1">
                                <a:schemeClr val="accent3"/>
                              </a:fillRef>
                              <a:effectRef idx="0">
                                <a:schemeClr val="accent3"/>
                              </a:effectRef>
                              <a:fontRef idx="minor">
                                <a:schemeClr val="lt1"/>
                              </a:fontRef>
                            </wps:style>
                            <wps:txbx>
                              <w:txbxContent>
                                <w:p w14:paraId="5EE04107" w14:textId="77777777" w:rsidR="00CF76BE" w:rsidRPr="00CF76BE" w:rsidRDefault="00CF76BE" w:rsidP="00CF76BE">
                                  <w:pPr>
                                    <w:jc w:val="center"/>
                                    <w:rPr>
                                      <w:sz w:val="16"/>
                                      <w:szCs w:val="16"/>
                                    </w:rPr>
                                  </w:pPr>
                                  <w:r w:rsidRPr="00CF76BE">
                                    <w:rPr>
                                      <w:sz w:val="16"/>
                                      <w:szCs w:val="16"/>
                                    </w:rPr>
                                    <w:t>leer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975153528" name="Gerade Verbindung 20"/>
                            <wps:cNvCnPr/>
                            <wps:spPr>
                              <a:xfrm flipH="1">
                                <a:off x="118110" y="1415530"/>
                                <a:ext cx="89177" cy="176500"/>
                              </a:xfrm>
                              <a:prstGeom prst="line">
                                <a:avLst/>
                              </a:prstGeom>
                              <a:grpFill/>
                              <a:ln w="28575">
                                <a:solidFill>
                                  <a:schemeClr val="tx2"/>
                                </a:solidFill>
                              </a:ln>
                            </wps:spPr>
                            <wps:style>
                              <a:lnRef idx="1">
                                <a:schemeClr val="accent1"/>
                              </a:lnRef>
                              <a:fillRef idx="0">
                                <a:schemeClr val="accent1"/>
                              </a:fillRef>
                              <a:effectRef idx="0">
                                <a:schemeClr val="accent1"/>
                              </a:effectRef>
                              <a:fontRef idx="minor">
                                <a:schemeClr val="tx1"/>
                              </a:fontRef>
                            </wps:style>
                            <wps:bodyPr/>
                          </wps:wsp>
                          <wps:wsp>
                            <wps:cNvPr id="11221035" name="Rechteck: abgerundete Ecken 73"/>
                            <wps:cNvSpPr/>
                            <wps:spPr>
                              <a:xfrm>
                                <a:off x="339090" y="1581148"/>
                                <a:ext cx="216000" cy="166977"/>
                              </a:xfrm>
                              <a:prstGeom prst="roundRect">
                                <a:avLst/>
                              </a:prstGeom>
                            </wps:spPr>
                            <wps:style>
                              <a:lnRef idx="2">
                                <a:schemeClr val="accent3">
                                  <a:shade val="15000"/>
                                </a:schemeClr>
                              </a:lnRef>
                              <a:fillRef idx="1">
                                <a:schemeClr val="accent3"/>
                              </a:fillRef>
                              <a:effectRef idx="0">
                                <a:schemeClr val="accent3"/>
                              </a:effectRef>
                              <a:fontRef idx="minor">
                                <a:schemeClr val="lt1"/>
                              </a:fontRef>
                            </wps:style>
                            <wps:txbx>
                              <w:txbxContent>
                                <w:p w14:paraId="0DE86DD8" w14:textId="77777777" w:rsidR="00CF76BE" w:rsidRPr="00CF76BE" w:rsidRDefault="00CF76BE" w:rsidP="00CF76BE">
                                  <w:pPr>
                                    <w:jc w:val="center"/>
                                    <w:rPr>
                                      <w:sz w:val="16"/>
                                      <w:szCs w:val="16"/>
                                    </w:rPr>
                                  </w:pPr>
                                  <w:r w:rsidRPr="00CF76BE">
                                    <w:rPr>
                                      <w:sz w:val="16"/>
                                      <w:szCs w:val="16"/>
                                    </w:rPr>
                                    <w:t>leer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1944911028" name="Gruppieren 76"/>
                          <wpg:cNvGrpSpPr/>
                          <wpg:grpSpPr>
                            <a:xfrm>
                              <a:off x="3303270" y="76200"/>
                              <a:ext cx="2551430" cy="1705003"/>
                              <a:chOff x="0" y="49530"/>
                              <a:chExt cx="2551430" cy="1705610"/>
                            </a:xfrm>
                          </wpg:grpSpPr>
                          <wps:wsp>
                            <wps:cNvPr id="1110316617" name="Gerade Verbindung 21"/>
                            <wps:cNvCnPr/>
                            <wps:spPr>
                              <a:xfrm>
                                <a:off x="621030" y="1032510"/>
                                <a:ext cx="49530" cy="146050"/>
                              </a:xfrm>
                              <a:prstGeom prst="line">
                                <a:avLst/>
                              </a:prstGeom>
                              <a:solidFill>
                                <a:schemeClr val="accent6"/>
                              </a:solidFill>
                              <a:ln w="28575">
                                <a:solidFill>
                                  <a:schemeClr val="tx2"/>
                                </a:solidFill>
                              </a:ln>
                            </wps:spPr>
                            <wps:style>
                              <a:lnRef idx="1">
                                <a:schemeClr val="accent1"/>
                              </a:lnRef>
                              <a:fillRef idx="0">
                                <a:schemeClr val="accent1"/>
                              </a:fillRef>
                              <a:effectRef idx="0">
                                <a:schemeClr val="accent1"/>
                              </a:effectRef>
                              <a:fontRef idx="minor">
                                <a:schemeClr val="tx1"/>
                              </a:fontRef>
                            </wps:style>
                            <wps:bodyPr/>
                          </wps:wsp>
                          <wps:wsp>
                            <wps:cNvPr id="750668695" name="Rechteck: abgerundete Ecken 73"/>
                            <wps:cNvSpPr/>
                            <wps:spPr>
                              <a:xfrm>
                                <a:off x="575310" y="1162050"/>
                                <a:ext cx="216000" cy="166977"/>
                              </a:xfrm>
                              <a:prstGeom prst="roundRect">
                                <a:avLst/>
                              </a:prstGeom>
                            </wps:spPr>
                            <wps:style>
                              <a:lnRef idx="2">
                                <a:schemeClr val="accent3">
                                  <a:shade val="15000"/>
                                </a:schemeClr>
                              </a:lnRef>
                              <a:fillRef idx="1">
                                <a:schemeClr val="accent3"/>
                              </a:fillRef>
                              <a:effectRef idx="0">
                                <a:schemeClr val="accent3"/>
                              </a:effectRef>
                              <a:fontRef idx="minor">
                                <a:schemeClr val="lt1"/>
                              </a:fontRef>
                            </wps:style>
                            <wps:txbx>
                              <w:txbxContent>
                                <w:p w14:paraId="2CA36534" w14:textId="77777777" w:rsidR="00D04B22" w:rsidRPr="00CF76BE" w:rsidRDefault="00D04B22" w:rsidP="00D04B22">
                                  <w:pPr>
                                    <w:jc w:val="center"/>
                                    <w:rPr>
                                      <w:sz w:val="16"/>
                                      <w:szCs w:val="16"/>
                                    </w:rPr>
                                  </w:pPr>
                                  <w:r w:rsidRPr="00CF76BE">
                                    <w:rPr>
                                      <w:sz w:val="16"/>
                                      <w:szCs w:val="16"/>
                                    </w:rPr>
                                    <w:t>leer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739510798" name="Gerade Verbindung 21"/>
                            <wps:cNvCnPr/>
                            <wps:spPr>
                              <a:xfrm>
                                <a:off x="1177290" y="1021080"/>
                                <a:ext cx="110490" cy="198120"/>
                              </a:xfrm>
                              <a:prstGeom prst="line">
                                <a:avLst/>
                              </a:prstGeom>
                              <a:grpFill/>
                              <a:ln w="28575">
                                <a:solidFill>
                                  <a:schemeClr val="tx2"/>
                                </a:solidFill>
                              </a:ln>
                            </wps:spPr>
                            <wps:style>
                              <a:lnRef idx="1">
                                <a:schemeClr val="accent1"/>
                              </a:lnRef>
                              <a:fillRef idx="0">
                                <a:schemeClr val="accent1"/>
                              </a:fillRef>
                              <a:effectRef idx="0">
                                <a:schemeClr val="accent1"/>
                              </a:effectRef>
                              <a:fontRef idx="minor">
                                <a:schemeClr val="tx1"/>
                              </a:fontRef>
                            </wps:style>
                            <wps:bodyPr/>
                          </wps:wsp>
                          <wps:wsp>
                            <wps:cNvPr id="1856841791" name="Gerade Verbindung 20"/>
                            <wps:cNvCnPr/>
                            <wps:spPr>
                              <a:xfrm flipH="1">
                                <a:off x="933450" y="1043940"/>
                                <a:ext cx="91440" cy="152400"/>
                              </a:xfrm>
                              <a:prstGeom prst="line">
                                <a:avLst/>
                              </a:prstGeom>
                              <a:grpFill/>
                              <a:ln w="28575">
                                <a:solidFill>
                                  <a:schemeClr val="tx2"/>
                                </a:solidFill>
                              </a:ln>
                            </wps:spPr>
                            <wps:style>
                              <a:lnRef idx="1">
                                <a:schemeClr val="accent1"/>
                              </a:lnRef>
                              <a:fillRef idx="0">
                                <a:schemeClr val="accent1"/>
                              </a:fillRef>
                              <a:effectRef idx="0">
                                <a:schemeClr val="accent1"/>
                              </a:effectRef>
                              <a:fontRef idx="minor">
                                <a:schemeClr val="tx1"/>
                              </a:fontRef>
                            </wps:style>
                            <wps:bodyPr/>
                          </wps:wsp>
                          <wps:wsp>
                            <wps:cNvPr id="1315290954" name="Rechteck: abgerundete Ecken 73"/>
                            <wps:cNvSpPr/>
                            <wps:spPr>
                              <a:xfrm>
                                <a:off x="830580" y="1162050"/>
                                <a:ext cx="215900" cy="166370"/>
                              </a:xfrm>
                              <a:prstGeom prst="roundRect">
                                <a:avLst/>
                              </a:prstGeom>
                            </wps:spPr>
                            <wps:style>
                              <a:lnRef idx="2">
                                <a:schemeClr val="accent3">
                                  <a:shade val="15000"/>
                                </a:schemeClr>
                              </a:lnRef>
                              <a:fillRef idx="1">
                                <a:schemeClr val="accent3"/>
                              </a:fillRef>
                              <a:effectRef idx="0">
                                <a:schemeClr val="accent3"/>
                              </a:effectRef>
                              <a:fontRef idx="minor">
                                <a:schemeClr val="lt1"/>
                              </a:fontRef>
                            </wps:style>
                            <wps:txbx>
                              <w:txbxContent>
                                <w:p w14:paraId="0954CA33" w14:textId="77777777" w:rsidR="00D04B22" w:rsidRPr="00CF76BE" w:rsidRDefault="00D04B22" w:rsidP="00D04B22">
                                  <w:pPr>
                                    <w:jc w:val="center"/>
                                    <w:rPr>
                                      <w:sz w:val="16"/>
                                      <w:szCs w:val="16"/>
                                    </w:rPr>
                                  </w:pPr>
                                  <w:r w:rsidRPr="00CF76BE">
                                    <w:rPr>
                                      <w:sz w:val="16"/>
                                      <w:szCs w:val="16"/>
                                    </w:rPr>
                                    <w:t>leer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747605609" name="Rechteck: abgerundete Ecken 73"/>
                            <wps:cNvSpPr/>
                            <wps:spPr>
                              <a:xfrm>
                                <a:off x="1158240" y="1165860"/>
                                <a:ext cx="215900" cy="166370"/>
                              </a:xfrm>
                              <a:prstGeom prst="roundRect">
                                <a:avLst/>
                              </a:prstGeom>
                            </wps:spPr>
                            <wps:style>
                              <a:lnRef idx="2">
                                <a:schemeClr val="accent3">
                                  <a:shade val="15000"/>
                                </a:schemeClr>
                              </a:lnRef>
                              <a:fillRef idx="1">
                                <a:schemeClr val="accent3"/>
                              </a:fillRef>
                              <a:effectRef idx="0">
                                <a:schemeClr val="accent3"/>
                              </a:effectRef>
                              <a:fontRef idx="minor">
                                <a:schemeClr val="lt1"/>
                              </a:fontRef>
                            </wps:style>
                            <wps:txbx>
                              <w:txbxContent>
                                <w:p w14:paraId="16E564AE" w14:textId="77777777" w:rsidR="00D04B22" w:rsidRPr="00CF76BE" w:rsidRDefault="00D04B22" w:rsidP="00D04B22">
                                  <w:pPr>
                                    <w:jc w:val="center"/>
                                    <w:rPr>
                                      <w:sz w:val="16"/>
                                      <w:szCs w:val="16"/>
                                    </w:rPr>
                                  </w:pPr>
                                  <w:r w:rsidRPr="00CF76BE">
                                    <w:rPr>
                                      <w:sz w:val="16"/>
                                      <w:szCs w:val="16"/>
                                    </w:rPr>
                                    <w:t>leer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449358185" name="Gerade Verbindung 21"/>
                            <wps:cNvCnPr/>
                            <wps:spPr>
                              <a:xfrm>
                                <a:off x="2343150" y="1017270"/>
                                <a:ext cx="110490" cy="198120"/>
                              </a:xfrm>
                              <a:prstGeom prst="line">
                                <a:avLst/>
                              </a:prstGeom>
                              <a:grpFill/>
                              <a:ln w="28575">
                                <a:solidFill>
                                  <a:schemeClr val="tx2"/>
                                </a:solidFill>
                              </a:ln>
                            </wps:spPr>
                            <wps:style>
                              <a:lnRef idx="1">
                                <a:schemeClr val="accent1"/>
                              </a:lnRef>
                              <a:fillRef idx="0">
                                <a:schemeClr val="accent1"/>
                              </a:fillRef>
                              <a:effectRef idx="0">
                                <a:schemeClr val="accent1"/>
                              </a:effectRef>
                              <a:fontRef idx="minor">
                                <a:schemeClr val="tx1"/>
                              </a:fontRef>
                            </wps:style>
                            <wps:bodyPr/>
                          </wps:wsp>
                          <wps:wsp>
                            <wps:cNvPr id="1873096607" name="Gerade Verbindung 20"/>
                            <wps:cNvCnPr/>
                            <wps:spPr>
                              <a:xfrm flipH="1">
                                <a:off x="2099310" y="1040130"/>
                                <a:ext cx="91440" cy="152400"/>
                              </a:xfrm>
                              <a:prstGeom prst="line">
                                <a:avLst/>
                              </a:prstGeom>
                              <a:grpFill/>
                              <a:ln w="28575">
                                <a:solidFill>
                                  <a:schemeClr val="tx2"/>
                                </a:solidFill>
                              </a:ln>
                            </wps:spPr>
                            <wps:style>
                              <a:lnRef idx="1">
                                <a:schemeClr val="accent1"/>
                              </a:lnRef>
                              <a:fillRef idx="0">
                                <a:schemeClr val="accent1"/>
                              </a:fillRef>
                              <a:effectRef idx="0">
                                <a:schemeClr val="accent1"/>
                              </a:effectRef>
                              <a:fontRef idx="minor">
                                <a:schemeClr val="tx1"/>
                              </a:fontRef>
                            </wps:style>
                            <wps:bodyPr/>
                          </wps:wsp>
                          <wps:wsp>
                            <wps:cNvPr id="1135487258" name="Gerade Verbindung 21"/>
                            <wps:cNvCnPr/>
                            <wps:spPr>
                              <a:xfrm>
                                <a:off x="1786890" y="1005840"/>
                                <a:ext cx="110490" cy="198120"/>
                              </a:xfrm>
                              <a:prstGeom prst="line">
                                <a:avLst/>
                              </a:prstGeom>
                              <a:grpFill/>
                              <a:ln w="28575">
                                <a:solidFill>
                                  <a:schemeClr val="tx2"/>
                                </a:solidFill>
                              </a:ln>
                            </wps:spPr>
                            <wps:style>
                              <a:lnRef idx="1">
                                <a:schemeClr val="accent1"/>
                              </a:lnRef>
                              <a:fillRef idx="0">
                                <a:schemeClr val="accent1"/>
                              </a:fillRef>
                              <a:effectRef idx="0">
                                <a:schemeClr val="accent1"/>
                              </a:effectRef>
                              <a:fontRef idx="minor">
                                <a:schemeClr val="tx1"/>
                              </a:fontRef>
                            </wps:style>
                            <wps:bodyPr/>
                          </wps:wsp>
                          <wps:wsp>
                            <wps:cNvPr id="1762940732" name="Gerade Verbindung 20"/>
                            <wps:cNvCnPr/>
                            <wps:spPr>
                              <a:xfrm flipH="1">
                                <a:off x="1543050" y="1028700"/>
                                <a:ext cx="91440" cy="152400"/>
                              </a:xfrm>
                              <a:prstGeom prst="line">
                                <a:avLst/>
                              </a:prstGeom>
                              <a:grpFill/>
                              <a:ln w="28575">
                                <a:solidFill>
                                  <a:schemeClr val="tx2"/>
                                </a:solidFill>
                              </a:ln>
                            </wps:spPr>
                            <wps:style>
                              <a:lnRef idx="1">
                                <a:schemeClr val="accent1"/>
                              </a:lnRef>
                              <a:fillRef idx="0">
                                <a:schemeClr val="accent1"/>
                              </a:fillRef>
                              <a:effectRef idx="0">
                                <a:schemeClr val="accent1"/>
                              </a:effectRef>
                              <a:fontRef idx="minor">
                                <a:schemeClr val="tx1"/>
                              </a:fontRef>
                            </wps:style>
                            <wps:bodyPr/>
                          </wps:wsp>
                          <wps:wsp>
                            <wps:cNvPr id="732501707" name="Gerade Verbindung 21"/>
                            <wps:cNvCnPr/>
                            <wps:spPr>
                              <a:xfrm>
                                <a:off x="361950" y="1417320"/>
                                <a:ext cx="110490" cy="198120"/>
                              </a:xfrm>
                              <a:prstGeom prst="line">
                                <a:avLst/>
                              </a:prstGeom>
                              <a:grpFill/>
                              <a:ln w="28575">
                                <a:solidFill>
                                  <a:schemeClr val="tx2"/>
                                </a:solidFill>
                              </a:ln>
                            </wps:spPr>
                            <wps:style>
                              <a:lnRef idx="1">
                                <a:schemeClr val="accent1"/>
                              </a:lnRef>
                              <a:fillRef idx="0">
                                <a:schemeClr val="accent1"/>
                              </a:fillRef>
                              <a:effectRef idx="0">
                                <a:schemeClr val="accent1"/>
                              </a:effectRef>
                              <a:fontRef idx="minor">
                                <a:schemeClr val="tx1"/>
                              </a:fontRef>
                            </wps:style>
                            <wps:bodyPr/>
                          </wps:wsp>
                          <wps:wsp>
                            <wps:cNvPr id="738232852" name="Ellipse 60365474"/>
                            <wps:cNvSpPr/>
                            <wps:spPr>
                              <a:xfrm>
                                <a:off x="1325880" y="49530"/>
                                <a:ext cx="270728" cy="270760"/>
                              </a:xfrm>
                              <a:prstGeom prst="ellipse">
                                <a:avLst/>
                              </a:prstGeom>
                              <a:solidFill>
                                <a:schemeClr val="accent2"/>
                              </a:solid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00070341" name="Ellipse 269074411"/>
                            <wps:cNvSpPr/>
                            <wps:spPr>
                              <a:xfrm>
                                <a:off x="708660" y="438150"/>
                                <a:ext cx="270728" cy="270760"/>
                              </a:xfrm>
                              <a:prstGeom prst="ellipse">
                                <a:avLst/>
                              </a:prstGeom>
                              <a:solidFill>
                                <a:schemeClr val="accent2"/>
                              </a:solid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586524382" name="Ellipse 708206387"/>
                            <wps:cNvSpPr/>
                            <wps:spPr>
                              <a:xfrm>
                                <a:off x="1866900" y="434340"/>
                                <a:ext cx="270510" cy="270510"/>
                              </a:xfrm>
                              <a:prstGeom prst="ellipse">
                                <a:avLst/>
                              </a:prstGeom>
                              <a:solidFill>
                                <a:schemeClr val="accent2"/>
                              </a:solid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576097669" name="Ellipse 186164454"/>
                            <wps:cNvSpPr/>
                            <wps:spPr>
                              <a:xfrm>
                                <a:off x="438150" y="807720"/>
                                <a:ext cx="270728" cy="270760"/>
                              </a:xfrm>
                              <a:prstGeom prst="ellipse">
                                <a:avLst/>
                              </a:prstGeom>
                              <a:solidFill>
                                <a:schemeClr val="accent5"/>
                              </a:solid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937242835" name="Ellipse 1850210898"/>
                            <wps:cNvSpPr/>
                            <wps:spPr>
                              <a:xfrm>
                                <a:off x="967740" y="815340"/>
                                <a:ext cx="270728" cy="270760"/>
                              </a:xfrm>
                              <a:prstGeom prst="ellipse">
                                <a:avLst/>
                              </a:prstGeom>
                              <a:solidFill>
                                <a:schemeClr val="accent6"/>
                              </a:solid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03208752" name="Ellipse 507534997"/>
                            <wps:cNvSpPr/>
                            <wps:spPr>
                              <a:xfrm>
                                <a:off x="2129790" y="807720"/>
                                <a:ext cx="270510" cy="270510"/>
                              </a:xfrm>
                              <a:prstGeom prst="ellipse">
                                <a:avLst/>
                              </a:prstGeom>
                              <a:solidFill>
                                <a:schemeClr val="accent6"/>
                              </a:solid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09833678" name="Gerade Verbindung 15"/>
                            <wps:cNvCnPr/>
                            <wps:spPr>
                              <a:xfrm flipH="1">
                                <a:off x="575310" y="670560"/>
                                <a:ext cx="175011" cy="137843"/>
                              </a:xfrm>
                              <a:prstGeom prst="line">
                                <a:avLst/>
                              </a:prstGeom>
                              <a:solidFill>
                                <a:schemeClr val="accent6"/>
                              </a:solidFill>
                              <a:ln w="28575">
                                <a:solidFill>
                                  <a:schemeClr val="tx2"/>
                                </a:solidFill>
                              </a:ln>
                            </wps:spPr>
                            <wps:style>
                              <a:lnRef idx="1">
                                <a:schemeClr val="accent1"/>
                              </a:lnRef>
                              <a:fillRef idx="0">
                                <a:schemeClr val="accent1"/>
                              </a:fillRef>
                              <a:effectRef idx="0">
                                <a:schemeClr val="accent1"/>
                              </a:effectRef>
                              <a:fontRef idx="minor">
                                <a:schemeClr val="tx1"/>
                              </a:fontRef>
                            </wps:style>
                            <wps:bodyPr/>
                          </wps:wsp>
                          <wps:wsp>
                            <wps:cNvPr id="2043662257" name="Gerade Verbindung 16"/>
                            <wps:cNvCnPr>
                              <a:cxnSpLocks/>
                            </wps:cNvCnPr>
                            <wps:spPr>
                              <a:xfrm>
                                <a:off x="941070" y="670560"/>
                                <a:ext cx="164899" cy="147956"/>
                              </a:xfrm>
                              <a:prstGeom prst="line">
                                <a:avLst/>
                              </a:prstGeom>
                              <a:solidFill>
                                <a:schemeClr val="accent6"/>
                              </a:solidFill>
                              <a:ln w="28575">
                                <a:solidFill>
                                  <a:schemeClr val="tx2"/>
                                </a:solidFill>
                              </a:ln>
                            </wps:spPr>
                            <wps:style>
                              <a:lnRef idx="1">
                                <a:schemeClr val="accent1"/>
                              </a:lnRef>
                              <a:fillRef idx="0">
                                <a:schemeClr val="accent1"/>
                              </a:fillRef>
                              <a:effectRef idx="0">
                                <a:schemeClr val="accent1"/>
                              </a:effectRef>
                              <a:fontRef idx="minor">
                                <a:schemeClr val="tx1"/>
                              </a:fontRef>
                            </wps:style>
                            <wps:bodyPr/>
                          </wps:wsp>
                          <wps:wsp>
                            <wps:cNvPr id="1383132608" name="Gerade Verbindung 17"/>
                            <wps:cNvCnPr/>
                            <wps:spPr>
                              <a:xfrm>
                                <a:off x="2095500" y="666750"/>
                                <a:ext cx="167640" cy="140970"/>
                              </a:xfrm>
                              <a:prstGeom prst="line">
                                <a:avLst/>
                              </a:prstGeom>
                              <a:solidFill>
                                <a:schemeClr val="accent6"/>
                              </a:solidFill>
                              <a:ln w="28575">
                                <a:solidFill>
                                  <a:schemeClr val="tx2"/>
                                </a:solidFill>
                              </a:ln>
                            </wps:spPr>
                            <wps:style>
                              <a:lnRef idx="1">
                                <a:schemeClr val="accent1"/>
                              </a:lnRef>
                              <a:fillRef idx="0">
                                <a:schemeClr val="accent1"/>
                              </a:fillRef>
                              <a:effectRef idx="0">
                                <a:schemeClr val="accent1"/>
                              </a:effectRef>
                              <a:fontRef idx="minor">
                                <a:schemeClr val="tx1"/>
                              </a:fontRef>
                            </wps:style>
                            <wps:bodyPr/>
                          </wps:wsp>
                          <wps:wsp>
                            <wps:cNvPr id="433705770" name="Ellipse 1419997101"/>
                            <wps:cNvSpPr/>
                            <wps:spPr>
                              <a:xfrm>
                                <a:off x="167640" y="1184910"/>
                                <a:ext cx="270727" cy="270760"/>
                              </a:xfrm>
                              <a:prstGeom prst="ellipse">
                                <a:avLst/>
                              </a:prstGeom>
                              <a:solidFill>
                                <a:schemeClr val="accent5"/>
                              </a:solid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15678356" name="Gerade Verbindung 20"/>
                            <wps:cNvCnPr/>
                            <wps:spPr>
                              <a:xfrm flipH="1">
                                <a:off x="304800" y="1047750"/>
                                <a:ext cx="175011" cy="137843"/>
                              </a:xfrm>
                              <a:prstGeom prst="line">
                                <a:avLst/>
                              </a:prstGeom>
                              <a:solidFill>
                                <a:schemeClr val="accent6"/>
                              </a:solidFill>
                              <a:ln w="28575">
                                <a:solidFill>
                                  <a:schemeClr val="tx2"/>
                                </a:solidFill>
                              </a:ln>
                            </wps:spPr>
                            <wps:style>
                              <a:lnRef idx="1">
                                <a:schemeClr val="accent1"/>
                              </a:lnRef>
                              <a:fillRef idx="0">
                                <a:schemeClr val="accent1"/>
                              </a:fillRef>
                              <a:effectRef idx="0">
                                <a:schemeClr val="accent1"/>
                              </a:effectRef>
                              <a:fontRef idx="minor">
                                <a:schemeClr val="tx1"/>
                              </a:fontRef>
                            </wps:style>
                            <wps:bodyPr/>
                          </wps:wsp>
                          <wps:wsp>
                            <wps:cNvPr id="595806416" name="Ellipse 70306219"/>
                            <wps:cNvSpPr/>
                            <wps:spPr>
                              <a:xfrm>
                                <a:off x="1588770" y="807720"/>
                                <a:ext cx="270510" cy="270510"/>
                              </a:xfrm>
                              <a:prstGeom prst="ellipse">
                                <a:avLst/>
                              </a:prstGeom>
                              <a:solidFill>
                                <a:schemeClr val="accent5"/>
                              </a:solid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73570541" name="Gerade Verbindung 23"/>
                            <wps:cNvCnPr/>
                            <wps:spPr>
                              <a:xfrm flipH="1">
                                <a:off x="1722120" y="670560"/>
                                <a:ext cx="174625" cy="137795"/>
                              </a:xfrm>
                              <a:prstGeom prst="line">
                                <a:avLst/>
                              </a:prstGeom>
                              <a:solidFill>
                                <a:schemeClr val="accent6"/>
                              </a:solidFill>
                              <a:ln w="28575">
                                <a:solidFill>
                                  <a:schemeClr val="tx2"/>
                                </a:solidFill>
                              </a:ln>
                            </wps:spPr>
                            <wps:style>
                              <a:lnRef idx="1">
                                <a:schemeClr val="accent1"/>
                              </a:lnRef>
                              <a:fillRef idx="0">
                                <a:schemeClr val="accent1"/>
                              </a:fillRef>
                              <a:effectRef idx="0">
                                <a:schemeClr val="accent1"/>
                              </a:effectRef>
                              <a:fontRef idx="minor">
                                <a:schemeClr val="tx1"/>
                              </a:fontRef>
                            </wps:style>
                            <wps:bodyPr/>
                          </wps:wsp>
                          <wps:wsp>
                            <wps:cNvPr id="1944672830" name="Rechteck: abgerundete Ecken 73"/>
                            <wps:cNvSpPr/>
                            <wps:spPr>
                              <a:xfrm>
                                <a:off x="0" y="1588770"/>
                                <a:ext cx="215900" cy="166370"/>
                              </a:xfrm>
                              <a:prstGeom prst="roundRect">
                                <a:avLst/>
                              </a:prstGeom>
                            </wps:spPr>
                            <wps:style>
                              <a:lnRef idx="2">
                                <a:schemeClr val="accent3">
                                  <a:shade val="15000"/>
                                </a:schemeClr>
                              </a:lnRef>
                              <a:fillRef idx="1">
                                <a:schemeClr val="accent3"/>
                              </a:fillRef>
                              <a:effectRef idx="0">
                                <a:schemeClr val="accent3"/>
                              </a:effectRef>
                              <a:fontRef idx="minor">
                                <a:schemeClr val="lt1"/>
                              </a:fontRef>
                            </wps:style>
                            <wps:txbx>
                              <w:txbxContent>
                                <w:p w14:paraId="6EA3CCF1" w14:textId="77777777" w:rsidR="00D04B22" w:rsidRPr="00CF76BE" w:rsidRDefault="00D04B22" w:rsidP="00D04B22">
                                  <w:pPr>
                                    <w:jc w:val="center"/>
                                    <w:rPr>
                                      <w:sz w:val="16"/>
                                      <w:szCs w:val="16"/>
                                    </w:rPr>
                                  </w:pPr>
                                  <w:r w:rsidRPr="00CF76BE">
                                    <w:rPr>
                                      <w:sz w:val="16"/>
                                      <w:szCs w:val="16"/>
                                    </w:rPr>
                                    <w:t>leer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617263991" name="Rechteck: abgerundete Ecken 73"/>
                            <wps:cNvSpPr/>
                            <wps:spPr>
                              <a:xfrm>
                                <a:off x="1440180" y="1165860"/>
                                <a:ext cx="215900" cy="166370"/>
                              </a:xfrm>
                              <a:prstGeom prst="roundRect">
                                <a:avLst/>
                              </a:prstGeom>
                            </wps:spPr>
                            <wps:style>
                              <a:lnRef idx="2">
                                <a:schemeClr val="accent3">
                                  <a:shade val="15000"/>
                                </a:schemeClr>
                              </a:lnRef>
                              <a:fillRef idx="1">
                                <a:schemeClr val="accent3"/>
                              </a:fillRef>
                              <a:effectRef idx="0">
                                <a:schemeClr val="accent3"/>
                              </a:effectRef>
                              <a:fontRef idx="minor">
                                <a:schemeClr val="lt1"/>
                              </a:fontRef>
                            </wps:style>
                            <wps:txbx>
                              <w:txbxContent>
                                <w:p w14:paraId="460238CF" w14:textId="77777777" w:rsidR="00D04B22" w:rsidRPr="00CF76BE" w:rsidRDefault="00D04B22" w:rsidP="00D04B22">
                                  <w:pPr>
                                    <w:jc w:val="center"/>
                                    <w:rPr>
                                      <w:sz w:val="16"/>
                                      <w:szCs w:val="16"/>
                                    </w:rPr>
                                  </w:pPr>
                                  <w:r w:rsidRPr="00CF76BE">
                                    <w:rPr>
                                      <w:sz w:val="16"/>
                                      <w:szCs w:val="16"/>
                                    </w:rPr>
                                    <w:t>leer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170678962" name="Rechteck: abgerundete Ecken 73"/>
                            <wps:cNvSpPr/>
                            <wps:spPr>
                              <a:xfrm>
                                <a:off x="1764030" y="1165860"/>
                                <a:ext cx="215900" cy="166370"/>
                              </a:xfrm>
                              <a:prstGeom prst="roundRect">
                                <a:avLst/>
                              </a:prstGeom>
                            </wps:spPr>
                            <wps:style>
                              <a:lnRef idx="2">
                                <a:schemeClr val="accent3">
                                  <a:shade val="15000"/>
                                </a:schemeClr>
                              </a:lnRef>
                              <a:fillRef idx="1">
                                <a:schemeClr val="accent3"/>
                              </a:fillRef>
                              <a:effectRef idx="0">
                                <a:schemeClr val="accent3"/>
                              </a:effectRef>
                              <a:fontRef idx="minor">
                                <a:schemeClr val="lt1"/>
                              </a:fontRef>
                            </wps:style>
                            <wps:txbx>
                              <w:txbxContent>
                                <w:p w14:paraId="60D224EE" w14:textId="77777777" w:rsidR="00D04B22" w:rsidRPr="00CF76BE" w:rsidRDefault="00D04B22" w:rsidP="00D04B22">
                                  <w:pPr>
                                    <w:jc w:val="center"/>
                                    <w:rPr>
                                      <w:sz w:val="16"/>
                                      <w:szCs w:val="16"/>
                                    </w:rPr>
                                  </w:pPr>
                                  <w:r w:rsidRPr="00CF76BE">
                                    <w:rPr>
                                      <w:sz w:val="16"/>
                                      <w:szCs w:val="16"/>
                                    </w:rPr>
                                    <w:t>leer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672658848" name="Rechteck: abgerundete Ecken 73"/>
                            <wps:cNvSpPr/>
                            <wps:spPr>
                              <a:xfrm>
                                <a:off x="2007870" y="1169670"/>
                                <a:ext cx="215900" cy="166370"/>
                              </a:xfrm>
                              <a:prstGeom prst="roundRect">
                                <a:avLst/>
                              </a:prstGeom>
                            </wps:spPr>
                            <wps:style>
                              <a:lnRef idx="2">
                                <a:schemeClr val="accent3">
                                  <a:shade val="15000"/>
                                </a:schemeClr>
                              </a:lnRef>
                              <a:fillRef idx="1">
                                <a:schemeClr val="accent3"/>
                              </a:fillRef>
                              <a:effectRef idx="0">
                                <a:schemeClr val="accent3"/>
                              </a:effectRef>
                              <a:fontRef idx="minor">
                                <a:schemeClr val="lt1"/>
                              </a:fontRef>
                            </wps:style>
                            <wps:txbx>
                              <w:txbxContent>
                                <w:p w14:paraId="39DBFA5B" w14:textId="77777777" w:rsidR="00D04B22" w:rsidRPr="00CF76BE" w:rsidRDefault="00D04B22" w:rsidP="00D04B22">
                                  <w:pPr>
                                    <w:jc w:val="center"/>
                                    <w:rPr>
                                      <w:sz w:val="16"/>
                                      <w:szCs w:val="16"/>
                                    </w:rPr>
                                  </w:pPr>
                                  <w:r w:rsidRPr="00CF76BE">
                                    <w:rPr>
                                      <w:sz w:val="16"/>
                                      <w:szCs w:val="16"/>
                                    </w:rPr>
                                    <w:t>leer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406837927" name="Rechteck: abgerundete Ecken 73"/>
                            <wps:cNvSpPr/>
                            <wps:spPr>
                              <a:xfrm>
                                <a:off x="2335530" y="1169670"/>
                                <a:ext cx="215900" cy="166370"/>
                              </a:xfrm>
                              <a:prstGeom prst="roundRect">
                                <a:avLst/>
                              </a:prstGeom>
                            </wps:spPr>
                            <wps:style>
                              <a:lnRef idx="2">
                                <a:schemeClr val="accent3">
                                  <a:shade val="15000"/>
                                </a:schemeClr>
                              </a:lnRef>
                              <a:fillRef idx="1">
                                <a:schemeClr val="accent3"/>
                              </a:fillRef>
                              <a:effectRef idx="0">
                                <a:schemeClr val="accent3"/>
                              </a:effectRef>
                              <a:fontRef idx="minor">
                                <a:schemeClr val="lt1"/>
                              </a:fontRef>
                            </wps:style>
                            <wps:txbx>
                              <w:txbxContent>
                                <w:p w14:paraId="3A1006CD" w14:textId="77777777" w:rsidR="00D04B22" w:rsidRPr="00CF76BE" w:rsidRDefault="00D04B22" w:rsidP="00D04B22">
                                  <w:pPr>
                                    <w:jc w:val="center"/>
                                    <w:rPr>
                                      <w:sz w:val="16"/>
                                      <w:szCs w:val="16"/>
                                    </w:rPr>
                                  </w:pPr>
                                  <w:r w:rsidRPr="00CF76BE">
                                    <w:rPr>
                                      <w:sz w:val="16"/>
                                      <w:szCs w:val="16"/>
                                    </w:rPr>
                                    <w:t>leer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434116305" name="Gerade Verbindung 20"/>
                            <wps:cNvCnPr/>
                            <wps:spPr>
                              <a:xfrm flipH="1">
                                <a:off x="118110" y="1415530"/>
                                <a:ext cx="89177" cy="176500"/>
                              </a:xfrm>
                              <a:prstGeom prst="line">
                                <a:avLst/>
                              </a:prstGeom>
                              <a:grpFill/>
                              <a:ln w="28575">
                                <a:solidFill>
                                  <a:schemeClr val="tx2"/>
                                </a:solidFill>
                              </a:ln>
                            </wps:spPr>
                            <wps:style>
                              <a:lnRef idx="1">
                                <a:schemeClr val="accent1"/>
                              </a:lnRef>
                              <a:fillRef idx="0">
                                <a:schemeClr val="accent1"/>
                              </a:fillRef>
                              <a:effectRef idx="0">
                                <a:schemeClr val="accent1"/>
                              </a:effectRef>
                              <a:fontRef idx="minor">
                                <a:schemeClr val="tx1"/>
                              </a:fontRef>
                            </wps:style>
                            <wps:bodyPr/>
                          </wps:wsp>
                          <wps:wsp>
                            <wps:cNvPr id="1301389347" name="Rechteck: abgerundete Ecken 73"/>
                            <wps:cNvSpPr/>
                            <wps:spPr>
                              <a:xfrm>
                                <a:off x="339090" y="1581147"/>
                                <a:ext cx="216000" cy="166977"/>
                              </a:xfrm>
                              <a:prstGeom prst="roundRect">
                                <a:avLst/>
                              </a:prstGeom>
                            </wps:spPr>
                            <wps:style>
                              <a:lnRef idx="2">
                                <a:schemeClr val="accent3">
                                  <a:shade val="15000"/>
                                </a:schemeClr>
                              </a:lnRef>
                              <a:fillRef idx="1">
                                <a:schemeClr val="accent3"/>
                              </a:fillRef>
                              <a:effectRef idx="0">
                                <a:schemeClr val="accent3"/>
                              </a:effectRef>
                              <a:fontRef idx="minor">
                                <a:schemeClr val="lt1"/>
                              </a:fontRef>
                            </wps:style>
                            <wps:txbx>
                              <w:txbxContent>
                                <w:p w14:paraId="55CC980B" w14:textId="77777777" w:rsidR="00D04B22" w:rsidRPr="00CF76BE" w:rsidRDefault="00D04B22" w:rsidP="00D04B22">
                                  <w:pPr>
                                    <w:jc w:val="center"/>
                                    <w:rPr>
                                      <w:sz w:val="16"/>
                                      <w:szCs w:val="16"/>
                                    </w:rPr>
                                  </w:pPr>
                                  <w:r w:rsidRPr="00CF76BE">
                                    <w:rPr>
                                      <w:sz w:val="16"/>
                                      <w:szCs w:val="16"/>
                                    </w:rPr>
                                    <w:t>leer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1460171052" name="Gruppieren 76"/>
                          <wpg:cNvGrpSpPr/>
                          <wpg:grpSpPr>
                            <a:xfrm>
                              <a:off x="232410" y="1866900"/>
                              <a:ext cx="2551430" cy="1709420"/>
                              <a:chOff x="0" y="49530"/>
                              <a:chExt cx="2551430" cy="1710027"/>
                            </a:xfrm>
                          </wpg:grpSpPr>
                          <wps:wsp>
                            <wps:cNvPr id="639597229" name="Gerade Verbindung 21"/>
                            <wps:cNvCnPr/>
                            <wps:spPr>
                              <a:xfrm>
                                <a:off x="621030" y="1032510"/>
                                <a:ext cx="49530" cy="146050"/>
                              </a:xfrm>
                              <a:prstGeom prst="line">
                                <a:avLst/>
                              </a:prstGeom>
                              <a:solidFill>
                                <a:schemeClr val="accent6"/>
                              </a:solidFill>
                              <a:ln w="28575">
                                <a:solidFill>
                                  <a:schemeClr val="tx2"/>
                                </a:solidFill>
                              </a:ln>
                            </wps:spPr>
                            <wps:style>
                              <a:lnRef idx="1">
                                <a:schemeClr val="accent1"/>
                              </a:lnRef>
                              <a:fillRef idx="0">
                                <a:schemeClr val="accent1"/>
                              </a:fillRef>
                              <a:effectRef idx="0">
                                <a:schemeClr val="accent1"/>
                              </a:effectRef>
                              <a:fontRef idx="minor">
                                <a:schemeClr val="tx1"/>
                              </a:fontRef>
                            </wps:style>
                            <wps:bodyPr/>
                          </wps:wsp>
                          <wps:wsp>
                            <wps:cNvPr id="573813957" name="Rechteck: abgerundete Ecken 73"/>
                            <wps:cNvSpPr/>
                            <wps:spPr>
                              <a:xfrm>
                                <a:off x="575310" y="1162050"/>
                                <a:ext cx="216000" cy="166977"/>
                              </a:xfrm>
                              <a:prstGeom prst="roundRect">
                                <a:avLst/>
                              </a:prstGeom>
                            </wps:spPr>
                            <wps:style>
                              <a:lnRef idx="2">
                                <a:schemeClr val="accent3">
                                  <a:shade val="15000"/>
                                </a:schemeClr>
                              </a:lnRef>
                              <a:fillRef idx="1">
                                <a:schemeClr val="accent3"/>
                              </a:fillRef>
                              <a:effectRef idx="0">
                                <a:schemeClr val="accent3"/>
                              </a:effectRef>
                              <a:fontRef idx="minor">
                                <a:schemeClr val="lt1"/>
                              </a:fontRef>
                            </wps:style>
                            <wps:txbx>
                              <w:txbxContent>
                                <w:p w14:paraId="78CF1DDE" w14:textId="77777777" w:rsidR="00D04B22" w:rsidRPr="00CF76BE" w:rsidRDefault="00D04B22" w:rsidP="00D04B22">
                                  <w:pPr>
                                    <w:jc w:val="center"/>
                                    <w:rPr>
                                      <w:sz w:val="16"/>
                                      <w:szCs w:val="16"/>
                                    </w:rPr>
                                  </w:pPr>
                                  <w:r w:rsidRPr="00CF76BE">
                                    <w:rPr>
                                      <w:sz w:val="16"/>
                                      <w:szCs w:val="16"/>
                                    </w:rPr>
                                    <w:t>leer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104068777" name="Gerade Verbindung 21"/>
                            <wps:cNvCnPr/>
                            <wps:spPr>
                              <a:xfrm>
                                <a:off x="1177290" y="1021080"/>
                                <a:ext cx="110490" cy="198120"/>
                              </a:xfrm>
                              <a:prstGeom prst="line">
                                <a:avLst/>
                              </a:prstGeom>
                              <a:grpFill/>
                              <a:ln w="28575">
                                <a:solidFill>
                                  <a:schemeClr val="tx2"/>
                                </a:solidFill>
                              </a:ln>
                            </wps:spPr>
                            <wps:style>
                              <a:lnRef idx="1">
                                <a:schemeClr val="accent1"/>
                              </a:lnRef>
                              <a:fillRef idx="0">
                                <a:schemeClr val="accent1"/>
                              </a:fillRef>
                              <a:effectRef idx="0">
                                <a:schemeClr val="accent1"/>
                              </a:effectRef>
                              <a:fontRef idx="minor">
                                <a:schemeClr val="tx1"/>
                              </a:fontRef>
                            </wps:style>
                            <wps:bodyPr/>
                          </wps:wsp>
                          <wps:wsp>
                            <wps:cNvPr id="735284954" name="Gerade Verbindung 20"/>
                            <wps:cNvCnPr/>
                            <wps:spPr>
                              <a:xfrm flipH="1">
                                <a:off x="933450" y="1043940"/>
                                <a:ext cx="91440" cy="152400"/>
                              </a:xfrm>
                              <a:prstGeom prst="line">
                                <a:avLst/>
                              </a:prstGeom>
                              <a:grpFill/>
                              <a:ln w="28575">
                                <a:solidFill>
                                  <a:schemeClr val="tx2"/>
                                </a:solidFill>
                              </a:ln>
                            </wps:spPr>
                            <wps:style>
                              <a:lnRef idx="1">
                                <a:schemeClr val="accent1"/>
                              </a:lnRef>
                              <a:fillRef idx="0">
                                <a:schemeClr val="accent1"/>
                              </a:fillRef>
                              <a:effectRef idx="0">
                                <a:schemeClr val="accent1"/>
                              </a:effectRef>
                              <a:fontRef idx="minor">
                                <a:schemeClr val="tx1"/>
                              </a:fontRef>
                            </wps:style>
                            <wps:bodyPr/>
                          </wps:wsp>
                          <wps:wsp>
                            <wps:cNvPr id="1240073952" name="Rechteck: abgerundete Ecken 73"/>
                            <wps:cNvSpPr/>
                            <wps:spPr>
                              <a:xfrm>
                                <a:off x="830580" y="1162050"/>
                                <a:ext cx="215900" cy="166370"/>
                              </a:xfrm>
                              <a:prstGeom prst="roundRect">
                                <a:avLst/>
                              </a:prstGeom>
                            </wps:spPr>
                            <wps:style>
                              <a:lnRef idx="2">
                                <a:schemeClr val="accent3">
                                  <a:shade val="15000"/>
                                </a:schemeClr>
                              </a:lnRef>
                              <a:fillRef idx="1">
                                <a:schemeClr val="accent3"/>
                              </a:fillRef>
                              <a:effectRef idx="0">
                                <a:schemeClr val="accent3"/>
                              </a:effectRef>
                              <a:fontRef idx="minor">
                                <a:schemeClr val="lt1"/>
                              </a:fontRef>
                            </wps:style>
                            <wps:txbx>
                              <w:txbxContent>
                                <w:p w14:paraId="3CB9B919" w14:textId="77777777" w:rsidR="00D04B22" w:rsidRPr="00CF76BE" w:rsidRDefault="00D04B22" w:rsidP="00D04B22">
                                  <w:pPr>
                                    <w:jc w:val="center"/>
                                    <w:rPr>
                                      <w:sz w:val="16"/>
                                      <w:szCs w:val="16"/>
                                    </w:rPr>
                                  </w:pPr>
                                  <w:r w:rsidRPr="00CF76BE">
                                    <w:rPr>
                                      <w:sz w:val="16"/>
                                      <w:szCs w:val="16"/>
                                    </w:rPr>
                                    <w:t>leer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40994498" name="Rechteck: abgerundete Ecken 73"/>
                            <wps:cNvSpPr/>
                            <wps:spPr>
                              <a:xfrm>
                                <a:off x="1158240" y="1165860"/>
                                <a:ext cx="215900" cy="166370"/>
                              </a:xfrm>
                              <a:prstGeom prst="roundRect">
                                <a:avLst/>
                              </a:prstGeom>
                            </wps:spPr>
                            <wps:style>
                              <a:lnRef idx="2">
                                <a:schemeClr val="accent3">
                                  <a:shade val="15000"/>
                                </a:schemeClr>
                              </a:lnRef>
                              <a:fillRef idx="1">
                                <a:schemeClr val="accent3"/>
                              </a:fillRef>
                              <a:effectRef idx="0">
                                <a:schemeClr val="accent3"/>
                              </a:effectRef>
                              <a:fontRef idx="minor">
                                <a:schemeClr val="lt1"/>
                              </a:fontRef>
                            </wps:style>
                            <wps:txbx>
                              <w:txbxContent>
                                <w:p w14:paraId="362C4B11" w14:textId="77777777" w:rsidR="00D04B22" w:rsidRPr="00CF76BE" w:rsidRDefault="00D04B22" w:rsidP="00D04B22">
                                  <w:pPr>
                                    <w:jc w:val="center"/>
                                    <w:rPr>
                                      <w:sz w:val="16"/>
                                      <w:szCs w:val="16"/>
                                    </w:rPr>
                                  </w:pPr>
                                  <w:r w:rsidRPr="00CF76BE">
                                    <w:rPr>
                                      <w:sz w:val="16"/>
                                      <w:szCs w:val="16"/>
                                    </w:rPr>
                                    <w:t>leer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9763897" name="Gerade Verbindung 21"/>
                            <wps:cNvCnPr/>
                            <wps:spPr>
                              <a:xfrm>
                                <a:off x="2343150" y="1017270"/>
                                <a:ext cx="110490" cy="198120"/>
                              </a:xfrm>
                              <a:prstGeom prst="line">
                                <a:avLst/>
                              </a:prstGeom>
                              <a:grpFill/>
                              <a:ln w="28575">
                                <a:solidFill>
                                  <a:schemeClr val="tx2"/>
                                </a:solidFill>
                              </a:ln>
                            </wps:spPr>
                            <wps:style>
                              <a:lnRef idx="1">
                                <a:schemeClr val="accent1"/>
                              </a:lnRef>
                              <a:fillRef idx="0">
                                <a:schemeClr val="accent1"/>
                              </a:fillRef>
                              <a:effectRef idx="0">
                                <a:schemeClr val="accent1"/>
                              </a:effectRef>
                              <a:fontRef idx="minor">
                                <a:schemeClr val="tx1"/>
                              </a:fontRef>
                            </wps:style>
                            <wps:bodyPr/>
                          </wps:wsp>
                          <wps:wsp>
                            <wps:cNvPr id="85186929" name="Gerade Verbindung 20"/>
                            <wps:cNvCnPr/>
                            <wps:spPr>
                              <a:xfrm flipH="1">
                                <a:off x="2099310" y="1040130"/>
                                <a:ext cx="91440" cy="152400"/>
                              </a:xfrm>
                              <a:prstGeom prst="line">
                                <a:avLst/>
                              </a:prstGeom>
                              <a:grpFill/>
                              <a:ln w="28575">
                                <a:solidFill>
                                  <a:schemeClr val="tx2"/>
                                </a:solidFill>
                              </a:ln>
                            </wps:spPr>
                            <wps:style>
                              <a:lnRef idx="1">
                                <a:schemeClr val="accent1"/>
                              </a:lnRef>
                              <a:fillRef idx="0">
                                <a:schemeClr val="accent1"/>
                              </a:fillRef>
                              <a:effectRef idx="0">
                                <a:schemeClr val="accent1"/>
                              </a:effectRef>
                              <a:fontRef idx="minor">
                                <a:schemeClr val="tx1"/>
                              </a:fontRef>
                            </wps:style>
                            <wps:bodyPr/>
                          </wps:wsp>
                          <wps:wsp>
                            <wps:cNvPr id="1916621405" name="Gerade Verbindung 21"/>
                            <wps:cNvCnPr/>
                            <wps:spPr>
                              <a:xfrm>
                                <a:off x="1786890" y="1005840"/>
                                <a:ext cx="110490" cy="198120"/>
                              </a:xfrm>
                              <a:prstGeom prst="line">
                                <a:avLst/>
                              </a:prstGeom>
                              <a:grpFill/>
                              <a:ln w="28575">
                                <a:solidFill>
                                  <a:schemeClr val="tx2"/>
                                </a:solidFill>
                              </a:ln>
                            </wps:spPr>
                            <wps:style>
                              <a:lnRef idx="1">
                                <a:schemeClr val="accent1"/>
                              </a:lnRef>
                              <a:fillRef idx="0">
                                <a:schemeClr val="accent1"/>
                              </a:fillRef>
                              <a:effectRef idx="0">
                                <a:schemeClr val="accent1"/>
                              </a:effectRef>
                              <a:fontRef idx="minor">
                                <a:schemeClr val="tx1"/>
                              </a:fontRef>
                            </wps:style>
                            <wps:bodyPr/>
                          </wps:wsp>
                          <wps:wsp>
                            <wps:cNvPr id="1700027888" name="Gerade Verbindung 20"/>
                            <wps:cNvCnPr/>
                            <wps:spPr>
                              <a:xfrm flipH="1">
                                <a:off x="1543050" y="1028700"/>
                                <a:ext cx="91440" cy="152400"/>
                              </a:xfrm>
                              <a:prstGeom prst="line">
                                <a:avLst/>
                              </a:prstGeom>
                              <a:grpFill/>
                              <a:ln w="28575">
                                <a:solidFill>
                                  <a:schemeClr val="tx2"/>
                                </a:solidFill>
                              </a:ln>
                            </wps:spPr>
                            <wps:style>
                              <a:lnRef idx="1">
                                <a:schemeClr val="accent1"/>
                              </a:lnRef>
                              <a:fillRef idx="0">
                                <a:schemeClr val="accent1"/>
                              </a:fillRef>
                              <a:effectRef idx="0">
                                <a:schemeClr val="accent1"/>
                              </a:effectRef>
                              <a:fontRef idx="minor">
                                <a:schemeClr val="tx1"/>
                              </a:fontRef>
                            </wps:style>
                            <wps:bodyPr/>
                          </wps:wsp>
                          <wps:wsp>
                            <wps:cNvPr id="1799309055" name="Gerade Verbindung 21"/>
                            <wps:cNvCnPr/>
                            <wps:spPr>
                              <a:xfrm>
                                <a:off x="361950" y="1417320"/>
                                <a:ext cx="110490" cy="198120"/>
                              </a:xfrm>
                              <a:prstGeom prst="line">
                                <a:avLst/>
                              </a:prstGeom>
                              <a:grpFill/>
                              <a:ln w="28575">
                                <a:solidFill>
                                  <a:schemeClr val="tx2"/>
                                </a:solidFill>
                              </a:ln>
                            </wps:spPr>
                            <wps:style>
                              <a:lnRef idx="1">
                                <a:schemeClr val="accent1"/>
                              </a:lnRef>
                              <a:fillRef idx="0">
                                <a:schemeClr val="accent1"/>
                              </a:fillRef>
                              <a:effectRef idx="0">
                                <a:schemeClr val="accent1"/>
                              </a:effectRef>
                              <a:fontRef idx="minor">
                                <a:schemeClr val="tx1"/>
                              </a:fontRef>
                            </wps:style>
                            <wps:bodyPr/>
                          </wps:wsp>
                          <wps:wsp>
                            <wps:cNvPr id="350869006" name="Ellipse 60365474"/>
                            <wps:cNvSpPr/>
                            <wps:spPr>
                              <a:xfrm>
                                <a:off x="1325880" y="49530"/>
                                <a:ext cx="270728" cy="270760"/>
                              </a:xfrm>
                              <a:prstGeom prst="ellipse">
                                <a:avLst/>
                              </a:prstGeom>
                              <a:solidFill>
                                <a:schemeClr val="accent2"/>
                              </a:solid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982981893" name="Ellipse 269074411"/>
                            <wps:cNvSpPr/>
                            <wps:spPr>
                              <a:xfrm>
                                <a:off x="708660" y="438150"/>
                                <a:ext cx="270728" cy="270760"/>
                              </a:xfrm>
                              <a:prstGeom prst="ellipse">
                                <a:avLst/>
                              </a:prstGeom>
                              <a:solidFill>
                                <a:schemeClr val="accent2"/>
                              </a:solid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74320432" name="Ellipse 708206387"/>
                            <wps:cNvSpPr/>
                            <wps:spPr>
                              <a:xfrm>
                                <a:off x="1866900" y="434340"/>
                                <a:ext cx="270510" cy="270510"/>
                              </a:xfrm>
                              <a:prstGeom prst="ellipse">
                                <a:avLst/>
                              </a:prstGeom>
                              <a:solidFill>
                                <a:schemeClr val="accent2"/>
                              </a:solid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156587702" name="Ellipse 186164454"/>
                            <wps:cNvSpPr/>
                            <wps:spPr>
                              <a:xfrm>
                                <a:off x="438150" y="807720"/>
                                <a:ext cx="270728" cy="270760"/>
                              </a:xfrm>
                              <a:prstGeom prst="ellipse">
                                <a:avLst/>
                              </a:prstGeom>
                              <a:solidFill>
                                <a:schemeClr val="accent2"/>
                              </a:solid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00820863" name="Ellipse 1850210898"/>
                            <wps:cNvSpPr/>
                            <wps:spPr>
                              <a:xfrm>
                                <a:off x="967740" y="815340"/>
                                <a:ext cx="270728" cy="270760"/>
                              </a:xfrm>
                              <a:prstGeom prst="ellipse">
                                <a:avLst/>
                              </a:prstGeom>
                              <a:solidFill>
                                <a:schemeClr val="accent2"/>
                              </a:solid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696695139" name="Ellipse 507534997"/>
                            <wps:cNvSpPr/>
                            <wps:spPr>
                              <a:xfrm>
                                <a:off x="2129790" y="807720"/>
                                <a:ext cx="270510" cy="270510"/>
                              </a:xfrm>
                              <a:prstGeom prst="ellipse">
                                <a:avLst/>
                              </a:prstGeom>
                              <a:solidFill>
                                <a:schemeClr val="accent2"/>
                              </a:solid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700357022" name="Ellipse 1419997101"/>
                            <wps:cNvSpPr/>
                            <wps:spPr>
                              <a:xfrm>
                                <a:off x="167640" y="1184910"/>
                                <a:ext cx="270727" cy="270760"/>
                              </a:xfrm>
                              <a:prstGeom prst="ellipse">
                                <a:avLst/>
                              </a:prstGeom>
                              <a:solidFill>
                                <a:schemeClr val="accent5"/>
                              </a:solid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50187951" name="Gerade Verbindung 20"/>
                            <wps:cNvCnPr/>
                            <wps:spPr>
                              <a:xfrm flipH="1">
                                <a:off x="304800" y="1047750"/>
                                <a:ext cx="175011" cy="137843"/>
                              </a:xfrm>
                              <a:prstGeom prst="line">
                                <a:avLst/>
                              </a:prstGeom>
                              <a:solidFill>
                                <a:schemeClr val="accent6"/>
                              </a:solidFill>
                              <a:ln w="28575">
                                <a:solidFill>
                                  <a:schemeClr val="tx2"/>
                                </a:solidFill>
                              </a:ln>
                            </wps:spPr>
                            <wps:style>
                              <a:lnRef idx="1">
                                <a:schemeClr val="accent1"/>
                              </a:lnRef>
                              <a:fillRef idx="0">
                                <a:schemeClr val="accent1"/>
                              </a:fillRef>
                              <a:effectRef idx="0">
                                <a:schemeClr val="accent1"/>
                              </a:effectRef>
                              <a:fontRef idx="minor">
                                <a:schemeClr val="tx1"/>
                              </a:fontRef>
                            </wps:style>
                            <wps:bodyPr/>
                          </wps:wsp>
                          <wps:wsp>
                            <wps:cNvPr id="21584824" name="Ellipse 70306219"/>
                            <wps:cNvSpPr/>
                            <wps:spPr>
                              <a:xfrm>
                                <a:off x="1588770" y="807720"/>
                                <a:ext cx="270510" cy="270510"/>
                              </a:xfrm>
                              <a:prstGeom prst="ellipse">
                                <a:avLst/>
                              </a:prstGeom>
                              <a:solidFill>
                                <a:schemeClr val="accent2"/>
                              </a:solid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649292966" name="Rechteck: abgerundete Ecken 73"/>
                            <wps:cNvSpPr/>
                            <wps:spPr>
                              <a:xfrm>
                                <a:off x="0" y="1588770"/>
                                <a:ext cx="215900" cy="166370"/>
                              </a:xfrm>
                              <a:prstGeom prst="roundRect">
                                <a:avLst/>
                              </a:prstGeom>
                            </wps:spPr>
                            <wps:style>
                              <a:lnRef idx="2">
                                <a:schemeClr val="accent3">
                                  <a:shade val="15000"/>
                                </a:schemeClr>
                              </a:lnRef>
                              <a:fillRef idx="1">
                                <a:schemeClr val="accent3"/>
                              </a:fillRef>
                              <a:effectRef idx="0">
                                <a:schemeClr val="accent3"/>
                              </a:effectRef>
                              <a:fontRef idx="minor">
                                <a:schemeClr val="lt1"/>
                              </a:fontRef>
                            </wps:style>
                            <wps:txbx>
                              <w:txbxContent>
                                <w:p w14:paraId="1ED3DD91" w14:textId="77777777" w:rsidR="00D04B22" w:rsidRPr="00CF76BE" w:rsidRDefault="00D04B22" w:rsidP="00D04B22">
                                  <w:pPr>
                                    <w:jc w:val="center"/>
                                    <w:rPr>
                                      <w:sz w:val="16"/>
                                      <w:szCs w:val="16"/>
                                    </w:rPr>
                                  </w:pPr>
                                  <w:r w:rsidRPr="00CF76BE">
                                    <w:rPr>
                                      <w:sz w:val="16"/>
                                      <w:szCs w:val="16"/>
                                    </w:rPr>
                                    <w:t>leer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78815667" name="Rechteck: abgerundete Ecken 73"/>
                            <wps:cNvSpPr/>
                            <wps:spPr>
                              <a:xfrm>
                                <a:off x="1440180" y="1165860"/>
                                <a:ext cx="215900" cy="166370"/>
                              </a:xfrm>
                              <a:prstGeom prst="roundRect">
                                <a:avLst/>
                              </a:prstGeom>
                            </wps:spPr>
                            <wps:style>
                              <a:lnRef idx="2">
                                <a:schemeClr val="accent3">
                                  <a:shade val="15000"/>
                                </a:schemeClr>
                              </a:lnRef>
                              <a:fillRef idx="1">
                                <a:schemeClr val="accent3"/>
                              </a:fillRef>
                              <a:effectRef idx="0">
                                <a:schemeClr val="accent3"/>
                              </a:effectRef>
                              <a:fontRef idx="minor">
                                <a:schemeClr val="lt1"/>
                              </a:fontRef>
                            </wps:style>
                            <wps:txbx>
                              <w:txbxContent>
                                <w:p w14:paraId="14F9F561" w14:textId="77777777" w:rsidR="00D04B22" w:rsidRPr="00CF76BE" w:rsidRDefault="00D04B22" w:rsidP="00D04B22">
                                  <w:pPr>
                                    <w:jc w:val="center"/>
                                    <w:rPr>
                                      <w:sz w:val="16"/>
                                      <w:szCs w:val="16"/>
                                    </w:rPr>
                                  </w:pPr>
                                  <w:r w:rsidRPr="00CF76BE">
                                    <w:rPr>
                                      <w:sz w:val="16"/>
                                      <w:szCs w:val="16"/>
                                    </w:rPr>
                                    <w:t>leer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880633768" name="Rechteck: abgerundete Ecken 73"/>
                            <wps:cNvSpPr/>
                            <wps:spPr>
                              <a:xfrm>
                                <a:off x="1764030" y="1165860"/>
                                <a:ext cx="215900" cy="166370"/>
                              </a:xfrm>
                              <a:prstGeom prst="roundRect">
                                <a:avLst/>
                              </a:prstGeom>
                            </wps:spPr>
                            <wps:style>
                              <a:lnRef idx="2">
                                <a:schemeClr val="accent3">
                                  <a:shade val="15000"/>
                                </a:schemeClr>
                              </a:lnRef>
                              <a:fillRef idx="1">
                                <a:schemeClr val="accent3"/>
                              </a:fillRef>
                              <a:effectRef idx="0">
                                <a:schemeClr val="accent3"/>
                              </a:effectRef>
                              <a:fontRef idx="minor">
                                <a:schemeClr val="lt1"/>
                              </a:fontRef>
                            </wps:style>
                            <wps:txbx>
                              <w:txbxContent>
                                <w:p w14:paraId="4E47EDEF" w14:textId="77777777" w:rsidR="00D04B22" w:rsidRPr="00CF76BE" w:rsidRDefault="00D04B22" w:rsidP="00D04B22">
                                  <w:pPr>
                                    <w:jc w:val="center"/>
                                    <w:rPr>
                                      <w:sz w:val="16"/>
                                      <w:szCs w:val="16"/>
                                    </w:rPr>
                                  </w:pPr>
                                  <w:r w:rsidRPr="00CF76BE">
                                    <w:rPr>
                                      <w:sz w:val="16"/>
                                      <w:szCs w:val="16"/>
                                    </w:rPr>
                                    <w:t>leer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853936424" name="Rechteck: abgerundete Ecken 73"/>
                            <wps:cNvSpPr/>
                            <wps:spPr>
                              <a:xfrm>
                                <a:off x="2007870" y="1169670"/>
                                <a:ext cx="215900" cy="166370"/>
                              </a:xfrm>
                              <a:prstGeom prst="roundRect">
                                <a:avLst/>
                              </a:prstGeom>
                            </wps:spPr>
                            <wps:style>
                              <a:lnRef idx="2">
                                <a:schemeClr val="accent3">
                                  <a:shade val="15000"/>
                                </a:schemeClr>
                              </a:lnRef>
                              <a:fillRef idx="1">
                                <a:schemeClr val="accent3"/>
                              </a:fillRef>
                              <a:effectRef idx="0">
                                <a:schemeClr val="accent3"/>
                              </a:effectRef>
                              <a:fontRef idx="minor">
                                <a:schemeClr val="lt1"/>
                              </a:fontRef>
                            </wps:style>
                            <wps:txbx>
                              <w:txbxContent>
                                <w:p w14:paraId="18BE7FB7" w14:textId="77777777" w:rsidR="00D04B22" w:rsidRPr="00CF76BE" w:rsidRDefault="00D04B22" w:rsidP="00D04B22">
                                  <w:pPr>
                                    <w:jc w:val="center"/>
                                    <w:rPr>
                                      <w:sz w:val="16"/>
                                      <w:szCs w:val="16"/>
                                    </w:rPr>
                                  </w:pPr>
                                  <w:r w:rsidRPr="00CF76BE">
                                    <w:rPr>
                                      <w:sz w:val="16"/>
                                      <w:szCs w:val="16"/>
                                    </w:rPr>
                                    <w:t>leer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818296" name="Rechteck: abgerundete Ecken 73"/>
                            <wps:cNvSpPr/>
                            <wps:spPr>
                              <a:xfrm>
                                <a:off x="2335530" y="1169670"/>
                                <a:ext cx="215900" cy="166370"/>
                              </a:xfrm>
                              <a:prstGeom prst="roundRect">
                                <a:avLst/>
                              </a:prstGeom>
                            </wps:spPr>
                            <wps:style>
                              <a:lnRef idx="2">
                                <a:schemeClr val="accent3">
                                  <a:shade val="15000"/>
                                </a:schemeClr>
                              </a:lnRef>
                              <a:fillRef idx="1">
                                <a:schemeClr val="accent3"/>
                              </a:fillRef>
                              <a:effectRef idx="0">
                                <a:schemeClr val="accent3"/>
                              </a:effectRef>
                              <a:fontRef idx="minor">
                                <a:schemeClr val="lt1"/>
                              </a:fontRef>
                            </wps:style>
                            <wps:txbx>
                              <w:txbxContent>
                                <w:p w14:paraId="43E9722E" w14:textId="77777777" w:rsidR="00D04B22" w:rsidRPr="00CF76BE" w:rsidRDefault="00D04B22" w:rsidP="00D04B22">
                                  <w:pPr>
                                    <w:jc w:val="center"/>
                                    <w:rPr>
                                      <w:sz w:val="16"/>
                                      <w:szCs w:val="16"/>
                                    </w:rPr>
                                  </w:pPr>
                                  <w:r w:rsidRPr="00CF76BE">
                                    <w:rPr>
                                      <w:sz w:val="16"/>
                                      <w:szCs w:val="16"/>
                                    </w:rPr>
                                    <w:t>leer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987616435" name="Gerade Verbindung 20"/>
                            <wps:cNvCnPr/>
                            <wps:spPr>
                              <a:xfrm flipH="1">
                                <a:off x="118110" y="1415530"/>
                                <a:ext cx="89177" cy="176500"/>
                              </a:xfrm>
                              <a:prstGeom prst="line">
                                <a:avLst/>
                              </a:prstGeom>
                              <a:grpFill/>
                              <a:ln w="28575">
                                <a:solidFill>
                                  <a:schemeClr val="tx2"/>
                                </a:solidFill>
                              </a:ln>
                            </wps:spPr>
                            <wps:style>
                              <a:lnRef idx="1">
                                <a:schemeClr val="accent1"/>
                              </a:lnRef>
                              <a:fillRef idx="0">
                                <a:schemeClr val="accent1"/>
                              </a:fillRef>
                              <a:effectRef idx="0">
                                <a:schemeClr val="accent1"/>
                              </a:effectRef>
                              <a:fontRef idx="minor">
                                <a:schemeClr val="tx1"/>
                              </a:fontRef>
                            </wps:style>
                            <wps:bodyPr/>
                          </wps:wsp>
                          <wps:wsp>
                            <wps:cNvPr id="1869727279" name="Rechteck: abgerundete Ecken 73"/>
                            <wps:cNvSpPr/>
                            <wps:spPr>
                              <a:xfrm>
                                <a:off x="339090" y="1592580"/>
                                <a:ext cx="216000" cy="166977"/>
                              </a:xfrm>
                              <a:prstGeom prst="roundRect">
                                <a:avLst/>
                              </a:prstGeom>
                            </wps:spPr>
                            <wps:style>
                              <a:lnRef idx="2">
                                <a:schemeClr val="accent3">
                                  <a:shade val="15000"/>
                                </a:schemeClr>
                              </a:lnRef>
                              <a:fillRef idx="1">
                                <a:schemeClr val="accent3"/>
                              </a:fillRef>
                              <a:effectRef idx="0">
                                <a:schemeClr val="accent3"/>
                              </a:effectRef>
                              <a:fontRef idx="minor">
                                <a:schemeClr val="lt1"/>
                              </a:fontRef>
                            </wps:style>
                            <wps:txbx>
                              <w:txbxContent>
                                <w:p w14:paraId="17446E6D" w14:textId="77777777" w:rsidR="00D04B22" w:rsidRPr="00CF76BE" w:rsidRDefault="00D04B22" w:rsidP="00D04B22">
                                  <w:pPr>
                                    <w:jc w:val="center"/>
                                    <w:rPr>
                                      <w:sz w:val="16"/>
                                      <w:szCs w:val="16"/>
                                    </w:rPr>
                                  </w:pPr>
                                  <w:r w:rsidRPr="00CF76BE">
                                    <w:rPr>
                                      <w:sz w:val="16"/>
                                      <w:szCs w:val="16"/>
                                    </w:rPr>
                                    <w:t>leer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364598817" name="Gruppieren 76"/>
                          <wpg:cNvGrpSpPr/>
                          <wpg:grpSpPr>
                            <a:xfrm>
                              <a:off x="3303270" y="1874520"/>
                              <a:ext cx="2551430" cy="1709420"/>
                              <a:chOff x="0" y="49530"/>
                              <a:chExt cx="2551430" cy="1710027"/>
                            </a:xfrm>
                          </wpg:grpSpPr>
                          <wps:wsp>
                            <wps:cNvPr id="578284974" name="Rechteck: abgerundete Ecken 73"/>
                            <wps:cNvSpPr/>
                            <wps:spPr>
                              <a:xfrm>
                                <a:off x="575310" y="1162050"/>
                                <a:ext cx="216000" cy="166977"/>
                              </a:xfrm>
                              <a:prstGeom prst="roundRect">
                                <a:avLst/>
                              </a:prstGeom>
                            </wps:spPr>
                            <wps:style>
                              <a:lnRef idx="2">
                                <a:schemeClr val="accent3">
                                  <a:shade val="15000"/>
                                </a:schemeClr>
                              </a:lnRef>
                              <a:fillRef idx="1">
                                <a:schemeClr val="accent3"/>
                              </a:fillRef>
                              <a:effectRef idx="0">
                                <a:schemeClr val="accent3"/>
                              </a:effectRef>
                              <a:fontRef idx="minor">
                                <a:schemeClr val="lt1"/>
                              </a:fontRef>
                            </wps:style>
                            <wps:txbx>
                              <w:txbxContent>
                                <w:p w14:paraId="0CD43E8B" w14:textId="77777777" w:rsidR="00D04B22" w:rsidRPr="00CF76BE" w:rsidRDefault="00D04B22" w:rsidP="00D04B22">
                                  <w:pPr>
                                    <w:jc w:val="center"/>
                                    <w:rPr>
                                      <w:sz w:val="16"/>
                                      <w:szCs w:val="16"/>
                                    </w:rPr>
                                  </w:pPr>
                                  <w:r w:rsidRPr="00CF76BE">
                                    <w:rPr>
                                      <w:sz w:val="16"/>
                                      <w:szCs w:val="16"/>
                                    </w:rPr>
                                    <w:t>leer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866147816" name="Rechteck: abgerundete Ecken 73"/>
                            <wps:cNvSpPr/>
                            <wps:spPr>
                              <a:xfrm>
                                <a:off x="830580" y="1162050"/>
                                <a:ext cx="215900" cy="166370"/>
                              </a:xfrm>
                              <a:prstGeom prst="roundRect">
                                <a:avLst/>
                              </a:prstGeom>
                            </wps:spPr>
                            <wps:style>
                              <a:lnRef idx="2">
                                <a:schemeClr val="accent3">
                                  <a:shade val="15000"/>
                                </a:schemeClr>
                              </a:lnRef>
                              <a:fillRef idx="1">
                                <a:schemeClr val="accent3"/>
                              </a:fillRef>
                              <a:effectRef idx="0">
                                <a:schemeClr val="accent3"/>
                              </a:effectRef>
                              <a:fontRef idx="minor">
                                <a:schemeClr val="lt1"/>
                              </a:fontRef>
                            </wps:style>
                            <wps:txbx>
                              <w:txbxContent>
                                <w:p w14:paraId="45700E6C" w14:textId="77777777" w:rsidR="00D04B22" w:rsidRPr="00CF76BE" w:rsidRDefault="00D04B22" w:rsidP="00D04B22">
                                  <w:pPr>
                                    <w:jc w:val="center"/>
                                    <w:rPr>
                                      <w:sz w:val="16"/>
                                      <w:szCs w:val="16"/>
                                    </w:rPr>
                                  </w:pPr>
                                  <w:r w:rsidRPr="00CF76BE">
                                    <w:rPr>
                                      <w:sz w:val="16"/>
                                      <w:szCs w:val="16"/>
                                    </w:rPr>
                                    <w:t>leer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92657455" name="Rechteck: abgerundete Ecken 73"/>
                            <wps:cNvSpPr/>
                            <wps:spPr>
                              <a:xfrm>
                                <a:off x="1158240" y="1165860"/>
                                <a:ext cx="215900" cy="166370"/>
                              </a:xfrm>
                              <a:prstGeom prst="roundRect">
                                <a:avLst/>
                              </a:prstGeom>
                            </wps:spPr>
                            <wps:style>
                              <a:lnRef idx="2">
                                <a:schemeClr val="accent3">
                                  <a:shade val="15000"/>
                                </a:schemeClr>
                              </a:lnRef>
                              <a:fillRef idx="1">
                                <a:schemeClr val="accent3"/>
                              </a:fillRef>
                              <a:effectRef idx="0">
                                <a:schemeClr val="accent3"/>
                              </a:effectRef>
                              <a:fontRef idx="minor">
                                <a:schemeClr val="lt1"/>
                              </a:fontRef>
                            </wps:style>
                            <wps:txbx>
                              <w:txbxContent>
                                <w:p w14:paraId="748DD5B8" w14:textId="77777777" w:rsidR="00D04B22" w:rsidRPr="00CF76BE" w:rsidRDefault="00D04B22" w:rsidP="00D04B22">
                                  <w:pPr>
                                    <w:jc w:val="center"/>
                                    <w:rPr>
                                      <w:sz w:val="16"/>
                                      <w:szCs w:val="16"/>
                                    </w:rPr>
                                  </w:pPr>
                                  <w:r w:rsidRPr="00CF76BE">
                                    <w:rPr>
                                      <w:sz w:val="16"/>
                                      <w:szCs w:val="16"/>
                                    </w:rPr>
                                    <w:t>leer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746351377" name="Gerade Verbindung 21"/>
                            <wps:cNvCnPr/>
                            <wps:spPr>
                              <a:xfrm>
                                <a:off x="361950" y="1417320"/>
                                <a:ext cx="110490" cy="198120"/>
                              </a:xfrm>
                              <a:prstGeom prst="line">
                                <a:avLst/>
                              </a:prstGeom>
                              <a:grpFill/>
                              <a:ln w="28575">
                                <a:solidFill>
                                  <a:schemeClr val="tx2"/>
                                </a:solidFill>
                              </a:ln>
                            </wps:spPr>
                            <wps:style>
                              <a:lnRef idx="1">
                                <a:schemeClr val="accent1"/>
                              </a:lnRef>
                              <a:fillRef idx="0">
                                <a:schemeClr val="accent1"/>
                              </a:fillRef>
                              <a:effectRef idx="0">
                                <a:schemeClr val="accent1"/>
                              </a:effectRef>
                              <a:fontRef idx="minor">
                                <a:schemeClr val="tx1"/>
                              </a:fontRef>
                            </wps:style>
                            <wps:bodyPr/>
                          </wps:wsp>
                          <wps:wsp>
                            <wps:cNvPr id="711426187" name="Ellipse 60365474"/>
                            <wps:cNvSpPr/>
                            <wps:spPr>
                              <a:xfrm>
                                <a:off x="1325880" y="49530"/>
                                <a:ext cx="270728" cy="270760"/>
                              </a:xfrm>
                              <a:prstGeom prst="ellipse">
                                <a:avLst/>
                              </a:prstGeom>
                              <a:solidFill>
                                <a:schemeClr val="accent2"/>
                              </a:solid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29519133" name="Ellipse 269074411"/>
                            <wps:cNvSpPr/>
                            <wps:spPr>
                              <a:xfrm>
                                <a:off x="708660" y="438150"/>
                                <a:ext cx="270728" cy="270760"/>
                              </a:xfrm>
                              <a:prstGeom prst="ellipse">
                                <a:avLst/>
                              </a:prstGeom>
                              <a:solidFill>
                                <a:schemeClr val="accent2"/>
                              </a:solid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57157833" name="Ellipse 708206387"/>
                            <wps:cNvSpPr/>
                            <wps:spPr>
                              <a:xfrm>
                                <a:off x="1866900" y="434340"/>
                                <a:ext cx="270510" cy="270510"/>
                              </a:xfrm>
                              <a:prstGeom prst="ellipse">
                                <a:avLst/>
                              </a:prstGeom>
                              <a:solidFill>
                                <a:schemeClr val="accent2"/>
                              </a:solid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427265522" name="Ellipse 186164454"/>
                            <wps:cNvSpPr/>
                            <wps:spPr>
                              <a:xfrm>
                                <a:off x="438150" y="807720"/>
                                <a:ext cx="270728" cy="270760"/>
                              </a:xfrm>
                              <a:prstGeom prst="ellipse">
                                <a:avLst/>
                              </a:prstGeom>
                              <a:solidFill>
                                <a:schemeClr val="accent2"/>
                              </a:solid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088229319" name="Ellipse 1850210898"/>
                            <wps:cNvSpPr/>
                            <wps:spPr>
                              <a:xfrm>
                                <a:off x="967740" y="815340"/>
                                <a:ext cx="270728" cy="270760"/>
                              </a:xfrm>
                              <a:prstGeom prst="ellipse">
                                <a:avLst/>
                              </a:prstGeom>
                              <a:solidFill>
                                <a:schemeClr val="accent2"/>
                              </a:solid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73305255" name="Ellipse 507534997"/>
                            <wps:cNvSpPr/>
                            <wps:spPr>
                              <a:xfrm>
                                <a:off x="2129790" y="807720"/>
                                <a:ext cx="270510" cy="270510"/>
                              </a:xfrm>
                              <a:prstGeom prst="ellipse">
                                <a:avLst/>
                              </a:prstGeom>
                              <a:solidFill>
                                <a:schemeClr val="accent2"/>
                              </a:solid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15989764" name="Ellipse 1419997101"/>
                            <wps:cNvSpPr/>
                            <wps:spPr>
                              <a:xfrm>
                                <a:off x="167640" y="1184910"/>
                                <a:ext cx="270727" cy="270760"/>
                              </a:xfrm>
                              <a:prstGeom prst="ellipse">
                                <a:avLst/>
                              </a:prstGeom>
                              <a:solidFill>
                                <a:schemeClr val="accent2"/>
                              </a:solid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718386812" name="Ellipse 70306219"/>
                            <wps:cNvSpPr/>
                            <wps:spPr>
                              <a:xfrm>
                                <a:off x="1588770" y="807720"/>
                                <a:ext cx="270510" cy="270510"/>
                              </a:xfrm>
                              <a:prstGeom prst="ellipse">
                                <a:avLst/>
                              </a:prstGeom>
                              <a:solidFill>
                                <a:schemeClr val="accent2"/>
                              </a:solid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29607093" name="Rechteck: abgerundete Ecken 73"/>
                            <wps:cNvSpPr/>
                            <wps:spPr>
                              <a:xfrm>
                                <a:off x="0" y="1588770"/>
                                <a:ext cx="215900" cy="166370"/>
                              </a:xfrm>
                              <a:prstGeom prst="roundRect">
                                <a:avLst/>
                              </a:prstGeom>
                            </wps:spPr>
                            <wps:style>
                              <a:lnRef idx="2">
                                <a:schemeClr val="accent3">
                                  <a:shade val="15000"/>
                                </a:schemeClr>
                              </a:lnRef>
                              <a:fillRef idx="1">
                                <a:schemeClr val="accent3"/>
                              </a:fillRef>
                              <a:effectRef idx="0">
                                <a:schemeClr val="accent3"/>
                              </a:effectRef>
                              <a:fontRef idx="minor">
                                <a:schemeClr val="lt1"/>
                              </a:fontRef>
                            </wps:style>
                            <wps:txbx>
                              <w:txbxContent>
                                <w:p w14:paraId="21D6D225" w14:textId="77777777" w:rsidR="00D04B22" w:rsidRPr="00CF76BE" w:rsidRDefault="00D04B22" w:rsidP="00D04B22">
                                  <w:pPr>
                                    <w:jc w:val="center"/>
                                    <w:rPr>
                                      <w:sz w:val="16"/>
                                      <w:szCs w:val="16"/>
                                    </w:rPr>
                                  </w:pPr>
                                  <w:r w:rsidRPr="00CF76BE">
                                    <w:rPr>
                                      <w:sz w:val="16"/>
                                      <w:szCs w:val="16"/>
                                    </w:rPr>
                                    <w:t>leer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471885971" name="Rechteck: abgerundete Ecken 73"/>
                            <wps:cNvSpPr/>
                            <wps:spPr>
                              <a:xfrm>
                                <a:off x="1440180" y="1165860"/>
                                <a:ext cx="215900" cy="166370"/>
                              </a:xfrm>
                              <a:prstGeom prst="roundRect">
                                <a:avLst/>
                              </a:prstGeom>
                            </wps:spPr>
                            <wps:style>
                              <a:lnRef idx="2">
                                <a:schemeClr val="accent3">
                                  <a:shade val="15000"/>
                                </a:schemeClr>
                              </a:lnRef>
                              <a:fillRef idx="1">
                                <a:schemeClr val="accent3"/>
                              </a:fillRef>
                              <a:effectRef idx="0">
                                <a:schemeClr val="accent3"/>
                              </a:effectRef>
                              <a:fontRef idx="minor">
                                <a:schemeClr val="lt1"/>
                              </a:fontRef>
                            </wps:style>
                            <wps:txbx>
                              <w:txbxContent>
                                <w:p w14:paraId="018AFEF9" w14:textId="77777777" w:rsidR="00D04B22" w:rsidRPr="00CF76BE" w:rsidRDefault="00D04B22" w:rsidP="00D04B22">
                                  <w:pPr>
                                    <w:jc w:val="center"/>
                                    <w:rPr>
                                      <w:sz w:val="16"/>
                                      <w:szCs w:val="16"/>
                                    </w:rPr>
                                  </w:pPr>
                                  <w:r w:rsidRPr="00CF76BE">
                                    <w:rPr>
                                      <w:sz w:val="16"/>
                                      <w:szCs w:val="16"/>
                                    </w:rPr>
                                    <w:t>leer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733057919" name="Rechteck: abgerundete Ecken 73"/>
                            <wps:cNvSpPr/>
                            <wps:spPr>
                              <a:xfrm>
                                <a:off x="1764030" y="1165860"/>
                                <a:ext cx="215900" cy="166370"/>
                              </a:xfrm>
                              <a:prstGeom prst="roundRect">
                                <a:avLst/>
                              </a:prstGeom>
                            </wps:spPr>
                            <wps:style>
                              <a:lnRef idx="2">
                                <a:schemeClr val="accent3">
                                  <a:shade val="15000"/>
                                </a:schemeClr>
                              </a:lnRef>
                              <a:fillRef idx="1">
                                <a:schemeClr val="accent3"/>
                              </a:fillRef>
                              <a:effectRef idx="0">
                                <a:schemeClr val="accent3"/>
                              </a:effectRef>
                              <a:fontRef idx="minor">
                                <a:schemeClr val="lt1"/>
                              </a:fontRef>
                            </wps:style>
                            <wps:txbx>
                              <w:txbxContent>
                                <w:p w14:paraId="3DE28E18" w14:textId="77777777" w:rsidR="00D04B22" w:rsidRPr="00CF76BE" w:rsidRDefault="00D04B22" w:rsidP="00D04B22">
                                  <w:pPr>
                                    <w:jc w:val="center"/>
                                    <w:rPr>
                                      <w:sz w:val="16"/>
                                      <w:szCs w:val="16"/>
                                    </w:rPr>
                                  </w:pPr>
                                  <w:r w:rsidRPr="00CF76BE">
                                    <w:rPr>
                                      <w:sz w:val="16"/>
                                      <w:szCs w:val="16"/>
                                    </w:rPr>
                                    <w:t>leer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92780070" name="Rechteck: abgerundete Ecken 73"/>
                            <wps:cNvSpPr/>
                            <wps:spPr>
                              <a:xfrm>
                                <a:off x="2007870" y="1169670"/>
                                <a:ext cx="215900" cy="166370"/>
                              </a:xfrm>
                              <a:prstGeom prst="roundRect">
                                <a:avLst/>
                              </a:prstGeom>
                            </wps:spPr>
                            <wps:style>
                              <a:lnRef idx="2">
                                <a:schemeClr val="accent3">
                                  <a:shade val="15000"/>
                                </a:schemeClr>
                              </a:lnRef>
                              <a:fillRef idx="1">
                                <a:schemeClr val="accent3"/>
                              </a:fillRef>
                              <a:effectRef idx="0">
                                <a:schemeClr val="accent3"/>
                              </a:effectRef>
                              <a:fontRef idx="minor">
                                <a:schemeClr val="lt1"/>
                              </a:fontRef>
                            </wps:style>
                            <wps:txbx>
                              <w:txbxContent>
                                <w:p w14:paraId="2B663724" w14:textId="77777777" w:rsidR="00D04B22" w:rsidRPr="00CF76BE" w:rsidRDefault="00D04B22" w:rsidP="00D04B22">
                                  <w:pPr>
                                    <w:jc w:val="center"/>
                                    <w:rPr>
                                      <w:sz w:val="16"/>
                                      <w:szCs w:val="16"/>
                                    </w:rPr>
                                  </w:pPr>
                                  <w:r w:rsidRPr="00CF76BE">
                                    <w:rPr>
                                      <w:sz w:val="16"/>
                                      <w:szCs w:val="16"/>
                                    </w:rPr>
                                    <w:t>leer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2658632" name="Rechteck: abgerundete Ecken 73"/>
                            <wps:cNvSpPr/>
                            <wps:spPr>
                              <a:xfrm>
                                <a:off x="2335530" y="1169670"/>
                                <a:ext cx="215900" cy="166370"/>
                              </a:xfrm>
                              <a:prstGeom prst="roundRect">
                                <a:avLst/>
                              </a:prstGeom>
                            </wps:spPr>
                            <wps:style>
                              <a:lnRef idx="2">
                                <a:schemeClr val="accent3">
                                  <a:shade val="15000"/>
                                </a:schemeClr>
                              </a:lnRef>
                              <a:fillRef idx="1">
                                <a:schemeClr val="accent3"/>
                              </a:fillRef>
                              <a:effectRef idx="0">
                                <a:schemeClr val="accent3"/>
                              </a:effectRef>
                              <a:fontRef idx="minor">
                                <a:schemeClr val="lt1"/>
                              </a:fontRef>
                            </wps:style>
                            <wps:txbx>
                              <w:txbxContent>
                                <w:p w14:paraId="382E8610" w14:textId="77777777" w:rsidR="00D04B22" w:rsidRPr="00CF76BE" w:rsidRDefault="00D04B22" w:rsidP="00D04B22">
                                  <w:pPr>
                                    <w:jc w:val="center"/>
                                    <w:rPr>
                                      <w:sz w:val="16"/>
                                      <w:szCs w:val="16"/>
                                    </w:rPr>
                                  </w:pPr>
                                  <w:r w:rsidRPr="00CF76BE">
                                    <w:rPr>
                                      <w:sz w:val="16"/>
                                      <w:szCs w:val="16"/>
                                    </w:rPr>
                                    <w:t>leer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455333393" name="Gerade Verbindung 20"/>
                            <wps:cNvCnPr/>
                            <wps:spPr>
                              <a:xfrm flipH="1">
                                <a:off x="118110" y="1415530"/>
                                <a:ext cx="89177" cy="176500"/>
                              </a:xfrm>
                              <a:prstGeom prst="line">
                                <a:avLst/>
                              </a:prstGeom>
                              <a:grpFill/>
                              <a:ln w="28575">
                                <a:solidFill>
                                  <a:schemeClr val="tx2"/>
                                </a:solidFill>
                              </a:ln>
                            </wps:spPr>
                            <wps:style>
                              <a:lnRef idx="1">
                                <a:schemeClr val="accent1"/>
                              </a:lnRef>
                              <a:fillRef idx="0">
                                <a:schemeClr val="accent1"/>
                              </a:fillRef>
                              <a:effectRef idx="0">
                                <a:schemeClr val="accent1"/>
                              </a:effectRef>
                              <a:fontRef idx="minor">
                                <a:schemeClr val="tx1"/>
                              </a:fontRef>
                            </wps:style>
                            <wps:bodyPr/>
                          </wps:wsp>
                          <wps:wsp>
                            <wps:cNvPr id="745487291" name="Rechteck: abgerundete Ecken 73"/>
                            <wps:cNvSpPr/>
                            <wps:spPr>
                              <a:xfrm>
                                <a:off x="339090" y="1592580"/>
                                <a:ext cx="216000" cy="166977"/>
                              </a:xfrm>
                              <a:prstGeom prst="roundRect">
                                <a:avLst/>
                              </a:prstGeom>
                            </wps:spPr>
                            <wps:style>
                              <a:lnRef idx="2">
                                <a:schemeClr val="accent3">
                                  <a:shade val="15000"/>
                                </a:schemeClr>
                              </a:lnRef>
                              <a:fillRef idx="1">
                                <a:schemeClr val="accent3"/>
                              </a:fillRef>
                              <a:effectRef idx="0">
                                <a:schemeClr val="accent3"/>
                              </a:effectRef>
                              <a:fontRef idx="minor">
                                <a:schemeClr val="lt1"/>
                              </a:fontRef>
                            </wps:style>
                            <wps:txbx>
                              <w:txbxContent>
                                <w:p w14:paraId="2079889F" w14:textId="77777777" w:rsidR="00D04B22" w:rsidRPr="00CF76BE" w:rsidRDefault="00D04B22" w:rsidP="00D04B22">
                                  <w:pPr>
                                    <w:jc w:val="center"/>
                                    <w:rPr>
                                      <w:sz w:val="16"/>
                                      <w:szCs w:val="16"/>
                                    </w:rPr>
                                  </w:pPr>
                                  <w:r w:rsidRPr="00CF76BE">
                                    <w:rPr>
                                      <w:sz w:val="16"/>
                                      <w:szCs w:val="16"/>
                                    </w:rPr>
                                    <w:t>leer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wgp>
                  </a:graphicData>
                </a:graphic>
                <wp14:sizeRelV relativeFrom="margin">
                  <wp14:pctHeight>0</wp14:pctHeight>
                </wp14:sizeRelV>
              </wp:anchor>
            </w:drawing>
          </mc:Choice>
          <mc:Fallback>
            <w:pict>
              <v:group w14:anchorId="06340C7A" id="Gruppieren 78" o:spid="_x0000_s1046" style="position:absolute;margin-left:-8.9pt;margin-top:142pt;width:461pt;height:309.55pt;z-index:251723776;mso-height-relative:margin" coordsize="58547,393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">
                <v:shape id="_x0000_s1047" type="#_x0000_t202" style="position:absolute;left:1272;top:36651;width:56832;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" stroked="f">
                  <v:textbox style="mso-fit-shape-to-text:t" inset="0,0,0,0">
                    <w:txbxContent>
                      <w:p w14:paraId="716CCEDB" w14:textId="1A03DEB5" w:rsidR="00224E25" w:rsidRPr="00BE6C42" w:rsidRDefault="00224E25" w:rsidP="006819BE">
                        <w:pPr>
                          <w:pStyle w:val="UnterschriftINFSI"/>
                          <w:rPr>
                            <w:noProof/>
                            <w:sz w:val="22"/>
                            <w:szCs w:val="22"/>
                          </w:rPr>
                        </w:pPr>
                        <w:r>
                          <w:t xml:space="preserve">Abbildung </w:t>
                        </w:r>
                        <w:fldSimple w:instr=" SEQ Abbildung \* ARABIC ">
                          <w:r w:rsidR="00672FAE">
                            <w:rPr>
                              <w:noProof/>
                            </w:rPr>
                            <w:t>6</w:t>
                          </w:r>
                        </w:fldSimple>
                        <w:r>
                          <w:t>: Binärbaum</w:t>
                        </w:r>
                        <w:r>
                          <w:rPr>
                            <w:noProof/>
                          </w:rPr>
                          <w:t xml:space="preserve"> als rekursive Datenstruktur</w:t>
                        </w:r>
                      </w:p>
                    </w:txbxContent>
                  </v:textbox>
                </v:shape>
                <v:group id="Gruppieren 77" o:spid="_x0000_s1048" style="position:absolute;width:58547;height:35839" coordsize="58547,35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">
                  <v:shape id="_x0000_s1049" type="#_x0000_t202" style="position:absolute;left:32689;top:4381;width:7371;height:33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" filled="f" stroked="f">
                    <v:textbox style="mso-fit-shape-to-text:t">
                      <w:txbxContent>
                        <w:p w14:paraId="0B305E81" w14:textId="77777777" w:rsidR="000F57EE" w:rsidRDefault="000F57EE" w:rsidP="000F57EE">
                          <w:r>
                            <w:t>2. Ebene:</w:t>
                          </w:r>
                        </w:p>
                      </w:txbxContent>
                    </v:textbox>
                  </v:shape>
                  <v:shape id="_x0000_s1050" type="#_x0000_t202" style="position:absolute;top:25984;width:7327;height:33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" filled="f" stroked="f">
                    <v:textbox style="mso-fit-shape-to-text:t">
                      <w:txbxContent>
                        <w:p w14:paraId="59A62396" w14:textId="77777777" w:rsidR="000F57EE" w:rsidRDefault="000F57EE" w:rsidP="000F57EE">
                          <w:r>
                            <w:t>3. Ebene:</w:t>
                          </w:r>
                        </w:p>
                      </w:txbxContent>
                    </v:textbox>
                  </v:shape>
                  <v:shape id="_x0000_s1051" type="#_x0000_t202" style="position:absolute;left:28117;top:29870;width:7371;height:33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" filled="f" stroked="f">
                    <v:textbox style="mso-fit-shape-to-text:t">
                      <w:txbxContent>
                        <w:p w14:paraId="00AD1D0B" w14:textId="77777777" w:rsidR="000F57EE" w:rsidRDefault="000F57EE" w:rsidP="000F57EE">
                          <w:r>
                            <w:t>4. Ebene:</w:t>
                          </w:r>
                        </w:p>
                      </w:txbxContent>
                    </v:textbox>
                  </v:shape>
                  <v:group id="Gruppieren 76" o:spid="_x0000_s1052" style="position:absolute;left:2590;width:25515;height:17545" coordsize="25514,17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">
                    <v:line id="Gerade Verbindung 21" o:spid="_x0000_s1053" style="position:absolute;visibility:visible;mso-wrap-style:square" from="6210,10325" to="6705,11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" filled="t" fillcolor="#70ad47 [3209]" strokecolor="#44546a [3215]" strokeweight="2.25pt">
                      <v:stroke joinstyle="miter"/>
                    </v:line>
                    <v:roundrect id="Rechteck: abgerundete Ecken 73" o:spid="_x0000_s1054" style="position:absolute;left:5753;top:11620;width:2160;height:167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" fillcolor="#a5a5a5 [3206]" strokecolor="#181818 [486]" strokeweight="1pt">
                      <v:stroke joinstyle="miter"/>
                      <v:textbox inset="0,0,0,0">
                        <w:txbxContent>
                          <w:p w14:paraId="4E7D8FE8" w14:textId="77777777" w:rsidR="00CF76BE" w:rsidRPr="00CF76BE" w:rsidRDefault="00CF76BE" w:rsidP="00CF76BE">
                            <w:pPr>
                              <w:jc w:val="center"/>
                              <w:rPr>
                                <w:sz w:val="16"/>
                                <w:szCs w:val="16"/>
                              </w:rPr>
                            </w:pPr>
                            <w:r w:rsidRPr="00CF76BE">
                              <w:rPr>
                                <w:sz w:val="16"/>
                                <w:szCs w:val="16"/>
                              </w:rPr>
                              <w:t>leer</w:t>
                            </w:r>
                          </w:p>
                        </w:txbxContent>
                      </v:textbox>
                    </v:roundrect>
                    <v:line id="Gerade Verbindung 21" o:spid="_x0000_s1055" style="position:absolute;visibility:visible;mso-wrap-style:square" from="11772,10210" to="12877,121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" strokecolor="#44546a [3215]" strokeweight="2.25pt">
                      <v:stroke joinstyle="miter"/>
                    </v:line>
                    <v:line id="Gerade Verbindung 20" o:spid="_x0000_s1056" style="position:absolute;flip:x;visibility:visible;mso-wrap-style:square" from="9334,10439" to="10248,119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" strokecolor="#44546a [3215]" strokeweight="2.25pt">
                      <v:stroke joinstyle="miter"/>
                    </v:line>
                    <v:roundrect id="Rechteck: abgerundete Ecken 73" o:spid="_x0000_s1057" style="position:absolute;left:8305;top:11620;width:2159;height:166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" fillcolor="#a5a5a5 [3206]" strokecolor="#181818 [486]" strokeweight="1pt">
                      <v:stroke joinstyle="miter"/>
                      <v:textbox inset="0,0,0,0">
                        <w:txbxContent>
                          <w:p w14:paraId="092854AC" w14:textId="77777777" w:rsidR="00D04B22" w:rsidRPr="00CF76BE" w:rsidRDefault="00D04B22" w:rsidP="00D04B22">
                            <w:pPr>
                              <w:jc w:val="center"/>
                              <w:rPr>
                                <w:sz w:val="16"/>
                                <w:szCs w:val="16"/>
                              </w:rPr>
                            </w:pPr>
                            <w:r w:rsidRPr="00CF76BE">
                              <w:rPr>
                                <w:sz w:val="16"/>
                                <w:szCs w:val="16"/>
                              </w:rPr>
                              <w:t>leer</w:t>
                            </w:r>
                          </w:p>
                        </w:txbxContent>
                      </v:textbox>
                    </v:roundrect>
                    <v:roundrect id="Rechteck: abgerundete Ecken 73" o:spid="_x0000_s1058" style="position:absolute;left:11582;top:11658;width:2159;height:166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" fillcolor="#a5a5a5 [3206]" strokecolor="#181818 [486]" strokeweight="1pt">
                      <v:stroke joinstyle="miter"/>
                      <v:textbox inset="0,0,0,0">
                        <w:txbxContent>
                          <w:p w14:paraId="6B44F1BF" w14:textId="77777777" w:rsidR="00D04B22" w:rsidRPr="00CF76BE" w:rsidRDefault="00D04B22" w:rsidP="00D04B22">
                            <w:pPr>
                              <w:jc w:val="center"/>
                              <w:rPr>
                                <w:sz w:val="16"/>
                                <w:szCs w:val="16"/>
                              </w:rPr>
                            </w:pPr>
                            <w:r w:rsidRPr="00CF76BE">
                              <w:rPr>
                                <w:sz w:val="16"/>
                                <w:szCs w:val="16"/>
                              </w:rPr>
                              <w:t>leer</w:t>
                            </w:r>
                          </w:p>
                        </w:txbxContent>
                      </v:textbox>
                    </v:roundrect>
                    <v:line id="Gerade Verbindung 21" o:spid="_x0000_s1059" style="position:absolute;visibility:visible;mso-wrap-style:square" from="23431,10172" to="24536,12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" strokecolor="#44546a [3215]" strokeweight="2.25pt">
                      <v:stroke joinstyle="miter"/>
                    </v:line>
                    <v:line id="Gerade Verbindung 20" o:spid="_x0000_s1060" style="position:absolute;flip:x;visibility:visible;mso-wrap-style:square" from="20993,10401" to="21907,119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" strokecolor="#44546a [3215]" strokeweight="2.25pt">
                      <v:stroke joinstyle="miter"/>
                    </v:line>
                    <v:line id="Gerade Verbindung 21" o:spid="_x0000_s1061" style="position:absolute;visibility:visible;mso-wrap-style:square" from="17868,10058" to="18973,12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" strokecolor="#44546a [3215]" strokeweight="2.25pt">
                      <v:stroke joinstyle="miter"/>
                    </v:line>
                    <v:line id="Gerade Verbindung 20" o:spid="_x0000_s1062" style="position:absolute;flip:x;visibility:visible;mso-wrap-style:square" from="15430,10287" to="16344,118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" strokecolor="#44546a [3215]" strokeweight="2.25pt">
                      <v:stroke joinstyle="miter"/>
                    </v:line>
                    <v:line id="Gerade Verbindung 21" o:spid="_x0000_s1063" style="position:absolute;visibility:visible;mso-wrap-style:square" from="3619,14173" to="4724,161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" strokecolor="#44546a [3215]" strokeweight="2.25pt">
                      <v:stroke joinstyle="miter"/>
                    </v:line>
                    <v:oval id="Ellipse 60365474" o:spid="_x0000_s1064" style="position:absolute;left:13258;top:495;width:2708;height:27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" fillcolor="#ed7d31 [3205]" strokecolor="#44546a [3215]" strokeweight="2.25pt">
                      <v:stroke joinstyle="miter"/>
                    </v:oval>
                    <v:oval id="Ellipse 269074411" o:spid="_x0000_s1065" style="position:absolute;left:7086;top:4381;width:2707;height:27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" fillcolor="#5b9bd5 [3208]" strokecolor="#44546a [3215]" strokeweight="2.25pt">
                      <v:stroke joinstyle="miter"/>
                    </v:oval>
                    <v:oval id="Ellipse 708206387" o:spid="_x0000_s1066" style="position:absolute;left:18669;top:4343;width:2705;height:27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" fillcolor="#70ad47 [3209]" strokecolor="#44546a [3215]" strokeweight="2.25pt">
                      <v:stroke joinstyle="miter"/>
                    </v:oval>
                    <v:oval id="Ellipse 186164454" o:spid="_x0000_s1067" style="position:absolute;left:4381;top:8077;width:2707;height:27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" fillcolor="#5b9bd5 [3208]" strokecolor="#44546a [3215]" strokeweight="2.25pt">
                      <v:stroke joinstyle="miter"/>
                    </v:oval>
                    <v:oval id="Ellipse 1850210898" o:spid="_x0000_s1068" style="position:absolute;left:9677;top:8153;width:2707;height:27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" fillcolor="#5b9bd5 [3208]" strokecolor="#44546a [3215]" strokeweight="2.25pt">
                      <v:stroke joinstyle="miter"/>
                    </v:oval>
                    <v:oval id="Ellipse 507534997" o:spid="_x0000_s1069" style="position:absolute;left:21297;top:8077;width:2706;height:27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" fillcolor="#70ad47 [3209]" strokecolor="#44546a [3215]" strokeweight="2.25pt">
                      <v:stroke joinstyle="miter"/>
                    </v:oval>
                    <v:line id="Gerade Verbindung 13" o:spid="_x0000_s1070" style="position:absolute;flip:x;visibility:visible;mso-wrap-style:square" from="9410,2438" to="13335,47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" filled="t" fillcolor="#70ad47 [3209]" strokecolor="#44546a [3215]" strokeweight="2.25pt">
                      <v:stroke joinstyle="miter"/>
                    </v:line>
                    <v:line id="Gerade Verbindung 14" o:spid="_x0000_s1071" style="position:absolute;visibility:visible;mso-wrap-style:square" from="15925,2324" to="19469,43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" filled="t" fillcolor="#70ad47 [3209]" strokecolor="#44546a [3215]" strokeweight="2.25pt">
                      <v:stroke joinstyle="miter"/>
                    </v:line>
                    <v:line id="Gerade Verbindung 15" o:spid="_x0000_s1072" style="position:absolute;flip:x;visibility:visible;mso-wrap-style:square" from="5753,6705" to="7503,8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" filled="t" fillcolor="#70ad47 [3209]" strokecolor="#44546a [3215]" strokeweight="2.25pt">
                      <v:stroke joinstyle="miter"/>
                    </v:line>
                    <v:line id="Gerade Verbindung 16" o:spid="_x0000_s1073" style="position:absolute;visibility:visible;mso-wrap-style:square" from="9410,6705" to="11059,8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" filled="t" fillcolor="#70ad47 [3209]" strokecolor="#44546a [3215]" strokeweight="2.25pt">
                      <v:stroke joinstyle="miter"/>
                      <o:lock v:ext="edit" shapetype="f"/>
                    </v:line>
                    <v:line id="Gerade Verbindung 17" o:spid="_x0000_s1074" style="position:absolute;visibility:visible;mso-wrap-style:square" from="20955,6667" to="22631,80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" filled="t" fillcolor="#70ad47 [3209]" strokecolor="#44546a [3215]" strokeweight="2.25pt">
                      <v:stroke joinstyle="miter"/>
                    </v:line>
                    <v:oval id="Ellipse 1419997101" o:spid="_x0000_s1075" style="position:absolute;left:1676;top:11849;width:2707;height:27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" fillcolor="#5b9bd5 [3208]" strokecolor="#44546a [3215]" strokeweight="2.25pt">
                      <v:stroke joinstyle="miter"/>
                    </v:oval>
                    <v:line id="Gerade Verbindung 20" o:spid="_x0000_s1076" style="position:absolute;flip:x;visibility:visible;mso-wrap-style:square" from="3048,10477" to="4798,118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" filled="t" fillcolor="#70ad47 [3209]" strokecolor="#44546a [3215]" strokeweight="2.25pt">
                      <v:stroke joinstyle="miter"/>
                    </v:line>
                    <v:oval id="Ellipse 70306219" o:spid="_x0000_s1077" style="position:absolute;left:15887;top:8077;width:2705;height:27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" fillcolor="#70ad47 [3209]" strokecolor="#44546a [3215]" strokeweight="2.25pt">
                      <v:stroke joinstyle="miter"/>
                    </v:oval>
                    <v:line id="Gerade Verbindung 23" o:spid="_x0000_s1078" style="position:absolute;flip:x;visibility:visible;mso-wrap-style:square" from="17221,6705" to="18967,80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" filled="t" fillcolor="#70ad47 [3209]" strokecolor="#44546a [3215]" strokeweight="2.25pt">
                      <v:stroke joinstyle="miter"/>
                    </v:line>
                    <v:shape id="_x0000_s1079" type="#_x0000_t202" style="position:absolute;left:1485;width:7371;height:33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" filled="f" stroked="f">
                      <v:textbox style="mso-fit-shape-to-text:t">
                        <w:txbxContent>
                          <w:p w14:paraId="0C3FEB3E" w14:textId="77777777" w:rsidR="000F57EE" w:rsidRDefault="000F57EE" w:rsidP="000F57EE">
                            <w:r>
                              <w:t>1. Ebene:</w:t>
                            </w:r>
                          </w:p>
                        </w:txbxContent>
                      </v:textbox>
                    </v:shape>
                    <v:roundrect id="Rechteck: abgerundete Ecken 73" o:spid="_x0000_s1080" style="position:absolute;top:15887;width:2159;height:166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" fillcolor="#a5a5a5 [3206]" strokecolor="#181818 [486]" strokeweight="1pt">
                      <v:stroke joinstyle="miter"/>
                      <v:textbox inset="0,0,0,0">
                        <w:txbxContent>
                          <w:p w14:paraId="13EFF008" w14:textId="15C492EA" w:rsidR="00CF76BE" w:rsidRPr="00CF76BE" w:rsidRDefault="00CF76BE" w:rsidP="00CF76BE">
                            <w:pPr>
                              <w:jc w:val="center"/>
                              <w:rPr>
                                <w:sz w:val="16"/>
                                <w:szCs w:val="16"/>
                              </w:rPr>
                            </w:pPr>
                            <w:r w:rsidRPr="00CF76BE">
                              <w:rPr>
                                <w:sz w:val="16"/>
                                <w:szCs w:val="16"/>
                              </w:rPr>
                              <w:t>leer</w:t>
                            </w:r>
                          </w:p>
                        </w:txbxContent>
                      </v:textbox>
                    </v:roundrect>
                    <v:roundrect id="Rechteck: abgerundete Ecken 73" o:spid="_x0000_s1081" style="position:absolute;left:14401;top:11658;width:2159;height:166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" fillcolor="#a5a5a5 [3206]" strokecolor="#181818 [486]" strokeweight="1pt">
                      <v:stroke joinstyle="miter"/>
                      <v:textbox inset="0,0,0,0">
                        <w:txbxContent>
                          <w:p w14:paraId="102C05E7" w14:textId="77777777" w:rsidR="00CF76BE" w:rsidRPr="00CF76BE" w:rsidRDefault="00CF76BE" w:rsidP="00CF76BE">
                            <w:pPr>
                              <w:jc w:val="center"/>
                              <w:rPr>
                                <w:sz w:val="16"/>
                                <w:szCs w:val="16"/>
                              </w:rPr>
                            </w:pPr>
                            <w:r w:rsidRPr="00CF76BE">
                              <w:rPr>
                                <w:sz w:val="16"/>
                                <w:szCs w:val="16"/>
                              </w:rPr>
                              <w:t>leer</w:t>
                            </w:r>
                          </w:p>
                        </w:txbxContent>
                      </v:textbox>
                    </v:roundrect>
                    <v:roundrect id="Rechteck: abgerundete Ecken 73" o:spid="_x0000_s1082" style="position:absolute;left:17640;top:11658;width:2159;height:166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" fillcolor="#a5a5a5 [3206]" strokecolor="#181818 [486]" strokeweight="1pt">
                      <v:stroke joinstyle="miter"/>
                      <v:textbox inset="0,0,0,0">
                        <w:txbxContent>
                          <w:p w14:paraId="70175CE7" w14:textId="77777777" w:rsidR="00CF76BE" w:rsidRPr="00CF76BE" w:rsidRDefault="00CF76BE" w:rsidP="00CF76BE">
                            <w:pPr>
                              <w:jc w:val="center"/>
                              <w:rPr>
                                <w:sz w:val="16"/>
                                <w:szCs w:val="16"/>
                              </w:rPr>
                            </w:pPr>
                            <w:r w:rsidRPr="00CF76BE">
                              <w:rPr>
                                <w:sz w:val="16"/>
                                <w:szCs w:val="16"/>
                              </w:rPr>
                              <w:t>leer</w:t>
                            </w:r>
                          </w:p>
                        </w:txbxContent>
                      </v:textbox>
                    </v:roundrect>
                    <v:roundrect id="Rechteck: abgerundete Ecken 73" o:spid="_x0000_s1083" style="position:absolute;left:20078;top:11696;width:2159;height:166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" fillcolor="#a5a5a5 [3206]" strokecolor="#181818 [486]" strokeweight="1pt">
                      <v:stroke joinstyle="miter"/>
                      <v:textbox inset="0,0,0,0">
                        <w:txbxContent>
                          <w:p w14:paraId="6F211AF2" w14:textId="77777777" w:rsidR="00CF76BE" w:rsidRPr="00CF76BE" w:rsidRDefault="00CF76BE" w:rsidP="00CF76BE">
                            <w:pPr>
                              <w:jc w:val="center"/>
                              <w:rPr>
                                <w:sz w:val="16"/>
                                <w:szCs w:val="16"/>
                              </w:rPr>
                            </w:pPr>
                            <w:r w:rsidRPr="00CF76BE">
                              <w:rPr>
                                <w:sz w:val="16"/>
                                <w:szCs w:val="16"/>
                              </w:rPr>
                              <w:t>leer</w:t>
                            </w:r>
                          </w:p>
                        </w:txbxContent>
                      </v:textbox>
                    </v:roundrect>
                    <v:roundrect id="Rechteck: abgerundete Ecken 73" o:spid="_x0000_s1084" style="position:absolute;left:23355;top:11696;width:2159;height:166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" fillcolor="#a5a5a5 [3206]" strokecolor="#181818 [486]" strokeweight="1pt">
                      <v:stroke joinstyle="miter"/>
                      <v:textbox inset="0,0,0,0">
                        <w:txbxContent>
                          <w:p w14:paraId="5EE04107" w14:textId="77777777" w:rsidR="00CF76BE" w:rsidRPr="00CF76BE" w:rsidRDefault="00CF76BE" w:rsidP="00CF76BE">
                            <w:pPr>
                              <w:jc w:val="center"/>
                              <w:rPr>
                                <w:sz w:val="16"/>
                                <w:szCs w:val="16"/>
                              </w:rPr>
                            </w:pPr>
                            <w:r w:rsidRPr="00CF76BE">
                              <w:rPr>
                                <w:sz w:val="16"/>
                                <w:szCs w:val="16"/>
                              </w:rPr>
                              <w:t>leer</w:t>
                            </w:r>
                          </w:p>
                        </w:txbxContent>
                      </v:textbox>
                    </v:roundrect>
                    <v:line id="Gerade Verbindung 20" o:spid="_x0000_s1085" style="position:absolute;flip:x;visibility:visible;mso-wrap-style:square" from="1181,14155" to="2072,15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" strokecolor="#44546a [3215]" strokeweight="2.25pt">
                      <v:stroke joinstyle="miter"/>
                    </v:line>
                    <v:roundrect id="Rechteck: abgerundete Ecken 73" o:spid="_x0000_s1086" style="position:absolute;left:3390;top:15811;width:2160;height:167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" fillcolor="#a5a5a5 [3206]" strokecolor="#181818 [486]" strokeweight="1pt">
                      <v:stroke joinstyle="miter"/>
                      <v:textbox inset="0,0,0,0">
                        <w:txbxContent>
                          <w:p w14:paraId="0DE86DD8" w14:textId="77777777" w:rsidR="00CF76BE" w:rsidRPr="00CF76BE" w:rsidRDefault="00CF76BE" w:rsidP="00CF76BE">
                            <w:pPr>
                              <w:jc w:val="center"/>
                              <w:rPr>
                                <w:sz w:val="16"/>
                                <w:szCs w:val="16"/>
                              </w:rPr>
                            </w:pPr>
                            <w:r w:rsidRPr="00CF76BE">
                              <w:rPr>
                                <w:sz w:val="16"/>
                                <w:szCs w:val="16"/>
                              </w:rPr>
                              <w:t>leer</w:t>
                            </w:r>
                          </w:p>
                        </w:txbxContent>
                      </v:textbox>
                    </v:roundrect>
                  </v:group>
                  <v:group id="Gruppieren 76" o:spid="_x0000_s1087" style="position:absolute;left:33032;top:762;width:25515;height:17050" coordorigin=",495" coordsize="25514,170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">
                    <v:line id="Gerade Verbindung 21" o:spid="_x0000_s1088" style="position:absolute;visibility:visible;mso-wrap-style:square" from="6210,10325" to="6705,11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" filled="t" fillcolor="#70ad47 [3209]" strokecolor="#44546a [3215]" strokeweight="2.25pt">
                      <v:stroke joinstyle="miter"/>
                    </v:line>
                    <v:roundrect id="Rechteck: abgerundete Ecken 73" o:spid="_x0000_s1089" style="position:absolute;left:5753;top:11620;width:2160;height:167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" fillcolor="#a5a5a5 [3206]" strokecolor="#181818 [486]" strokeweight="1pt">
                      <v:stroke joinstyle="miter"/>
                      <v:textbox inset="0,0,0,0">
                        <w:txbxContent>
                          <w:p w14:paraId="2CA36534" w14:textId="77777777" w:rsidR="00D04B22" w:rsidRPr="00CF76BE" w:rsidRDefault="00D04B22" w:rsidP="00D04B22">
                            <w:pPr>
                              <w:jc w:val="center"/>
                              <w:rPr>
                                <w:sz w:val="16"/>
                                <w:szCs w:val="16"/>
                              </w:rPr>
                            </w:pPr>
                            <w:r w:rsidRPr="00CF76BE">
                              <w:rPr>
                                <w:sz w:val="16"/>
                                <w:szCs w:val="16"/>
                              </w:rPr>
                              <w:t>leer</w:t>
                            </w:r>
                          </w:p>
                        </w:txbxContent>
                      </v:textbox>
                    </v:roundrect>
                    <v:line id="Gerade Verbindung 21" o:spid="_x0000_s1090" style="position:absolute;visibility:visible;mso-wrap-style:square" from="11772,10210" to="12877,121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" strokecolor="#44546a [3215]" strokeweight="2.25pt">
                      <v:stroke joinstyle="miter"/>
                    </v:line>
                    <v:line id="Gerade Verbindung 20" o:spid="_x0000_s1091" style="position:absolute;flip:x;visibility:visible;mso-wrap-style:square" from="9334,10439" to="10248,119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" strokecolor="#44546a [3215]" strokeweight="2.25pt">
                      <v:stroke joinstyle="miter"/>
                    </v:line>
                    <v:roundrect id="Rechteck: abgerundete Ecken 73" o:spid="_x0000_s1092" style="position:absolute;left:8305;top:11620;width:2159;height:166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" fillcolor="#a5a5a5 [3206]" strokecolor="#181818 [486]" strokeweight="1pt">
                      <v:stroke joinstyle="miter"/>
                      <v:textbox inset="0,0,0,0">
                        <w:txbxContent>
                          <w:p w14:paraId="0954CA33" w14:textId="77777777" w:rsidR="00D04B22" w:rsidRPr="00CF76BE" w:rsidRDefault="00D04B22" w:rsidP="00D04B22">
                            <w:pPr>
                              <w:jc w:val="center"/>
                              <w:rPr>
                                <w:sz w:val="16"/>
                                <w:szCs w:val="16"/>
                              </w:rPr>
                            </w:pPr>
                            <w:r w:rsidRPr="00CF76BE">
                              <w:rPr>
                                <w:sz w:val="16"/>
                                <w:szCs w:val="16"/>
                              </w:rPr>
                              <w:t>leer</w:t>
                            </w:r>
                          </w:p>
                        </w:txbxContent>
                      </v:textbox>
                    </v:roundrect>
                    <v:roundrect id="Rechteck: abgerundete Ecken 73" o:spid="_x0000_s1093" style="position:absolute;left:11582;top:11658;width:2159;height:166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" fillcolor="#a5a5a5 [3206]" strokecolor="#181818 [486]" strokeweight="1pt">
                      <v:stroke joinstyle="miter"/>
                      <v:textbox inset="0,0,0,0">
                        <w:txbxContent>
                          <w:p w14:paraId="16E564AE" w14:textId="77777777" w:rsidR="00D04B22" w:rsidRPr="00CF76BE" w:rsidRDefault="00D04B22" w:rsidP="00D04B22">
                            <w:pPr>
                              <w:jc w:val="center"/>
                              <w:rPr>
                                <w:sz w:val="16"/>
                                <w:szCs w:val="16"/>
                              </w:rPr>
                            </w:pPr>
                            <w:r w:rsidRPr="00CF76BE">
                              <w:rPr>
                                <w:sz w:val="16"/>
                                <w:szCs w:val="16"/>
                              </w:rPr>
                              <w:t>leer</w:t>
                            </w:r>
                          </w:p>
                        </w:txbxContent>
                      </v:textbox>
                    </v:roundrect>
                    <v:line id="Gerade Verbindung 21" o:spid="_x0000_s1094" style="position:absolute;visibility:visible;mso-wrap-style:square" from="23431,10172" to="24536,12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" strokecolor="#44546a [3215]" strokeweight="2.25pt">
                      <v:stroke joinstyle="miter"/>
                    </v:line>
                    <v:line id="Gerade Verbindung 20" o:spid="_x0000_s1095" style="position:absolute;flip:x;visibility:visible;mso-wrap-style:square" from="20993,10401" to="21907,119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" strokecolor="#44546a [3215]" strokeweight="2.25pt">
                      <v:stroke joinstyle="miter"/>
                    </v:line>
                    <v:line id="Gerade Verbindung 21" o:spid="_x0000_s1096" style="position:absolute;visibility:visible;mso-wrap-style:square" from="17868,10058" to="18973,12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" strokecolor="#44546a [3215]" strokeweight="2.25pt">
                      <v:stroke joinstyle="miter"/>
                    </v:line>
                    <v:line id="Gerade Verbindung 20" o:spid="_x0000_s1097" style="position:absolute;flip:x;visibility:visible;mso-wrap-style:square" from="15430,10287" to="16344,118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" strokecolor="#44546a [3215]" strokeweight="2.25pt">
                      <v:stroke joinstyle="miter"/>
                    </v:line>
                    <v:line id="Gerade Verbindung 21" o:spid="_x0000_s1098" style="position:absolute;visibility:visible;mso-wrap-style:square" from="3619,14173" to="4724,161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" strokecolor="#44546a [3215]" strokeweight="2.25pt">
                      <v:stroke joinstyle="miter"/>
                    </v:line>
                    <v:oval id="Ellipse 60365474" o:spid="_x0000_s1099" style="position:absolute;left:13258;top:495;width:2708;height:27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" fillcolor="#ed7d31 [3205]" strokecolor="#44546a [3215]" strokeweight="2.25pt">
                      <v:stroke joinstyle="miter"/>
                    </v:oval>
                    <v:oval id="Ellipse 269074411" o:spid="_x0000_s1100" style="position:absolute;left:7086;top:4381;width:2707;height:27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" fillcolor="#ed7d31 [3205]" strokecolor="#44546a [3215]" strokeweight="2.25pt">
                      <v:stroke joinstyle="miter"/>
                    </v:oval>
                    <v:oval id="Ellipse 708206387" o:spid="_x0000_s1101" style="position:absolute;left:18669;top:4343;width:2705;height:27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" fillcolor="#ed7d31 [3205]" strokecolor="#44546a [3215]" strokeweight="2.25pt">
                      <v:stroke joinstyle="miter"/>
                    </v:oval>
                    <v:oval id="Ellipse 186164454" o:spid="_x0000_s1102" style="position:absolute;left:4381;top:8077;width:2707;height:27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" fillcolor="#5b9bd5 [3208]" strokecolor="#44546a [3215]" strokeweight="2.25pt">
                      <v:stroke joinstyle="miter"/>
                    </v:oval>
                    <v:oval id="Ellipse 1850210898" o:spid="_x0000_s1103" style="position:absolute;left:9677;top:8153;width:2707;height:27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" fillcolor="#70ad47 [3209]" strokecolor="#44546a [3215]" strokeweight="2.25pt">
                      <v:stroke joinstyle="miter"/>
                    </v:oval>
                    <v:oval id="Ellipse 507534997" o:spid="_x0000_s1104" style="position:absolute;left:21297;top:8077;width:2706;height:27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" fillcolor="#70ad47 [3209]" strokecolor="#44546a [3215]" strokeweight="2.25pt">
                      <v:stroke joinstyle="miter"/>
                    </v:oval>
                    <v:line id="Gerade Verbindung 15" o:spid="_x0000_s1105" style="position:absolute;flip:x;visibility:visible;mso-wrap-style:square" from="5753,6705" to="7503,8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" filled="t" fillcolor="#70ad47 [3209]" strokecolor="#44546a [3215]" strokeweight="2.25pt">
                      <v:stroke joinstyle="miter"/>
                    </v:line>
                    <v:line id="Gerade Verbindung 16" o:spid="_x0000_s1106" style="position:absolute;visibility:visible;mso-wrap-style:square" from="9410,6705" to="11059,8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" filled="t" fillcolor="#70ad47 [3209]" strokecolor="#44546a [3215]" strokeweight="2.25pt">
                      <v:stroke joinstyle="miter"/>
                      <o:lock v:ext="edit" shapetype="f"/>
                    </v:line>
                    <v:line id="Gerade Verbindung 17" o:spid="_x0000_s1107" style="position:absolute;visibility:visible;mso-wrap-style:square" from="20955,6667" to="22631,80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" filled="t" fillcolor="#70ad47 [3209]" strokecolor="#44546a [3215]" strokeweight="2.25pt">
                      <v:stroke joinstyle="miter"/>
                    </v:line>
                    <v:oval id="Ellipse 1419997101" o:spid="_x0000_s1108" style="position:absolute;left:1676;top:11849;width:2707;height:27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" fillcolor="#5b9bd5 [3208]" strokecolor="#44546a [3215]" strokeweight="2.25pt">
                      <v:stroke joinstyle="miter"/>
                    </v:oval>
                    <v:line id="Gerade Verbindung 20" o:spid="_x0000_s1109" style="position:absolute;flip:x;visibility:visible;mso-wrap-style:square" from="3048,10477" to="4798,118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" filled="t" fillcolor="#70ad47 [3209]" strokecolor="#44546a [3215]" strokeweight="2.25pt">
                      <v:stroke joinstyle="miter"/>
                    </v:line>
                    <v:oval id="Ellipse 70306219" o:spid="_x0000_s1110" style="position:absolute;left:15887;top:8077;width:2705;height:27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" fillcolor="#5b9bd5 [3208]" strokecolor="#44546a [3215]" strokeweight="2.25pt">
                      <v:stroke joinstyle="miter"/>
                    </v:oval>
                    <v:line id="Gerade Verbindung 23" o:spid="_x0000_s1111" style="position:absolute;flip:x;visibility:visible;mso-wrap-style:square" from="17221,6705" to="18967,80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" filled="t" fillcolor="#70ad47 [3209]" strokecolor="#44546a [3215]" strokeweight="2.25pt">
                      <v:stroke joinstyle="miter"/>
                    </v:line>
                    <v:roundrect id="Rechteck: abgerundete Ecken 73" o:spid="_x0000_s1112" style="position:absolute;top:15887;width:2159;height:166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" fillcolor="#a5a5a5 [3206]" strokecolor="#181818 [486]" strokeweight="1pt">
                      <v:stroke joinstyle="miter"/>
                      <v:textbox inset="0,0,0,0">
                        <w:txbxContent>
                          <w:p w14:paraId="6EA3CCF1" w14:textId="77777777" w:rsidR="00D04B22" w:rsidRPr="00CF76BE" w:rsidRDefault="00D04B22" w:rsidP="00D04B22">
                            <w:pPr>
                              <w:jc w:val="center"/>
                              <w:rPr>
                                <w:sz w:val="16"/>
                                <w:szCs w:val="16"/>
                              </w:rPr>
                            </w:pPr>
                            <w:r w:rsidRPr="00CF76BE">
                              <w:rPr>
                                <w:sz w:val="16"/>
                                <w:szCs w:val="16"/>
                              </w:rPr>
                              <w:t>leer</w:t>
                            </w:r>
                          </w:p>
                        </w:txbxContent>
                      </v:textbox>
                    </v:roundrect>
                    <v:roundrect id="Rechteck: abgerundete Ecken 73" o:spid="_x0000_s1113" style="position:absolute;left:14401;top:11658;width:2159;height:166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" fillcolor="#a5a5a5 [3206]" strokecolor="#181818 [486]" strokeweight="1pt">
                      <v:stroke joinstyle="miter"/>
                      <v:textbox inset="0,0,0,0">
                        <w:txbxContent>
                          <w:p w14:paraId="460238CF" w14:textId="77777777" w:rsidR="00D04B22" w:rsidRPr="00CF76BE" w:rsidRDefault="00D04B22" w:rsidP="00D04B22">
                            <w:pPr>
                              <w:jc w:val="center"/>
                              <w:rPr>
                                <w:sz w:val="16"/>
                                <w:szCs w:val="16"/>
                              </w:rPr>
                            </w:pPr>
                            <w:r w:rsidRPr="00CF76BE">
                              <w:rPr>
                                <w:sz w:val="16"/>
                                <w:szCs w:val="16"/>
                              </w:rPr>
                              <w:t>leer</w:t>
                            </w:r>
                          </w:p>
                        </w:txbxContent>
                      </v:textbox>
                    </v:roundrect>
                    <v:roundrect id="Rechteck: abgerundete Ecken 73" o:spid="_x0000_s1114" style="position:absolute;left:17640;top:11658;width:2159;height:166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" fillcolor="#a5a5a5 [3206]" strokecolor="#181818 [486]" strokeweight="1pt">
                      <v:stroke joinstyle="miter"/>
                      <v:textbox inset="0,0,0,0">
                        <w:txbxContent>
                          <w:p w14:paraId="60D224EE" w14:textId="77777777" w:rsidR="00D04B22" w:rsidRPr="00CF76BE" w:rsidRDefault="00D04B22" w:rsidP="00D04B22">
                            <w:pPr>
                              <w:jc w:val="center"/>
                              <w:rPr>
                                <w:sz w:val="16"/>
                                <w:szCs w:val="16"/>
                              </w:rPr>
                            </w:pPr>
                            <w:r w:rsidRPr="00CF76BE">
                              <w:rPr>
                                <w:sz w:val="16"/>
                                <w:szCs w:val="16"/>
                              </w:rPr>
                              <w:t>leer</w:t>
                            </w:r>
                          </w:p>
                        </w:txbxContent>
                      </v:textbox>
                    </v:roundrect>
                    <v:roundrect id="Rechteck: abgerundete Ecken 73" o:spid="_x0000_s1115" style="position:absolute;left:20078;top:11696;width:2159;height:166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" fillcolor="#a5a5a5 [3206]" strokecolor="#181818 [486]" strokeweight="1pt">
                      <v:stroke joinstyle="miter"/>
                      <v:textbox inset="0,0,0,0">
                        <w:txbxContent>
                          <w:p w14:paraId="39DBFA5B" w14:textId="77777777" w:rsidR="00D04B22" w:rsidRPr="00CF76BE" w:rsidRDefault="00D04B22" w:rsidP="00D04B22">
                            <w:pPr>
                              <w:jc w:val="center"/>
                              <w:rPr>
                                <w:sz w:val="16"/>
                                <w:szCs w:val="16"/>
                              </w:rPr>
                            </w:pPr>
                            <w:r w:rsidRPr="00CF76BE">
                              <w:rPr>
                                <w:sz w:val="16"/>
                                <w:szCs w:val="16"/>
                              </w:rPr>
                              <w:t>leer</w:t>
                            </w:r>
                          </w:p>
                        </w:txbxContent>
                      </v:textbox>
                    </v:roundrect>
                    <v:roundrect id="Rechteck: abgerundete Ecken 73" o:spid="_x0000_s1116" style="position:absolute;left:23355;top:11696;width:2159;height:166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" fillcolor="#a5a5a5 [3206]" strokecolor="#181818 [486]" strokeweight="1pt">
                      <v:stroke joinstyle="miter"/>
                      <v:textbox inset="0,0,0,0">
                        <w:txbxContent>
                          <w:p w14:paraId="3A1006CD" w14:textId="77777777" w:rsidR="00D04B22" w:rsidRPr="00CF76BE" w:rsidRDefault="00D04B22" w:rsidP="00D04B22">
                            <w:pPr>
                              <w:jc w:val="center"/>
                              <w:rPr>
                                <w:sz w:val="16"/>
                                <w:szCs w:val="16"/>
                              </w:rPr>
                            </w:pPr>
                            <w:r w:rsidRPr="00CF76BE">
                              <w:rPr>
                                <w:sz w:val="16"/>
                                <w:szCs w:val="16"/>
                              </w:rPr>
                              <w:t>leer</w:t>
                            </w:r>
                          </w:p>
                        </w:txbxContent>
                      </v:textbox>
                    </v:roundrect>
                    <v:line id="Gerade Verbindung 20" o:spid="_x0000_s1117" style="position:absolute;flip:x;visibility:visible;mso-wrap-style:square" from="1181,14155" to="2072,15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" strokecolor="#44546a [3215]" strokeweight="2.25pt">
                      <v:stroke joinstyle="miter"/>
                    </v:line>
                    <v:roundrect id="Rechteck: abgerundete Ecken 73" o:spid="_x0000_s1118" style="position:absolute;left:3390;top:15811;width:2160;height:167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" fillcolor="#a5a5a5 [3206]" strokecolor="#181818 [486]" strokeweight="1pt">
                      <v:stroke joinstyle="miter"/>
                      <v:textbox inset="0,0,0,0">
                        <w:txbxContent>
                          <w:p w14:paraId="55CC980B" w14:textId="77777777" w:rsidR="00D04B22" w:rsidRPr="00CF76BE" w:rsidRDefault="00D04B22" w:rsidP="00D04B22">
                            <w:pPr>
                              <w:jc w:val="center"/>
                              <w:rPr>
                                <w:sz w:val="16"/>
                                <w:szCs w:val="16"/>
                              </w:rPr>
                            </w:pPr>
                            <w:r w:rsidRPr="00CF76BE">
                              <w:rPr>
                                <w:sz w:val="16"/>
                                <w:szCs w:val="16"/>
                              </w:rPr>
                              <w:t>leer</w:t>
                            </w:r>
                          </w:p>
                        </w:txbxContent>
                      </v:textbox>
                    </v:roundrect>
                  </v:group>
                  <v:group id="Gruppieren 76" o:spid="_x0000_s1119" style="position:absolute;left:2324;top:18669;width:25514;height:17094" coordorigin=",495" coordsize="25514,17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">
                    <v:line id="Gerade Verbindung 21" o:spid="_x0000_s1120" style="position:absolute;visibility:visible;mso-wrap-style:square" from="6210,10325" to="6705,11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" filled="t" fillcolor="#70ad47 [3209]" strokecolor="#44546a [3215]" strokeweight="2.25pt">
                      <v:stroke joinstyle="miter"/>
                    </v:line>
                    <v:roundrect id="Rechteck: abgerundete Ecken 73" o:spid="_x0000_s1121" style="position:absolute;left:5753;top:11620;width:2160;height:167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" fillcolor="#a5a5a5 [3206]" strokecolor="#181818 [486]" strokeweight="1pt">
                      <v:stroke joinstyle="miter"/>
                      <v:textbox inset="0,0,0,0">
                        <w:txbxContent>
                          <w:p w14:paraId="78CF1DDE" w14:textId="77777777" w:rsidR="00D04B22" w:rsidRPr="00CF76BE" w:rsidRDefault="00D04B22" w:rsidP="00D04B22">
                            <w:pPr>
                              <w:jc w:val="center"/>
                              <w:rPr>
                                <w:sz w:val="16"/>
                                <w:szCs w:val="16"/>
                              </w:rPr>
                            </w:pPr>
                            <w:r w:rsidRPr="00CF76BE">
                              <w:rPr>
                                <w:sz w:val="16"/>
                                <w:szCs w:val="16"/>
                              </w:rPr>
                              <w:t>leer</w:t>
                            </w:r>
                          </w:p>
                        </w:txbxContent>
                      </v:textbox>
                    </v:roundrect>
                    <v:line id="Gerade Verbindung 21" o:spid="_x0000_s1122" style="position:absolute;visibility:visible;mso-wrap-style:square" from="11772,10210" to="12877,121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" strokecolor="#44546a [3215]" strokeweight="2.25pt">
                      <v:stroke joinstyle="miter"/>
                    </v:line>
                    <v:line id="Gerade Verbindung 20" o:spid="_x0000_s1123" style="position:absolute;flip:x;visibility:visible;mso-wrap-style:square" from="9334,10439" to="10248,119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" strokecolor="#44546a [3215]" strokeweight="2.25pt">
                      <v:stroke joinstyle="miter"/>
                    </v:line>
                    <v:roundrect id="Rechteck: abgerundete Ecken 73" o:spid="_x0000_s1124" style="position:absolute;left:8305;top:11620;width:2159;height:166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" fillcolor="#a5a5a5 [3206]" strokecolor="#181818 [486]" strokeweight="1pt">
                      <v:stroke joinstyle="miter"/>
                      <v:textbox inset="0,0,0,0">
                        <w:txbxContent>
                          <w:p w14:paraId="3CB9B919" w14:textId="77777777" w:rsidR="00D04B22" w:rsidRPr="00CF76BE" w:rsidRDefault="00D04B22" w:rsidP="00D04B22">
                            <w:pPr>
                              <w:jc w:val="center"/>
                              <w:rPr>
                                <w:sz w:val="16"/>
                                <w:szCs w:val="16"/>
                              </w:rPr>
                            </w:pPr>
                            <w:r w:rsidRPr="00CF76BE">
                              <w:rPr>
                                <w:sz w:val="16"/>
                                <w:szCs w:val="16"/>
                              </w:rPr>
                              <w:t>leer</w:t>
                            </w:r>
                          </w:p>
                        </w:txbxContent>
                      </v:textbox>
                    </v:roundrect>
                    <v:roundrect id="Rechteck: abgerundete Ecken 73" o:spid="_x0000_s1125" style="position:absolute;left:11582;top:11658;width:2159;height:166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" fillcolor="#a5a5a5 [3206]" strokecolor="#181818 [486]" strokeweight="1pt">
                      <v:stroke joinstyle="miter"/>
                      <v:textbox inset="0,0,0,0">
                        <w:txbxContent>
                          <w:p w14:paraId="362C4B11" w14:textId="77777777" w:rsidR="00D04B22" w:rsidRPr="00CF76BE" w:rsidRDefault="00D04B22" w:rsidP="00D04B22">
                            <w:pPr>
                              <w:jc w:val="center"/>
                              <w:rPr>
                                <w:sz w:val="16"/>
                                <w:szCs w:val="16"/>
                              </w:rPr>
                            </w:pPr>
                            <w:r w:rsidRPr="00CF76BE">
                              <w:rPr>
                                <w:sz w:val="16"/>
                                <w:szCs w:val="16"/>
                              </w:rPr>
                              <w:t>leer</w:t>
                            </w:r>
                          </w:p>
                        </w:txbxContent>
                      </v:textbox>
                    </v:roundrect>
                    <v:line id="Gerade Verbindung 21" o:spid="_x0000_s1126" style="position:absolute;visibility:visible;mso-wrap-style:square" from="23431,10172" to="24536,12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" strokecolor="#44546a [3215]" strokeweight="2.25pt">
                      <v:stroke joinstyle="miter"/>
                    </v:line>
                    <v:line id="Gerade Verbindung 20" o:spid="_x0000_s1127" style="position:absolute;flip:x;visibility:visible;mso-wrap-style:square" from="20993,10401" to="21907,119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" strokecolor="#44546a [3215]" strokeweight="2.25pt">
                      <v:stroke joinstyle="miter"/>
                    </v:line>
                    <v:line id="Gerade Verbindung 21" o:spid="_x0000_s1128" style="position:absolute;visibility:visible;mso-wrap-style:square" from="17868,10058" to="18973,12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" strokecolor="#44546a [3215]" strokeweight="2.25pt">
                      <v:stroke joinstyle="miter"/>
                    </v:line>
                    <v:line id="Gerade Verbindung 20" o:spid="_x0000_s1129" style="position:absolute;flip:x;visibility:visible;mso-wrap-style:square" from="15430,10287" to="16344,118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" strokecolor="#44546a [3215]" strokeweight="2.25pt">
                      <v:stroke joinstyle="miter"/>
                    </v:line>
                    <v:line id="Gerade Verbindung 21" o:spid="_x0000_s1130" style="position:absolute;visibility:visible;mso-wrap-style:square" from="3619,14173" to="4724,161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" strokecolor="#44546a [3215]" strokeweight="2.25pt">
                      <v:stroke joinstyle="miter"/>
                    </v:line>
                    <v:oval id="Ellipse 60365474" o:spid="_x0000_s1131" style="position:absolute;left:13258;top:495;width:2708;height:27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" fillcolor="#ed7d31 [3205]" strokecolor="#44546a [3215]" strokeweight="2.25pt">
                      <v:stroke joinstyle="miter"/>
                    </v:oval>
                    <v:oval id="Ellipse 269074411" o:spid="_x0000_s1132" style="position:absolute;left:7086;top:4381;width:2707;height:27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" fillcolor="#ed7d31 [3205]" strokecolor="#44546a [3215]" strokeweight="2.25pt">
                      <v:stroke joinstyle="miter"/>
                    </v:oval>
                    <v:oval id="Ellipse 708206387" o:spid="_x0000_s1133" style="position:absolute;left:18669;top:4343;width:2705;height:27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" fillcolor="#ed7d31 [3205]" strokecolor="#44546a [3215]" strokeweight="2.25pt">
                      <v:stroke joinstyle="miter"/>
                    </v:oval>
                    <v:oval id="Ellipse 186164454" o:spid="_x0000_s1134" style="position:absolute;left:4381;top:8077;width:2707;height:27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" fillcolor="#ed7d31 [3205]" strokecolor="#44546a [3215]" strokeweight="2.25pt">
                      <v:stroke joinstyle="miter"/>
                    </v:oval>
                    <v:oval id="Ellipse 1850210898" o:spid="_x0000_s1135" style="position:absolute;left:9677;top:8153;width:2707;height:27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" fillcolor="#ed7d31 [3205]" strokecolor="#44546a [3215]" strokeweight="2.25pt">
                      <v:stroke joinstyle="miter"/>
                    </v:oval>
                    <v:oval id="Ellipse 507534997" o:spid="_x0000_s1136" style="position:absolute;left:21297;top:8077;width:2706;height:27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" fillcolor="#ed7d31 [3205]" strokecolor="#44546a [3215]" strokeweight="2.25pt">
                      <v:stroke joinstyle="miter"/>
                    </v:oval>
                    <v:oval id="Ellipse 1419997101" o:spid="_x0000_s1137" style="position:absolute;left:1676;top:11849;width:2707;height:27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" fillcolor="#5b9bd5 [3208]" strokecolor="#44546a [3215]" strokeweight="2.25pt">
                      <v:stroke joinstyle="miter"/>
                    </v:oval>
                    <v:line id="Gerade Verbindung 20" o:spid="_x0000_s1138" style="position:absolute;flip:x;visibility:visible;mso-wrap-style:square" from="3048,10477" to="4798,118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" filled="t" fillcolor="#70ad47 [3209]" strokecolor="#44546a [3215]" strokeweight="2.25pt">
                      <v:stroke joinstyle="miter"/>
                    </v:line>
                    <v:oval id="Ellipse 70306219" o:spid="_x0000_s1139" style="position:absolute;left:15887;top:8077;width:2705;height:27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" fillcolor="#ed7d31 [3205]" strokecolor="#44546a [3215]" strokeweight="2.25pt">
                      <v:stroke joinstyle="miter"/>
                    </v:oval>
                    <v:roundrect id="Rechteck: abgerundete Ecken 73" o:spid="_x0000_s1140" style="position:absolute;top:15887;width:2159;height:166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" fillcolor="#a5a5a5 [3206]" strokecolor="#181818 [486]" strokeweight="1pt">
                      <v:stroke joinstyle="miter"/>
                      <v:textbox inset="0,0,0,0">
                        <w:txbxContent>
                          <w:p w14:paraId="1ED3DD91" w14:textId="77777777" w:rsidR="00D04B22" w:rsidRPr="00CF76BE" w:rsidRDefault="00D04B22" w:rsidP="00D04B22">
                            <w:pPr>
                              <w:jc w:val="center"/>
                              <w:rPr>
                                <w:sz w:val="16"/>
                                <w:szCs w:val="16"/>
                              </w:rPr>
                            </w:pPr>
                            <w:r w:rsidRPr="00CF76BE">
                              <w:rPr>
                                <w:sz w:val="16"/>
                                <w:szCs w:val="16"/>
                              </w:rPr>
                              <w:t>leer</w:t>
                            </w:r>
                          </w:p>
                        </w:txbxContent>
                      </v:textbox>
                    </v:roundrect>
                    <v:roundrect id="Rechteck: abgerundete Ecken 73" o:spid="_x0000_s1141" style="position:absolute;left:14401;top:11658;width:2159;height:166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" fillcolor="#a5a5a5 [3206]" strokecolor="#181818 [486]" strokeweight="1pt">
                      <v:stroke joinstyle="miter"/>
                      <v:textbox inset="0,0,0,0">
                        <w:txbxContent>
                          <w:p w14:paraId="14F9F561" w14:textId="77777777" w:rsidR="00D04B22" w:rsidRPr="00CF76BE" w:rsidRDefault="00D04B22" w:rsidP="00D04B22">
                            <w:pPr>
                              <w:jc w:val="center"/>
                              <w:rPr>
                                <w:sz w:val="16"/>
                                <w:szCs w:val="16"/>
                              </w:rPr>
                            </w:pPr>
                            <w:r w:rsidRPr="00CF76BE">
                              <w:rPr>
                                <w:sz w:val="16"/>
                                <w:szCs w:val="16"/>
                              </w:rPr>
                              <w:t>leer</w:t>
                            </w:r>
                          </w:p>
                        </w:txbxContent>
                      </v:textbox>
                    </v:roundrect>
                    <v:roundrect id="Rechteck: abgerundete Ecken 73" o:spid="_x0000_s1142" style="position:absolute;left:17640;top:11658;width:2159;height:166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" fillcolor="#a5a5a5 [3206]" strokecolor="#181818 [486]" strokeweight="1pt">
                      <v:stroke joinstyle="miter"/>
                      <v:textbox inset="0,0,0,0">
                        <w:txbxContent>
                          <w:p w14:paraId="4E47EDEF" w14:textId="77777777" w:rsidR="00D04B22" w:rsidRPr="00CF76BE" w:rsidRDefault="00D04B22" w:rsidP="00D04B22">
                            <w:pPr>
                              <w:jc w:val="center"/>
                              <w:rPr>
                                <w:sz w:val="16"/>
                                <w:szCs w:val="16"/>
                              </w:rPr>
                            </w:pPr>
                            <w:r w:rsidRPr="00CF76BE">
                              <w:rPr>
                                <w:sz w:val="16"/>
                                <w:szCs w:val="16"/>
                              </w:rPr>
                              <w:t>leer</w:t>
                            </w:r>
                          </w:p>
                        </w:txbxContent>
                      </v:textbox>
                    </v:roundrect>
                    <v:roundrect id="Rechteck: abgerundete Ecken 73" o:spid="_x0000_s1143" style="position:absolute;left:20078;top:11696;width:2159;height:166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" fillcolor="#a5a5a5 [3206]" strokecolor="#181818 [486]" strokeweight="1pt">
                      <v:stroke joinstyle="miter"/>
                      <v:textbox inset="0,0,0,0">
                        <w:txbxContent>
                          <w:p w14:paraId="18BE7FB7" w14:textId="77777777" w:rsidR="00D04B22" w:rsidRPr="00CF76BE" w:rsidRDefault="00D04B22" w:rsidP="00D04B22">
                            <w:pPr>
                              <w:jc w:val="center"/>
                              <w:rPr>
                                <w:sz w:val="16"/>
                                <w:szCs w:val="16"/>
                              </w:rPr>
                            </w:pPr>
                            <w:r w:rsidRPr="00CF76BE">
                              <w:rPr>
                                <w:sz w:val="16"/>
                                <w:szCs w:val="16"/>
                              </w:rPr>
                              <w:t>leer</w:t>
                            </w:r>
                          </w:p>
                        </w:txbxContent>
                      </v:textbox>
                    </v:roundrect>
                    <v:roundrect id="Rechteck: abgerundete Ecken 73" o:spid="_x0000_s1144" style="position:absolute;left:23355;top:11696;width:2159;height:166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" fillcolor="#a5a5a5 [3206]" strokecolor="#181818 [486]" strokeweight="1pt">
                      <v:stroke joinstyle="miter"/>
                      <v:textbox inset="0,0,0,0">
                        <w:txbxContent>
                          <w:p w14:paraId="43E9722E" w14:textId="77777777" w:rsidR="00D04B22" w:rsidRPr="00CF76BE" w:rsidRDefault="00D04B22" w:rsidP="00D04B22">
                            <w:pPr>
                              <w:jc w:val="center"/>
                              <w:rPr>
                                <w:sz w:val="16"/>
                                <w:szCs w:val="16"/>
                              </w:rPr>
                            </w:pPr>
                            <w:r w:rsidRPr="00CF76BE">
                              <w:rPr>
                                <w:sz w:val="16"/>
                                <w:szCs w:val="16"/>
                              </w:rPr>
                              <w:t>leer</w:t>
                            </w:r>
                          </w:p>
                        </w:txbxContent>
                      </v:textbox>
                    </v:roundrect>
                    <v:line id="Gerade Verbindung 20" o:spid="_x0000_s1145" style="position:absolute;flip:x;visibility:visible;mso-wrap-style:square" from="1181,14155" to="2072,15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" strokecolor="#44546a [3215]" strokeweight="2.25pt">
                      <v:stroke joinstyle="miter"/>
                    </v:line>
                    <v:roundrect id="Rechteck: abgerundete Ecken 73" o:spid="_x0000_s1146" style="position:absolute;left:3390;top:15925;width:2160;height:167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" fillcolor="#a5a5a5 [3206]" strokecolor="#181818 [486]" strokeweight="1pt">
                      <v:stroke joinstyle="miter"/>
                      <v:textbox inset="0,0,0,0">
                        <w:txbxContent>
                          <w:p w14:paraId="17446E6D" w14:textId="77777777" w:rsidR="00D04B22" w:rsidRPr="00CF76BE" w:rsidRDefault="00D04B22" w:rsidP="00D04B22">
                            <w:pPr>
                              <w:jc w:val="center"/>
                              <w:rPr>
                                <w:sz w:val="16"/>
                                <w:szCs w:val="16"/>
                              </w:rPr>
                            </w:pPr>
                            <w:r w:rsidRPr="00CF76BE">
                              <w:rPr>
                                <w:sz w:val="16"/>
                                <w:szCs w:val="16"/>
                              </w:rPr>
                              <w:t>leer</w:t>
                            </w:r>
                          </w:p>
                        </w:txbxContent>
                      </v:textbox>
                    </v:roundrect>
                  </v:group>
                  <v:group id="Gruppieren 76" o:spid="_x0000_s1147" style="position:absolute;left:33032;top:18745;width:25515;height:17094" coordorigin=",495" coordsize="25514,17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">
                    <v:roundrect id="Rechteck: abgerundete Ecken 73" o:spid="_x0000_s1148" style="position:absolute;left:5753;top:11620;width:2160;height:167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" fillcolor="#a5a5a5 [3206]" strokecolor="#181818 [486]" strokeweight="1pt">
                      <v:stroke joinstyle="miter"/>
                      <v:textbox inset="0,0,0,0">
                        <w:txbxContent>
                          <w:p w14:paraId="0CD43E8B" w14:textId="77777777" w:rsidR="00D04B22" w:rsidRPr="00CF76BE" w:rsidRDefault="00D04B22" w:rsidP="00D04B22">
                            <w:pPr>
                              <w:jc w:val="center"/>
                              <w:rPr>
                                <w:sz w:val="16"/>
                                <w:szCs w:val="16"/>
                              </w:rPr>
                            </w:pPr>
                            <w:r w:rsidRPr="00CF76BE">
                              <w:rPr>
                                <w:sz w:val="16"/>
                                <w:szCs w:val="16"/>
                              </w:rPr>
                              <w:t>leer</w:t>
                            </w:r>
                          </w:p>
                        </w:txbxContent>
                      </v:textbox>
                    </v:roundrect>
                    <v:roundrect id="Rechteck: abgerundete Ecken 73" o:spid="_x0000_s1149" style="position:absolute;left:8305;top:11620;width:2159;height:166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" fillcolor="#a5a5a5 [3206]" strokecolor="#181818 [486]" strokeweight="1pt">
                      <v:stroke joinstyle="miter"/>
                      <v:textbox inset="0,0,0,0">
                        <w:txbxContent>
                          <w:p w14:paraId="45700E6C" w14:textId="77777777" w:rsidR="00D04B22" w:rsidRPr="00CF76BE" w:rsidRDefault="00D04B22" w:rsidP="00D04B22">
                            <w:pPr>
                              <w:jc w:val="center"/>
                              <w:rPr>
                                <w:sz w:val="16"/>
                                <w:szCs w:val="16"/>
                              </w:rPr>
                            </w:pPr>
                            <w:r w:rsidRPr="00CF76BE">
                              <w:rPr>
                                <w:sz w:val="16"/>
                                <w:szCs w:val="16"/>
                              </w:rPr>
                              <w:t>leer</w:t>
                            </w:r>
                          </w:p>
                        </w:txbxContent>
                      </v:textbox>
                    </v:roundrect>
                    <v:roundrect id="Rechteck: abgerundete Ecken 73" o:spid="_x0000_s1150" style="position:absolute;left:11582;top:11658;width:2159;height:166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" fillcolor="#a5a5a5 [3206]" strokecolor="#181818 [486]" strokeweight="1pt">
                      <v:stroke joinstyle="miter"/>
                      <v:textbox inset="0,0,0,0">
                        <w:txbxContent>
                          <w:p w14:paraId="748DD5B8" w14:textId="77777777" w:rsidR="00D04B22" w:rsidRPr="00CF76BE" w:rsidRDefault="00D04B22" w:rsidP="00D04B22">
                            <w:pPr>
                              <w:jc w:val="center"/>
                              <w:rPr>
                                <w:sz w:val="16"/>
                                <w:szCs w:val="16"/>
                              </w:rPr>
                            </w:pPr>
                            <w:r w:rsidRPr="00CF76BE">
                              <w:rPr>
                                <w:sz w:val="16"/>
                                <w:szCs w:val="16"/>
                              </w:rPr>
                              <w:t>leer</w:t>
                            </w:r>
                          </w:p>
                        </w:txbxContent>
                      </v:textbox>
                    </v:roundrect>
                    <v:line id="Gerade Verbindung 21" o:spid="_x0000_s1151" style="position:absolute;visibility:visible;mso-wrap-style:square" from="3619,14173" to="4724,161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" strokecolor="#44546a [3215]" strokeweight="2.25pt">
                      <v:stroke joinstyle="miter"/>
                    </v:line>
                    <v:oval id="Ellipse 60365474" o:spid="_x0000_s1152" style="position:absolute;left:13258;top:495;width:2708;height:27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" fillcolor="#ed7d31 [3205]" strokecolor="#44546a [3215]" strokeweight="2.25pt">
                      <v:stroke joinstyle="miter"/>
                    </v:oval>
                    <v:oval id="Ellipse 269074411" o:spid="_x0000_s1153" style="position:absolute;left:7086;top:4381;width:2707;height:27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" fillcolor="#ed7d31 [3205]" strokecolor="#44546a [3215]" strokeweight="2.25pt">
                      <v:stroke joinstyle="miter"/>
                    </v:oval>
                    <v:oval id="Ellipse 708206387" o:spid="_x0000_s1154" style="position:absolute;left:18669;top:4343;width:2705;height:27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" fillcolor="#ed7d31 [3205]" strokecolor="#44546a [3215]" strokeweight="2.25pt">
                      <v:stroke joinstyle="miter"/>
                    </v:oval>
                    <v:oval id="Ellipse 186164454" o:spid="_x0000_s1155" style="position:absolute;left:4381;top:8077;width:2707;height:27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" fillcolor="#ed7d31 [3205]" strokecolor="#44546a [3215]" strokeweight="2.25pt">
                      <v:stroke joinstyle="miter"/>
                    </v:oval>
                    <v:oval id="Ellipse 1850210898" o:spid="_x0000_s1156" style="position:absolute;left:9677;top:8153;width:2707;height:27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" fillcolor="#ed7d31 [3205]" strokecolor="#44546a [3215]" strokeweight="2.25pt">
                      <v:stroke joinstyle="miter"/>
                    </v:oval>
                    <v:oval id="Ellipse 507534997" o:spid="_x0000_s1157" style="position:absolute;left:21297;top:8077;width:2706;height:27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" fillcolor="#ed7d31 [3205]" strokecolor="#44546a [3215]" strokeweight="2.25pt">
                      <v:stroke joinstyle="miter"/>
                    </v:oval>
                    <v:oval id="Ellipse 1419997101" o:spid="_x0000_s1158" style="position:absolute;left:1676;top:11849;width:2707;height:27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" fillcolor="#ed7d31 [3205]" strokecolor="#44546a [3215]" strokeweight="2.25pt">
                      <v:stroke joinstyle="miter"/>
                    </v:oval>
                    <v:oval id="Ellipse 70306219" o:spid="_x0000_s1159" style="position:absolute;left:15887;top:8077;width:2705;height:27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" fillcolor="#ed7d31 [3205]" strokecolor="#44546a [3215]" strokeweight="2.25pt">
                      <v:stroke joinstyle="miter"/>
                    </v:oval>
                    <v:roundrect id="Rechteck: abgerundete Ecken 73" o:spid="_x0000_s1160" style="position:absolute;top:15887;width:2159;height:166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" fillcolor="#a5a5a5 [3206]" strokecolor="#181818 [486]" strokeweight="1pt">
                      <v:stroke joinstyle="miter"/>
                      <v:textbox inset="0,0,0,0">
                        <w:txbxContent>
                          <w:p w14:paraId="21D6D225" w14:textId="77777777" w:rsidR="00D04B22" w:rsidRPr="00CF76BE" w:rsidRDefault="00D04B22" w:rsidP="00D04B22">
                            <w:pPr>
                              <w:jc w:val="center"/>
                              <w:rPr>
                                <w:sz w:val="16"/>
                                <w:szCs w:val="16"/>
                              </w:rPr>
                            </w:pPr>
                            <w:r w:rsidRPr="00CF76BE">
                              <w:rPr>
                                <w:sz w:val="16"/>
                                <w:szCs w:val="16"/>
                              </w:rPr>
                              <w:t>leer</w:t>
                            </w:r>
                          </w:p>
                        </w:txbxContent>
                      </v:textbox>
                    </v:roundrect>
                    <v:roundrect id="Rechteck: abgerundete Ecken 73" o:spid="_x0000_s1161" style="position:absolute;left:14401;top:11658;width:2159;height:166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" fillcolor="#a5a5a5 [3206]" strokecolor="#181818 [486]" strokeweight="1pt">
                      <v:stroke joinstyle="miter"/>
                      <v:textbox inset="0,0,0,0">
                        <w:txbxContent>
                          <w:p w14:paraId="018AFEF9" w14:textId="77777777" w:rsidR="00D04B22" w:rsidRPr="00CF76BE" w:rsidRDefault="00D04B22" w:rsidP="00D04B22">
                            <w:pPr>
                              <w:jc w:val="center"/>
                              <w:rPr>
                                <w:sz w:val="16"/>
                                <w:szCs w:val="16"/>
                              </w:rPr>
                            </w:pPr>
                            <w:r w:rsidRPr="00CF76BE">
                              <w:rPr>
                                <w:sz w:val="16"/>
                                <w:szCs w:val="16"/>
                              </w:rPr>
                              <w:t>leer</w:t>
                            </w:r>
                          </w:p>
                        </w:txbxContent>
                      </v:textbox>
                    </v:roundrect>
                    <v:roundrect id="Rechteck: abgerundete Ecken 73" o:spid="_x0000_s1162" style="position:absolute;left:17640;top:11658;width:2159;height:166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" fillcolor="#a5a5a5 [3206]" strokecolor="#181818 [486]" strokeweight="1pt">
                      <v:stroke joinstyle="miter"/>
                      <v:textbox inset="0,0,0,0">
                        <w:txbxContent>
                          <w:p w14:paraId="3DE28E18" w14:textId="77777777" w:rsidR="00D04B22" w:rsidRPr="00CF76BE" w:rsidRDefault="00D04B22" w:rsidP="00D04B22">
                            <w:pPr>
                              <w:jc w:val="center"/>
                              <w:rPr>
                                <w:sz w:val="16"/>
                                <w:szCs w:val="16"/>
                              </w:rPr>
                            </w:pPr>
                            <w:r w:rsidRPr="00CF76BE">
                              <w:rPr>
                                <w:sz w:val="16"/>
                                <w:szCs w:val="16"/>
                              </w:rPr>
                              <w:t>leer</w:t>
                            </w:r>
                          </w:p>
                        </w:txbxContent>
                      </v:textbox>
                    </v:roundrect>
                    <v:roundrect id="Rechteck: abgerundete Ecken 73" o:spid="_x0000_s1163" style="position:absolute;left:20078;top:11696;width:2159;height:166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" fillcolor="#a5a5a5 [3206]" strokecolor="#181818 [486]" strokeweight="1pt">
                      <v:stroke joinstyle="miter"/>
                      <v:textbox inset="0,0,0,0">
                        <w:txbxContent>
                          <w:p w14:paraId="2B663724" w14:textId="77777777" w:rsidR="00D04B22" w:rsidRPr="00CF76BE" w:rsidRDefault="00D04B22" w:rsidP="00D04B22">
                            <w:pPr>
                              <w:jc w:val="center"/>
                              <w:rPr>
                                <w:sz w:val="16"/>
                                <w:szCs w:val="16"/>
                              </w:rPr>
                            </w:pPr>
                            <w:r w:rsidRPr="00CF76BE">
                              <w:rPr>
                                <w:sz w:val="16"/>
                                <w:szCs w:val="16"/>
                              </w:rPr>
                              <w:t>leer</w:t>
                            </w:r>
                          </w:p>
                        </w:txbxContent>
                      </v:textbox>
                    </v:roundrect>
                    <v:roundrect id="Rechteck: abgerundete Ecken 73" o:spid="_x0000_s1164" style="position:absolute;left:23355;top:11696;width:2159;height:166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" fillcolor="#a5a5a5 [3206]" strokecolor="#181818 [486]" strokeweight="1pt">
                      <v:stroke joinstyle="miter"/>
                      <v:textbox inset="0,0,0,0">
                        <w:txbxContent>
                          <w:p w14:paraId="382E8610" w14:textId="77777777" w:rsidR="00D04B22" w:rsidRPr="00CF76BE" w:rsidRDefault="00D04B22" w:rsidP="00D04B22">
                            <w:pPr>
                              <w:jc w:val="center"/>
                              <w:rPr>
                                <w:sz w:val="16"/>
                                <w:szCs w:val="16"/>
                              </w:rPr>
                            </w:pPr>
                            <w:r w:rsidRPr="00CF76BE">
                              <w:rPr>
                                <w:sz w:val="16"/>
                                <w:szCs w:val="16"/>
                              </w:rPr>
                              <w:t>leer</w:t>
                            </w:r>
                          </w:p>
                        </w:txbxContent>
                      </v:textbox>
                    </v:roundrect>
                    <v:line id="Gerade Verbindung 20" o:spid="_x0000_s1165" style="position:absolute;flip:x;visibility:visible;mso-wrap-style:square" from="1181,14155" to="2072,15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" strokecolor="#44546a [3215]" strokeweight="2.25pt">
                      <v:stroke joinstyle="miter"/>
                    </v:line>
                    <v:roundrect id="Rechteck: abgerundete Ecken 73" o:spid="_x0000_s1166" style="position:absolute;left:3390;top:15925;width:2160;height:167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" fillcolor="#a5a5a5 [3206]" strokecolor="#181818 [486]" strokeweight="1pt">
                      <v:stroke joinstyle="miter"/>
                      <v:textbox inset="0,0,0,0">
                        <w:txbxContent>
                          <w:p w14:paraId="2079889F" w14:textId="77777777" w:rsidR="00D04B22" w:rsidRPr="00CF76BE" w:rsidRDefault="00D04B22" w:rsidP="00D04B22">
                            <w:pPr>
                              <w:jc w:val="center"/>
                              <w:rPr>
                                <w:sz w:val="16"/>
                                <w:szCs w:val="16"/>
                              </w:rPr>
                            </w:pPr>
                            <w:r w:rsidRPr="00CF76BE">
                              <w:rPr>
                                <w:sz w:val="16"/>
                                <w:szCs w:val="16"/>
                              </w:rPr>
                              <w:t>leer</w:t>
                            </w:r>
                          </w:p>
                        </w:txbxContent>
                      </v:textbox>
                    </v:roundrect>
                  </v:group>
                </v:group>
                <w10:wrap type="topAndBottom"/>
              </v:group>
            </w:pict>
          </mc:Fallback>
        </mc:AlternateContent>
      </w:r>
      <w:r w:rsidR="000F57EE">
        <w:t>Aufgrund der nicht linearen Struktur eignet sich für die Umsetzung eines Binärbaums als Datenstruktur ein rekursiver Ansatz. Demnach besteht ein Binärbaum aus einer Wurzel</w:t>
      </w:r>
      <w:r>
        <w:t xml:space="preserve"> sowie</w:t>
      </w:r>
      <w:r w:rsidR="000F57EE">
        <w:t xml:space="preserve"> einem linken Teilbaum und einem rechten Teilbaum. </w:t>
      </w:r>
      <w:r>
        <w:t>Der linke und / oder der rechte Teilbaum können ein leerer Baum sein. Andernfalls lassen sich d</w:t>
      </w:r>
      <w:r w:rsidR="000F57EE">
        <w:t xml:space="preserve">er linke und der rechte Teilbaum </w:t>
      </w:r>
      <w:r>
        <w:t>wieder als Binärbaum</w:t>
      </w:r>
      <w:r w:rsidR="000F57EE">
        <w:t xml:space="preserve"> beschreiben</w:t>
      </w:r>
      <w:r>
        <w:t>, der aus einer Wurzel, einem linken und einem rechten Teilbaum besteht</w:t>
      </w:r>
      <w:r w:rsidR="000F57EE">
        <w:t xml:space="preserve">. Abbildung </w:t>
      </w:r>
      <w:r w:rsidR="00224E25">
        <w:t>6</w:t>
      </w:r>
      <w:r w:rsidR="000F57EE">
        <w:t xml:space="preserve"> veranschaulicht diese Betrachtungsweise. Aus der Sicht des gelben Knotens, der Wurzel, </w:t>
      </w:r>
      <w:r>
        <w:t>ist</w:t>
      </w:r>
      <w:r w:rsidR="000F57EE">
        <w:t xml:space="preserve"> der linke Teilbaum jeweils blau und der rechte Teilbaum jeweils grün gefärbt. Diese Betrachtung kann von Ebene zu Ebene in Richtung Blattknoten rekursiv fortgesetzt werden, bis ein Blatt schließlich ein Wurzelknoten </w:t>
      </w:r>
      <w:r w:rsidR="00CF76BE">
        <w:t xml:space="preserve">mit einem leeren linken und rechten Teilbaum </w:t>
      </w:r>
      <w:r w:rsidR="000F57EE">
        <w:t>ist</w:t>
      </w:r>
      <w:r w:rsidR="00CF76BE">
        <w:t>.</w:t>
      </w:r>
    </w:p>
    <w:p w14:paraId="1B98BFFC" w14:textId="61ABC3AD" w:rsidR="00C20B57" w:rsidRPr="00B832A2" w:rsidRDefault="00224E25" w:rsidP="00B832A2">
      <w:pPr>
        <w:autoSpaceDE w:val="0"/>
        <w:autoSpaceDN w:val="0"/>
        <w:adjustRightInd w:val="0"/>
        <w:spacing w:after="0"/>
        <w:rPr>
          <w:rFonts w:ascii="Courier New" w:hAnsi="Courier New" w:cs="Courier New"/>
          <w:color w:val="000000"/>
        </w:rPr>
      </w:pPr>
      <w:bookmarkStart w:id="2" w:name="_Hlk178784774"/>
      <w:r>
        <w:t>Im Anhang finden Sie eine Übersicht über die Operationen</w:t>
      </w:r>
      <w:r w:rsidR="00190A09">
        <w:t xml:space="preserve"> einer Klasse </w:t>
      </w:r>
      <w:r w:rsidR="00190A09" w:rsidRPr="0090616A">
        <w:rPr>
          <w:rFonts w:ascii="Courier New" w:hAnsi="Courier New" w:cs="Courier New"/>
        </w:rPr>
        <w:t>Binärbaum</w:t>
      </w:r>
      <w:r>
        <w:t xml:space="preserve">, die </w:t>
      </w:r>
      <w:r w:rsidR="00190A09">
        <w:t>e</w:t>
      </w:r>
      <w:r>
        <w:t>ine rekursiv</w:t>
      </w:r>
      <w:r w:rsidR="00190A09">
        <w:t>e</w:t>
      </w:r>
      <w:r>
        <w:t xml:space="preserve"> </w:t>
      </w:r>
      <w:r w:rsidR="00190A09">
        <w:t>I</w:t>
      </w:r>
      <w:r>
        <w:t>mplementier</w:t>
      </w:r>
      <w:r w:rsidR="00190A09">
        <w:t>ung der Datenstruktur</w:t>
      </w:r>
      <w:r>
        <w:t xml:space="preserve"> Binärbaum zur Verfügung stellt. Der </w:t>
      </w:r>
      <w:proofErr w:type="spellStart"/>
      <w:r w:rsidR="00190A09">
        <w:t>Standardkonstruktor</w:t>
      </w:r>
      <w:proofErr w:type="spellEnd"/>
      <w:r w:rsidR="00190A09">
        <w:t xml:space="preserve"> </w:t>
      </w:r>
      <w:proofErr w:type="spellStart"/>
      <w:proofErr w:type="gramStart"/>
      <w:r w:rsidR="00B832A2" w:rsidRPr="00E017FE">
        <w:rPr>
          <w:rFonts w:ascii="Courier New" w:hAnsi="Courier New" w:cs="Courier New"/>
          <w:color w:val="000000"/>
        </w:rPr>
        <w:t>BinTree</w:t>
      </w:r>
      <w:proofErr w:type="spellEnd"/>
      <w:r w:rsidR="00B832A2" w:rsidRPr="00E017FE">
        <w:rPr>
          <w:rFonts w:ascii="Courier New" w:hAnsi="Courier New" w:cs="Courier New"/>
          <w:color w:val="000000"/>
        </w:rPr>
        <w:t>(</w:t>
      </w:r>
      <w:proofErr w:type="gramEnd"/>
      <w:r w:rsidR="00B832A2" w:rsidRPr="00E017FE">
        <w:rPr>
          <w:rFonts w:ascii="Courier New" w:hAnsi="Courier New" w:cs="Courier New"/>
          <w:color w:val="000000"/>
        </w:rPr>
        <w:t>)</w:t>
      </w:r>
      <w:r w:rsidR="00B832A2" w:rsidRPr="00B832A2">
        <w:t xml:space="preserve"> </w:t>
      </w:r>
      <w:r w:rsidR="00190A09">
        <w:t>erzeugt einen</w:t>
      </w:r>
      <w:r w:rsidR="00C20B57">
        <w:t xml:space="preserve"> leeren</w:t>
      </w:r>
      <w:r w:rsidR="00190A09">
        <w:t xml:space="preserve"> Binärbaum.</w:t>
      </w:r>
      <w:r w:rsidR="00C20B57">
        <w:t xml:space="preserve"> Ein leerer Binärbaum besitzt keinen Inhalt und keine Teilbäume.</w:t>
      </w:r>
      <w:r w:rsidR="00190A09">
        <w:t xml:space="preserve"> Der Konstruktor </w:t>
      </w:r>
      <w:proofErr w:type="spellStart"/>
      <w:proofErr w:type="gramStart"/>
      <w:r w:rsidR="00190A09" w:rsidRPr="00190A09">
        <w:rPr>
          <w:rFonts w:ascii="Courier New" w:hAnsi="Courier New" w:cs="Courier New"/>
        </w:rPr>
        <w:t>BinTree</w:t>
      </w:r>
      <w:proofErr w:type="spellEnd"/>
      <w:r w:rsidR="00190A09" w:rsidRPr="00190A09">
        <w:rPr>
          <w:rFonts w:ascii="Courier New" w:hAnsi="Courier New" w:cs="Courier New"/>
        </w:rPr>
        <w:t>(</w:t>
      </w:r>
      <w:proofErr w:type="spellStart"/>
      <w:proofErr w:type="gramEnd"/>
      <w:r w:rsidR="00190A09" w:rsidRPr="00190A09">
        <w:rPr>
          <w:rFonts w:ascii="Courier New" w:hAnsi="Courier New" w:cs="Courier New"/>
        </w:rPr>
        <w:t>inhalt</w:t>
      </w:r>
      <w:proofErr w:type="spellEnd"/>
      <w:r w:rsidR="00190A09" w:rsidRPr="00190A09">
        <w:rPr>
          <w:rFonts w:ascii="Courier New" w:hAnsi="Courier New" w:cs="Courier New"/>
        </w:rPr>
        <w:t xml:space="preserve">: </w:t>
      </w:r>
      <w:proofErr w:type="gramStart"/>
      <w:r w:rsidR="00190A09" w:rsidRPr="00190A09">
        <w:rPr>
          <w:rFonts w:ascii="Courier New" w:hAnsi="Courier New" w:cs="Courier New"/>
        </w:rPr>
        <w:t>Inhaltstyp)</w:t>
      </w:r>
      <w:r w:rsidR="00190A09">
        <w:rPr>
          <w:rFonts w:cstheme="minorHAnsi"/>
        </w:rPr>
        <w:t>erzeugt</w:t>
      </w:r>
      <w:proofErr w:type="gramEnd"/>
      <w:r w:rsidR="00190A09">
        <w:rPr>
          <w:rFonts w:cstheme="minorHAnsi"/>
        </w:rPr>
        <w:t xml:space="preserve"> einen Binärbaum mit dem Wert des Parameters </w:t>
      </w:r>
      <w:proofErr w:type="spellStart"/>
      <w:r w:rsidR="00190A09" w:rsidRPr="00243501">
        <w:rPr>
          <w:rFonts w:ascii="Courier New" w:hAnsi="Courier New" w:cs="Courier New"/>
        </w:rPr>
        <w:t>inhalt</w:t>
      </w:r>
      <w:proofErr w:type="spellEnd"/>
      <w:r w:rsidR="00190A09">
        <w:rPr>
          <w:rFonts w:cstheme="minorHAnsi"/>
        </w:rPr>
        <w:t xml:space="preserve"> als Inhalt des Wurzelknotens</w:t>
      </w:r>
      <w:r w:rsidR="00352EEC">
        <w:rPr>
          <w:rStyle w:val="Funotenzeichen"/>
          <w:rFonts w:cstheme="minorHAnsi"/>
        </w:rPr>
        <w:footnoteReference w:id="2"/>
      </w:r>
      <w:r w:rsidR="00190A09">
        <w:rPr>
          <w:rFonts w:cstheme="minorHAnsi"/>
        </w:rPr>
        <w:t xml:space="preserve">. </w:t>
      </w:r>
      <w:r w:rsidR="00C20B57">
        <w:rPr>
          <w:rFonts w:cstheme="minorHAnsi"/>
        </w:rPr>
        <w:t>Außerdem erhält die Wurzel jeweils einen leeren Binärbaum als linkes und rechtes Kind.</w:t>
      </w:r>
      <w:r w:rsidR="00CF76BE">
        <w:rPr>
          <w:rFonts w:cstheme="minorHAnsi"/>
        </w:rPr>
        <w:t xml:space="preserve"> </w:t>
      </w:r>
      <w:r w:rsidR="00C20B57">
        <w:rPr>
          <w:rFonts w:cstheme="minorHAnsi"/>
        </w:rPr>
        <w:t xml:space="preserve"> </w:t>
      </w:r>
    </w:p>
    <w:p w14:paraId="6E3CA479" w14:textId="505E7B6A" w:rsidR="00C20B57" w:rsidRDefault="00C20B57" w:rsidP="00991A2D">
      <w:pPr>
        <w:rPr>
          <w:rFonts w:cstheme="minorHAnsi"/>
        </w:rPr>
      </w:pPr>
      <w:r>
        <w:rPr>
          <w:rFonts w:cstheme="minorHAnsi"/>
        </w:rPr>
        <w:t xml:space="preserve">Mit den Operationen </w:t>
      </w:r>
      <w:proofErr w:type="spellStart"/>
      <w:r w:rsidRPr="003069C3">
        <w:rPr>
          <w:rFonts w:ascii="Courier New" w:hAnsi="Courier New" w:cs="Courier New"/>
        </w:rPr>
        <w:t>getItem</w:t>
      </w:r>
      <w:proofErr w:type="spellEnd"/>
      <w:r>
        <w:rPr>
          <w:rFonts w:cstheme="minorHAnsi"/>
        </w:rPr>
        <w:t xml:space="preserve"> bzw. </w:t>
      </w:r>
      <w:proofErr w:type="spellStart"/>
      <w:r w:rsidRPr="003069C3">
        <w:rPr>
          <w:rFonts w:ascii="Courier New" w:hAnsi="Courier New" w:cs="Courier New"/>
        </w:rPr>
        <w:t>setItem</w:t>
      </w:r>
      <w:proofErr w:type="spellEnd"/>
      <w:r>
        <w:rPr>
          <w:rFonts w:cstheme="minorHAnsi"/>
        </w:rPr>
        <w:t xml:space="preserve"> kann der Inhaltswert der Wurzel ausgelesen bzw. neu gesetzt werden. </w:t>
      </w:r>
      <w:r w:rsidR="005D6B37">
        <w:rPr>
          <w:rFonts w:cstheme="minorHAnsi"/>
        </w:rPr>
        <w:t>D</w:t>
      </w:r>
      <w:r>
        <w:rPr>
          <w:rFonts w:cstheme="minorHAnsi"/>
        </w:rPr>
        <w:t xml:space="preserve">ie Operation </w:t>
      </w:r>
      <w:proofErr w:type="spellStart"/>
      <w:r w:rsidRPr="003069C3">
        <w:rPr>
          <w:rFonts w:ascii="Courier New" w:hAnsi="Courier New" w:cs="Courier New"/>
        </w:rPr>
        <w:t>getItem</w:t>
      </w:r>
      <w:proofErr w:type="spellEnd"/>
      <w:r>
        <w:rPr>
          <w:rFonts w:cstheme="minorHAnsi"/>
        </w:rPr>
        <w:t xml:space="preserve"> darf nur angewendet werden, wenn </w:t>
      </w:r>
      <w:r w:rsidR="003069C3">
        <w:rPr>
          <w:rFonts w:cstheme="minorHAnsi"/>
        </w:rPr>
        <w:t xml:space="preserve">die Wurzel einen Inhaltswert hat, das heißt, wenn der Baum nicht leer ist. Daher kann mit der Operation </w:t>
      </w:r>
      <w:proofErr w:type="spellStart"/>
      <w:r w:rsidR="003069C3" w:rsidRPr="003069C3">
        <w:rPr>
          <w:rFonts w:ascii="Courier New" w:hAnsi="Courier New" w:cs="Courier New"/>
        </w:rPr>
        <w:t>isEmpty</w:t>
      </w:r>
      <w:proofErr w:type="spellEnd"/>
      <w:r w:rsidR="003069C3">
        <w:rPr>
          <w:rFonts w:cstheme="minorHAnsi"/>
        </w:rPr>
        <w:t xml:space="preserve"> ggf. vorher geprüft werden, ob ein Baum leer ist. Bei einem leeren Baum setzt </w:t>
      </w:r>
      <w:proofErr w:type="spellStart"/>
      <w:r w:rsidR="003069C3" w:rsidRPr="003069C3">
        <w:rPr>
          <w:rFonts w:ascii="Courier New" w:hAnsi="Courier New" w:cs="Courier New"/>
        </w:rPr>
        <w:t>setItem</w:t>
      </w:r>
      <w:proofErr w:type="spellEnd"/>
      <w:r w:rsidR="003069C3">
        <w:rPr>
          <w:rFonts w:cstheme="minorHAnsi"/>
        </w:rPr>
        <w:t xml:space="preserve"> den Inhalt </w:t>
      </w:r>
      <w:r w:rsidR="003069C3">
        <w:rPr>
          <w:rFonts w:cstheme="minorHAnsi"/>
        </w:rPr>
        <w:lastRenderedPageBreak/>
        <w:t xml:space="preserve">der Wurzel auf den übergebenen Wert und erzeugt einen leeren linken und rechten Teilbaum. </w:t>
      </w:r>
      <w:r w:rsidR="00D44A00">
        <w:rPr>
          <w:rFonts w:cstheme="minorHAnsi"/>
        </w:rPr>
        <w:t>Ist</w:t>
      </w:r>
      <w:r w:rsidR="003069C3">
        <w:rPr>
          <w:rFonts w:cstheme="minorHAnsi"/>
        </w:rPr>
        <w:t xml:space="preserve"> der Baum nicht leer, wird der Inhalt der Wurzel überschrieben.</w:t>
      </w:r>
    </w:p>
    <w:p w14:paraId="4CA3B58C" w14:textId="481E56F6" w:rsidR="003069C3" w:rsidRDefault="003069C3" w:rsidP="00991A2D">
      <w:pPr>
        <w:rPr>
          <w:rFonts w:cstheme="minorHAnsi"/>
        </w:rPr>
      </w:pPr>
      <w:r>
        <w:rPr>
          <w:rFonts w:cstheme="minorHAnsi"/>
        </w:rPr>
        <w:t>Auf d</w:t>
      </w:r>
      <w:r w:rsidR="005D6B37">
        <w:rPr>
          <w:rFonts w:cstheme="minorHAnsi"/>
        </w:rPr>
        <w:t>en</w:t>
      </w:r>
      <w:r>
        <w:rPr>
          <w:rFonts w:cstheme="minorHAnsi"/>
        </w:rPr>
        <w:t xml:space="preserve"> linke</w:t>
      </w:r>
      <w:r w:rsidR="005D6B37">
        <w:rPr>
          <w:rFonts w:cstheme="minorHAnsi"/>
        </w:rPr>
        <w:t>n</w:t>
      </w:r>
      <w:r>
        <w:rPr>
          <w:rFonts w:cstheme="minorHAnsi"/>
        </w:rPr>
        <w:t xml:space="preserve"> </w:t>
      </w:r>
      <w:r w:rsidR="005D6B37">
        <w:rPr>
          <w:rFonts w:cstheme="minorHAnsi"/>
        </w:rPr>
        <w:t>bzw. rechten Teilbaum</w:t>
      </w:r>
      <w:r>
        <w:rPr>
          <w:rFonts w:cstheme="minorHAnsi"/>
        </w:rPr>
        <w:t xml:space="preserve"> eines Knotens kann mithilfe der </w:t>
      </w:r>
      <w:r w:rsidR="00D44A00">
        <w:rPr>
          <w:rFonts w:cstheme="minorHAnsi"/>
        </w:rPr>
        <w:t>Operationen</w:t>
      </w:r>
      <w:r>
        <w:rPr>
          <w:rFonts w:cstheme="minorHAnsi"/>
        </w:rPr>
        <w:t xml:space="preserve"> </w:t>
      </w:r>
      <w:proofErr w:type="spellStart"/>
      <w:r w:rsidRPr="00D44A00">
        <w:rPr>
          <w:rFonts w:ascii="Courier New" w:hAnsi="Courier New" w:cs="Courier New"/>
        </w:rPr>
        <w:t>getLeft</w:t>
      </w:r>
      <w:proofErr w:type="spellEnd"/>
      <w:r>
        <w:rPr>
          <w:rFonts w:cstheme="minorHAnsi"/>
        </w:rPr>
        <w:t xml:space="preserve"> bzw. </w:t>
      </w:r>
      <w:proofErr w:type="spellStart"/>
      <w:r w:rsidRPr="00D44A00">
        <w:rPr>
          <w:rFonts w:ascii="Courier New" w:hAnsi="Courier New" w:cs="Courier New"/>
        </w:rPr>
        <w:t>getRight</w:t>
      </w:r>
      <w:proofErr w:type="spellEnd"/>
      <w:r>
        <w:rPr>
          <w:rFonts w:cstheme="minorHAnsi"/>
        </w:rPr>
        <w:t xml:space="preserve"> zugegriffen werden. Diese geben den gesamten linken bzw. rechten Teilbaum zurück. Das kann ggf. auch ein leerer Baum sein. Auch diese Operationen dürfen aber nicht auf einen leeren Baum angewendet werden, da hier </w:t>
      </w:r>
      <w:r w:rsidR="005D6B37">
        <w:rPr>
          <w:rFonts w:cstheme="minorHAnsi"/>
        </w:rPr>
        <w:t>weder ein</w:t>
      </w:r>
      <w:r>
        <w:rPr>
          <w:rFonts w:cstheme="minorHAnsi"/>
        </w:rPr>
        <w:t xml:space="preserve"> linker </w:t>
      </w:r>
      <w:r w:rsidR="005D6B37">
        <w:rPr>
          <w:rFonts w:cstheme="minorHAnsi"/>
        </w:rPr>
        <w:t>noch</w:t>
      </w:r>
      <w:r>
        <w:rPr>
          <w:rFonts w:cstheme="minorHAnsi"/>
        </w:rPr>
        <w:t xml:space="preserve"> rechter Teilbaum existieren. </w:t>
      </w:r>
      <w:r w:rsidR="00D44A00">
        <w:rPr>
          <w:rFonts w:cstheme="minorHAnsi"/>
        </w:rPr>
        <w:t xml:space="preserve">Es muss also ggf. vorher mit der Operation </w:t>
      </w:r>
      <w:proofErr w:type="spellStart"/>
      <w:r w:rsidR="00D44A00" w:rsidRPr="00D44A00">
        <w:rPr>
          <w:rFonts w:ascii="Courier New" w:hAnsi="Courier New" w:cs="Courier New"/>
        </w:rPr>
        <w:t>isEmpty</w:t>
      </w:r>
      <w:proofErr w:type="spellEnd"/>
      <w:r w:rsidR="00D44A00">
        <w:rPr>
          <w:rFonts w:cstheme="minorHAnsi"/>
        </w:rPr>
        <w:t xml:space="preserve"> geprüft werden, ob der Baum leer ist. </w:t>
      </w:r>
      <w:r>
        <w:rPr>
          <w:rFonts w:cstheme="minorHAnsi"/>
        </w:rPr>
        <w:t xml:space="preserve">Zum Setzen </w:t>
      </w:r>
      <w:r w:rsidR="00D44A00">
        <w:rPr>
          <w:rFonts w:cstheme="minorHAnsi"/>
        </w:rPr>
        <w:t xml:space="preserve">bzw. </w:t>
      </w:r>
      <w:r w:rsidR="005D6B37">
        <w:rPr>
          <w:rFonts w:cstheme="minorHAnsi"/>
        </w:rPr>
        <w:t>Ü</w:t>
      </w:r>
      <w:r w:rsidR="00D44A00">
        <w:rPr>
          <w:rFonts w:cstheme="minorHAnsi"/>
        </w:rPr>
        <w:t xml:space="preserve">berschreiben des linken bzw. rechten Teilbaums stehen die Methoden </w:t>
      </w:r>
      <w:proofErr w:type="spellStart"/>
      <w:r w:rsidR="00D44A00" w:rsidRPr="00D44A00">
        <w:rPr>
          <w:rFonts w:ascii="Courier New" w:hAnsi="Courier New" w:cs="Courier New"/>
        </w:rPr>
        <w:t>setLeft</w:t>
      </w:r>
      <w:proofErr w:type="spellEnd"/>
      <w:r w:rsidR="00D44A00">
        <w:rPr>
          <w:rFonts w:cstheme="minorHAnsi"/>
        </w:rPr>
        <w:t xml:space="preserve"> und </w:t>
      </w:r>
      <w:proofErr w:type="spellStart"/>
      <w:r w:rsidR="00D44A00" w:rsidRPr="00D44A00">
        <w:rPr>
          <w:rFonts w:ascii="Courier New" w:hAnsi="Courier New" w:cs="Courier New"/>
        </w:rPr>
        <w:t>setRight</w:t>
      </w:r>
      <w:proofErr w:type="spellEnd"/>
      <w:r w:rsidR="00D44A00">
        <w:rPr>
          <w:rFonts w:cstheme="minorHAnsi"/>
        </w:rPr>
        <w:t xml:space="preserve"> zur Verfügung. </w:t>
      </w:r>
    </w:p>
    <w:p w14:paraId="54EC8645" w14:textId="7BA1E4EC" w:rsidR="000F57EE" w:rsidRDefault="00243501" w:rsidP="00991A2D">
      <w:pPr>
        <w:rPr>
          <w:rFonts w:cstheme="minorHAnsi"/>
        </w:rPr>
      </w:pPr>
      <w:r>
        <w:rPr>
          <w:rFonts w:cstheme="minorHAnsi"/>
        </w:rPr>
        <w:t xml:space="preserve">Mithilfe der </w:t>
      </w:r>
      <w:r w:rsidR="00D44A00">
        <w:rPr>
          <w:rFonts w:cstheme="minorHAnsi"/>
        </w:rPr>
        <w:t>Operation</w:t>
      </w:r>
      <w:r>
        <w:rPr>
          <w:rFonts w:cstheme="minorHAnsi"/>
        </w:rPr>
        <w:t xml:space="preserve"> </w:t>
      </w:r>
      <w:proofErr w:type="spellStart"/>
      <w:r w:rsidRPr="00243501">
        <w:rPr>
          <w:rFonts w:ascii="Courier New" w:hAnsi="Courier New" w:cs="Courier New"/>
        </w:rPr>
        <w:t>isLeaf</w:t>
      </w:r>
      <w:proofErr w:type="spellEnd"/>
      <w:r>
        <w:rPr>
          <w:rFonts w:cstheme="minorHAnsi"/>
        </w:rPr>
        <w:t xml:space="preserve"> kann überprüft werden, ob es sich bei einem Knoten um ein Blatt handelt. </w:t>
      </w:r>
      <w:r w:rsidR="00D44A00">
        <w:rPr>
          <w:rFonts w:cstheme="minorHAnsi"/>
        </w:rPr>
        <w:t xml:space="preserve">Mit der Operation </w:t>
      </w:r>
      <w:proofErr w:type="spellStart"/>
      <w:r w:rsidR="00D44A00" w:rsidRPr="00D44A00">
        <w:rPr>
          <w:rFonts w:ascii="Courier New" w:hAnsi="Courier New" w:cs="Courier New"/>
        </w:rPr>
        <w:t>setEmpty</w:t>
      </w:r>
      <w:proofErr w:type="spellEnd"/>
      <w:r w:rsidR="00D44A00">
        <w:rPr>
          <w:rFonts w:cstheme="minorHAnsi"/>
        </w:rPr>
        <w:t xml:space="preserve"> kann ein Binärbaum schließlich auf einen leeren Binärbaum zurückgesetzt werden.</w:t>
      </w:r>
    </w:p>
    <w:p w14:paraId="0D025F67" w14:textId="3A4A3170" w:rsidR="005D6B37" w:rsidRDefault="00B832A2" w:rsidP="00991A2D">
      <w:pPr>
        <w:rPr>
          <w:rFonts w:cstheme="minorHAnsi"/>
        </w:rPr>
      </w:pPr>
      <w:r>
        <w:rPr>
          <w:rFonts w:cstheme="minorHAnsi"/>
          <w:b/>
          <w:bCs/>
        </w:rPr>
        <w:t>Merke</w:t>
      </w:r>
      <w:r w:rsidR="005D6B37" w:rsidRPr="005D6B37">
        <w:rPr>
          <w:rFonts w:cstheme="minorHAnsi"/>
          <w:b/>
          <w:bCs/>
        </w:rPr>
        <w:t>:</w:t>
      </w:r>
      <w:r w:rsidR="005D6B37">
        <w:rPr>
          <w:rFonts w:cstheme="minorHAnsi"/>
        </w:rPr>
        <w:t xml:space="preserve"> Dadurch, dass ein nicht leerer Binärbaum nicht nur einen Inhalt, sondern auch einen linken und einen rechten Teilbaum hat, reicht es einmal </w:t>
      </w:r>
      <w:r>
        <w:rPr>
          <w:rFonts w:cstheme="minorHAnsi"/>
        </w:rPr>
        <w:t xml:space="preserve">mit der Operation </w:t>
      </w:r>
      <w:proofErr w:type="spellStart"/>
      <w:r w:rsidRPr="00B832A2">
        <w:rPr>
          <w:rFonts w:ascii="Courier New" w:hAnsi="Courier New" w:cs="Courier New"/>
        </w:rPr>
        <w:t>isEmpty</w:t>
      </w:r>
      <w:proofErr w:type="spellEnd"/>
      <w:r>
        <w:rPr>
          <w:rFonts w:cstheme="minorHAnsi"/>
        </w:rPr>
        <w:t xml:space="preserve"> </w:t>
      </w:r>
      <w:r w:rsidR="005D6B37">
        <w:rPr>
          <w:rFonts w:cstheme="minorHAnsi"/>
        </w:rPr>
        <w:t xml:space="preserve">zu prüfen, ob der Baum leer ist, um andernfalls </w:t>
      </w:r>
      <w:r>
        <w:rPr>
          <w:rFonts w:cstheme="minorHAnsi"/>
        </w:rPr>
        <w:t xml:space="preserve">für diesen </w:t>
      </w:r>
      <w:r w:rsidR="005D6B37">
        <w:rPr>
          <w:rFonts w:cstheme="minorHAnsi"/>
        </w:rPr>
        <w:t xml:space="preserve">die Operationen </w:t>
      </w:r>
      <w:proofErr w:type="spellStart"/>
      <w:r w:rsidR="005D6B37" w:rsidRPr="005D6B37">
        <w:rPr>
          <w:rFonts w:ascii="Courier New" w:hAnsi="Courier New" w:cs="Courier New"/>
        </w:rPr>
        <w:t>getItem</w:t>
      </w:r>
      <w:proofErr w:type="spellEnd"/>
      <w:r w:rsidR="005D6B37">
        <w:rPr>
          <w:rFonts w:cstheme="minorHAnsi"/>
        </w:rPr>
        <w:t xml:space="preserve">, </w:t>
      </w:r>
      <w:proofErr w:type="spellStart"/>
      <w:r w:rsidR="005D6B37" w:rsidRPr="005D6B37">
        <w:rPr>
          <w:rFonts w:ascii="Courier New" w:hAnsi="Courier New" w:cs="Courier New"/>
        </w:rPr>
        <w:t>getLeft</w:t>
      </w:r>
      <w:proofErr w:type="spellEnd"/>
      <w:r w:rsidR="005D6B37">
        <w:rPr>
          <w:rFonts w:cstheme="minorHAnsi"/>
        </w:rPr>
        <w:t xml:space="preserve"> und </w:t>
      </w:r>
      <w:proofErr w:type="spellStart"/>
      <w:r w:rsidR="005D6B37" w:rsidRPr="005D6B37">
        <w:rPr>
          <w:rFonts w:ascii="Courier New" w:hAnsi="Courier New" w:cs="Courier New"/>
        </w:rPr>
        <w:t>getRight</w:t>
      </w:r>
      <w:proofErr w:type="spellEnd"/>
      <w:r w:rsidR="005D6B37">
        <w:rPr>
          <w:rFonts w:cstheme="minorHAnsi"/>
        </w:rPr>
        <w:t xml:space="preserve"> ausführen zu können, ohne dass es zu einer Fehlermeldung kommt. Die Operationen </w:t>
      </w:r>
      <w:proofErr w:type="spellStart"/>
      <w:r w:rsidR="005D6B37" w:rsidRPr="005D6B37">
        <w:rPr>
          <w:rFonts w:ascii="Courier New" w:hAnsi="Courier New" w:cs="Courier New"/>
        </w:rPr>
        <w:t>getLeft</w:t>
      </w:r>
      <w:proofErr w:type="spellEnd"/>
      <w:r w:rsidR="005D6B37">
        <w:rPr>
          <w:rFonts w:cstheme="minorHAnsi"/>
        </w:rPr>
        <w:t xml:space="preserve"> und </w:t>
      </w:r>
      <w:proofErr w:type="spellStart"/>
      <w:r w:rsidR="005D6B37" w:rsidRPr="005D6B37">
        <w:rPr>
          <w:rFonts w:ascii="Courier New" w:hAnsi="Courier New" w:cs="Courier New"/>
        </w:rPr>
        <w:t>getRight</w:t>
      </w:r>
      <w:proofErr w:type="spellEnd"/>
      <w:r w:rsidR="005D6B37">
        <w:rPr>
          <w:rFonts w:cstheme="minorHAnsi"/>
        </w:rPr>
        <w:t xml:space="preserve"> geben in diesem Fall einen Binärbaum zurück, dieser kann jedoch leer sein. Nur ein leerer Baum hat weder einen Inhalt noch einen linken und rechten Teilbaum.</w:t>
      </w:r>
    </w:p>
    <w:bookmarkEnd w:id="2"/>
    <w:p w14:paraId="07D875E2" w14:textId="77777777" w:rsidR="00243501" w:rsidRPr="00E64599" w:rsidRDefault="00243501" w:rsidP="00E64599">
      <w:pPr>
        <w:spacing w:after="0"/>
        <w:rPr>
          <w:b/>
          <w:bCs/>
        </w:rPr>
      </w:pPr>
      <w:r w:rsidRPr="00E64599">
        <w:rPr>
          <w:b/>
          <w:bCs/>
        </w:rPr>
        <w:t xml:space="preserve">Aufgabe 6: </w:t>
      </w:r>
    </w:p>
    <w:p w14:paraId="20428FD4" w14:textId="4C5996C4" w:rsidR="00243501" w:rsidRDefault="00243501" w:rsidP="00243501">
      <w:pPr>
        <w:pStyle w:val="Listenabsatz"/>
        <w:numPr>
          <w:ilvl w:val="0"/>
          <w:numId w:val="30"/>
        </w:numPr>
      </w:pPr>
      <w:r>
        <w:t xml:space="preserve">Erstellen Sie ein Programm </w:t>
      </w:r>
      <w:proofErr w:type="spellStart"/>
      <w:r w:rsidRPr="00EC3DCD">
        <w:rPr>
          <w:rFonts w:ascii="Courier New" w:hAnsi="Courier New" w:cs="Courier New"/>
        </w:rPr>
        <w:t>StammbaumApp</w:t>
      </w:r>
      <w:proofErr w:type="spellEnd"/>
      <w:r>
        <w:t xml:space="preserve">, welches den Stammbaum in Abbildung 5 in einer globalen Variablen </w:t>
      </w:r>
      <w:proofErr w:type="spellStart"/>
      <w:r w:rsidRPr="00EC3DCD">
        <w:rPr>
          <w:rFonts w:ascii="Courier New" w:hAnsi="Courier New" w:cs="Courier New"/>
        </w:rPr>
        <w:t>stammbaum</w:t>
      </w:r>
      <w:proofErr w:type="spellEnd"/>
      <w:r>
        <w:t xml:space="preserve"> vom Typ </w:t>
      </w:r>
      <w:proofErr w:type="spellStart"/>
      <w:r w:rsidRPr="00EC3DCD">
        <w:rPr>
          <w:rFonts w:ascii="Courier New" w:hAnsi="Courier New" w:cs="Courier New"/>
        </w:rPr>
        <w:t>BinTree</w:t>
      </w:r>
      <w:proofErr w:type="spellEnd"/>
      <w:r>
        <w:t xml:space="preserve"> verwaltet.  Verwenden Sie die Operationen der Klasse </w:t>
      </w:r>
      <w:proofErr w:type="spellStart"/>
      <w:r w:rsidRPr="00EC3DCD">
        <w:rPr>
          <w:rFonts w:ascii="Courier New" w:hAnsi="Courier New" w:cs="Courier New"/>
        </w:rPr>
        <w:t>BinTree</w:t>
      </w:r>
      <w:proofErr w:type="spellEnd"/>
      <w:r>
        <w:t xml:space="preserve">, um den Stammbaum beim Starten des Programms zu erzeugen. Sie können </w:t>
      </w:r>
      <w:r w:rsidR="00B832A2">
        <w:t xml:space="preserve">als Inhaltstyp </w:t>
      </w:r>
      <w:r>
        <w:t xml:space="preserve">der Knoten den Datentyp </w:t>
      </w:r>
      <w:r w:rsidRPr="00D10D04">
        <w:rPr>
          <w:rFonts w:ascii="Courier New" w:hAnsi="Courier New" w:cs="Courier New"/>
        </w:rPr>
        <w:t>Zeichenkette</w:t>
      </w:r>
      <w:r>
        <w:t xml:space="preserve"> verwenden.</w:t>
      </w:r>
    </w:p>
    <w:p w14:paraId="60A204FC" w14:textId="568D95A8" w:rsidR="007106BC" w:rsidRDefault="00F75561" w:rsidP="007106BC">
      <w:pPr>
        <w:pStyle w:val="Listenabsatz"/>
        <w:ind w:left="360"/>
      </w:pPr>
      <w:r w:rsidRPr="00F75561">
        <w:rPr>
          <w:b/>
          <w:bCs/>
        </w:rPr>
        <w:t>Hinweis</w:t>
      </w:r>
      <w:r>
        <w:t xml:space="preserve">: Der Ordner </w:t>
      </w:r>
      <w:r w:rsidRPr="0090616A">
        <w:rPr>
          <w:i/>
          <w:iCs/>
        </w:rPr>
        <w:t xml:space="preserve">Vorlage_Aufgabe6 </w:t>
      </w:r>
      <w:r>
        <w:t xml:space="preserve">enthält eine Vorlage für das Programm. Hier wurde bereits ein </w:t>
      </w:r>
      <w:bookmarkStart w:id="3" w:name="_Hlk178784846"/>
      <w:r w:rsidR="0090616A">
        <w:t>Binär</w:t>
      </w:r>
      <w:r w:rsidR="005A2104">
        <w:t>b</w:t>
      </w:r>
      <w:r>
        <w:t>aum mit Knoten für „Lina“ und „Mama Rosi“ angelegt.</w:t>
      </w:r>
      <w:bookmarkEnd w:id="1"/>
      <w:bookmarkEnd w:id="3"/>
      <w:r>
        <w:t xml:space="preserve"> </w:t>
      </w:r>
    </w:p>
    <w:p w14:paraId="0934B288" w14:textId="1AEA51B0" w:rsidR="00F75561" w:rsidRPr="00E64599" w:rsidRDefault="005A2104" w:rsidP="00F75561">
      <w:pPr>
        <w:pStyle w:val="HTMLVorformatiert"/>
        <w:numPr>
          <w:ilvl w:val="0"/>
          <w:numId w:val="30"/>
        </w:numPr>
        <w:rPr>
          <w:rStyle w:val="java1-space1"/>
          <w:rFonts w:ascii="Calibri" w:hAnsi="Calibri" w:cs="Calibri"/>
          <w:sz w:val="22"/>
          <w:szCs w:val="22"/>
        </w:rPr>
      </w:pPr>
      <w:r>
        <w:rPr>
          <w:noProof/>
        </w:rPr>
        <mc:AlternateContent>
          <mc:Choice Requires="wps">
            <w:drawing>
              <wp:anchor distT="0" distB="0" distL="114300" distR="114300" simplePos="0" relativeHeight="251697152" behindDoc="0" locked="0" layoutInCell="1" allowOverlap="1" wp14:anchorId="59F9F25C" wp14:editId="1F40481F">
                <wp:simplePos x="0" y="0"/>
                <wp:positionH relativeFrom="column">
                  <wp:posOffset>254635</wp:posOffset>
                </wp:positionH>
                <wp:positionV relativeFrom="paragraph">
                  <wp:posOffset>2080895</wp:posOffset>
                </wp:positionV>
                <wp:extent cx="5621020" cy="635"/>
                <wp:effectExtent l="0" t="0" r="0" b="0"/>
                <wp:wrapTopAndBottom/>
                <wp:docPr id="1107060553" name="Textfeld 1"/>
                <wp:cNvGraphicFramePr/>
                <a:graphic xmlns:a="http://schemas.openxmlformats.org/drawingml/2006/main">
                  <a:graphicData uri="http://schemas.microsoft.com/office/word/2010/wordprocessingShape">
                    <wps:wsp>
                      <wps:cNvSpPr txBox="1"/>
                      <wps:spPr>
                        <a:xfrm>
                          <a:off x="0" y="0"/>
                          <a:ext cx="5621020" cy="635"/>
                        </a:xfrm>
                        <a:prstGeom prst="rect">
                          <a:avLst/>
                        </a:prstGeom>
                        <a:solidFill>
                          <a:prstClr val="white"/>
                        </a:solidFill>
                        <a:ln>
                          <a:noFill/>
                        </a:ln>
                      </wps:spPr>
                      <wps:txbx>
                        <w:txbxContent>
                          <w:p w14:paraId="757B3DBC" w14:textId="0831EB53" w:rsidR="00FC4043" w:rsidRPr="00781980" w:rsidRDefault="00FC4043" w:rsidP="00FC4043">
                            <w:pPr>
                              <w:pStyle w:val="UnterschriftINFSI"/>
                              <w:rPr>
                                <w:rFonts w:ascii="Calibri" w:eastAsia="Times New Roman" w:hAnsi="Calibri" w:cs="Calibri"/>
                                <w:noProof/>
                                <w:color w:val="000000"/>
                                <w:sz w:val="22"/>
                                <w:szCs w:val="22"/>
                              </w:rPr>
                            </w:pPr>
                            <w:r>
                              <w:t xml:space="preserve">Abbildung </w:t>
                            </w:r>
                            <w:fldSimple w:instr=" SEQ Abbildung \* ARABIC ">
                              <w:r w:rsidR="00672FAE">
                                <w:rPr>
                                  <w:noProof/>
                                </w:rPr>
                                <w:t>7</w:t>
                              </w:r>
                            </w:fldSimple>
                            <w:r>
                              <w:t>: Implementierung einer Methode traversiere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59F9F25C" id="Textfeld 1" o:spid="_x0000_s1167" type="#_x0000_t202" style="position:absolute;left:0;text-align:left;margin-left:20.05pt;margin-top:163.85pt;width:442.6pt;height:.05pt;z-index:2516971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" stroked="f">
                <v:textbox style="mso-fit-shape-to-text:t" inset="0,0,0,0">
                  <w:txbxContent>
                    <w:p w14:paraId="757B3DBC" w14:textId="0831EB53" w:rsidR="00FC4043" w:rsidRPr="00781980" w:rsidRDefault="00FC4043" w:rsidP="00FC4043">
                      <w:pPr>
                        <w:pStyle w:val="UnterschriftINFSI"/>
                        <w:rPr>
                          <w:rFonts w:ascii="Calibri" w:eastAsia="Times New Roman" w:hAnsi="Calibri" w:cs="Calibri"/>
                          <w:noProof/>
                          <w:color w:val="000000"/>
                          <w:sz w:val="22"/>
                          <w:szCs w:val="22"/>
                        </w:rPr>
                      </w:pPr>
                      <w:r>
                        <w:t xml:space="preserve">Abbildung </w:t>
                      </w:r>
                      <w:fldSimple w:instr=" SEQ Abbildung \* ARABIC ">
                        <w:r w:rsidR="00672FAE">
                          <w:rPr>
                            <w:noProof/>
                          </w:rPr>
                          <w:t>7</w:t>
                        </w:r>
                      </w:fldSimple>
                      <w:r>
                        <w:t>: Implementierung einer Methode traversiere</w:t>
                      </w:r>
                    </w:p>
                  </w:txbxContent>
                </v:textbox>
                <w10:wrap type="topAndBottom"/>
              </v:shape>
            </w:pict>
          </mc:Fallback>
        </mc:AlternateContent>
      </w:r>
      <w:r w:rsidRPr="00E64599">
        <w:rPr>
          <w:rStyle w:val="java1-space1"/>
          <w:rFonts w:ascii="Calibri" w:hAnsi="Calibri" w:cs="Calibri"/>
          <w:noProof/>
          <w:sz w:val="22"/>
          <w:szCs w:val="22"/>
        </w:rPr>
        <mc:AlternateContent>
          <mc:Choice Requires="wps">
            <w:drawing>
              <wp:anchor distT="45720" distB="45720" distL="114300" distR="114300" simplePos="0" relativeHeight="251693056" behindDoc="0" locked="0" layoutInCell="1" allowOverlap="1" wp14:anchorId="2B6670D2" wp14:editId="5C9A8870">
                <wp:simplePos x="0" y="0"/>
                <wp:positionH relativeFrom="column">
                  <wp:posOffset>243205</wp:posOffset>
                </wp:positionH>
                <wp:positionV relativeFrom="paragraph">
                  <wp:posOffset>567690</wp:posOffset>
                </wp:positionV>
                <wp:extent cx="5621020" cy="1485900"/>
                <wp:effectExtent l="0" t="0" r="17780" b="19050"/>
                <wp:wrapTopAndBottom/>
                <wp:docPr id="89751516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1020" cy="1485900"/>
                        </a:xfrm>
                        <a:prstGeom prst="rect">
                          <a:avLst/>
                        </a:prstGeom>
                        <a:solidFill>
                          <a:srgbClr val="FFFFFF"/>
                        </a:solidFill>
                        <a:ln w="9525">
                          <a:solidFill>
                            <a:srgbClr val="000000"/>
                          </a:solidFill>
                          <a:miter lim="800000"/>
                          <a:headEnd/>
                          <a:tailEnd/>
                        </a:ln>
                      </wps:spPr>
                      <wps:txbx>
                        <w:txbxContent>
                          <w:p w14:paraId="3CD82077" w14:textId="77777777" w:rsidR="00E64599" w:rsidRPr="00E64599" w:rsidRDefault="00E64599" w:rsidP="00E64599">
                            <w:pPr>
                              <w:pStyle w:val="Quellcode"/>
                              <w:rPr>
                                <w:rStyle w:val="java1-space1"/>
                                <w:color w:val="auto"/>
                              </w:rPr>
                            </w:pPr>
                            <w:r>
                              <w:rPr>
                                <w:rStyle w:val="java1-space1"/>
                              </w:rPr>
                              <w:t>  </w:t>
                            </w:r>
                            <w:r>
                              <w:rPr>
                                <w:rStyle w:val="java1-reservedword1"/>
                              </w:rPr>
                              <w:t>public</w:t>
                            </w:r>
                            <w:r>
                              <w:rPr>
                                <w:rStyle w:val="java1-space1"/>
                              </w:rPr>
                              <w:t> String </w:t>
                            </w:r>
                            <w:proofErr w:type="spellStart"/>
                            <w:proofErr w:type="gramStart"/>
                            <w:r>
                              <w:rPr>
                                <w:rStyle w:val="java1-space1"/>
                              </w:rPr>
                              <w:t>traversiere</w:t>
                            </w:r>
                            <w:proofErr w:type="spellEnd"/>
                            <w:r>
                              <w:rPr>
                                <w:rStyle w:val="java1-space1"/>
                              </w:rPr>
                              <w:t>(</w:t>
                            </w:r>
                            <w:proofErr w:type="spellStart"/>
                            <w:proofErr w:type="gramEnd"/>
                            <w:r>
                              <w:rPr>
                                <w:rStyle w:val="java1-space1"/>
                              </w:rPr>
                              <w:t>BinTree</w:t>
                            </w:r>
                            <w:proofErr w:type="spellEnd"/>
                            <w:r>
                              <w:rPr>
                                <w:rStyle w:val="java1-space1"/>
                              </w:rPr>
                              <w:t> </w:t>
                            </w:r>
                            <w:proofErr w:type="gramStart"/>
                            <w:r>
                              <w:rPr>
                                <w:rStyle w:val="java1-space1"/>
                              </w:rPr>
                              <w:t>b){</w:t>
                            </w:r>
                            <w:proofErr w:type="gramEnd"/>
                          </w:p>
                          <w:p w14:paraId="0884DE12" w14:textId="77777777" w:rsidR="00E64599" w:rsidRPr="00E64599" w:rsidRDefault="00E64599" w:rsidP="00E64599">
                            <w:pPr>
                              <w:pStyle w:val="Quellcode"/>
                              <w:rPr>
                                <w:rStyle w:val="java1-symbol1"/>
                                <w:color w:val="auto"/>
                                <w:lang w:val="de-DE"/>
                              </w:rPr>
                            </w:pPr>
                            <w:r w:rsidRPr="006819BE">
                              <w:rPr>
                                <w:rStyle w:val="java1-space1"/>
                              </w:rPr>
                              <w:t>    </w:t>
                            </w:r>
                            <w:r w:rsidRPr="00E64599">
                              <w:rPr>
                                <w:rStyle w:val="java1-space1"/>
                                <w:lang w:val="de-DE"/>
                              </w:rPr>
                              <w:t>String </w:t>
                            </w:r>
                            <w:proofErr w:type="spellStart"/>
                            <w:r w:rsidRPr="00E64599">
                              <w:rPr>
                                <w:rStyle w:val="java1-space1"/>
                                <w:lang w:val="de-DE"/>
                              </w:rPr>
                              <w:t>ausgabe</w:t>
                            </w:r>
                            <w:proofErr w:type="spellEnd"/>
                            <w:r w:rsidRPr="00E64599">
                              <w:rPr>
                                <w:rStyle w:val="java1-space1"/>
                                <w:lang w:val="de-DE"/>
                              </w:rPr>
                              <w:t> = </w:t>
                            </w:r>
                            <w:r w:rsidRPr="00E64599">
                              <w:rPr>
                                <w:rStyle w:val="java1-string1"/>
                                <w:lang w:val="de-DE"/>
                              </w:rPr>
                              <w:t>""</w:t>
                            </w:r>
                            <w:r w:rsidRPr="00E64599">
                              <w:rPr>
                                <w:rStyle w:val="java1-symbol1"/>
                                <w:lang w:val="de-DE"/>
                              </w:rPr>
                              <w:t>;</w:t>
                            </w:r>
                          </w:p>
                          <w:p w14:paraId="2552C2F2" w14:textId="6B63FEA6" w:rsidR="005A2104" w:rsidRPr="005A2104" w:rsidRDefault="00E64599" w:rsidP="003F3653">
                            <w:pPr>
                              <w:pStyle w:val="Quellcode"/>
                              <w:rPr>
                                <w:rStyle w:val="java1-reservedword1"/>
                                <w:b w:val="0"/>
                                <w:bCs w:val="0"/>
                                <w:lang w:val="de-DE"/>
                              </w:rPr>
                            </w:pPr>
                            <w:r w:rsidRPr="005A2104">
                              <w:rPr>
                                <w:rStyle w:val="java1-symbol1"/>
                                <w:lang w:val="de-DE"/>
                              </w:rPr>
                              <w:t>    </w:t>
                            </w:r>
                            <w:proofErr w:type="spellStart"/>
                            <w:r w:rsidR="005A2104" w:rsidRPr="005A2104">
                              <w:rPr>
                                <w:rStyle w:val="java1-reservedword1"/>
                                <w:b w:val="0"/>
                                <w:bCs w:val="0"/>
                                <w:lang w:val="de-DE"/>
                              </w:rPr>
                              <w:t>if</w:t>
                            </w:r>
                            <w:proofErr w:type="spellEnd"/>
                            <w:proofErr w:type="gramStart"/>
                            <w:r w:rsidR="005A2104" w:rsidRPr="005A2104">
                              <w:rPr>
                                <w:rStyle w:val="java1-reservedword1"/>
                                <w:b w:val="0"/>
                                <w:bCs w:val="0"/>
                                <w:lang w:val="de-DE"/>
                              </w:rPr>
                              <w:t>(!</w:t>
                            </w:r>
                            <w:proofErr w:type="spellStart"/>
                            <w:r w:rsidR="005A2104" w:rsidRPr="005A2104">
                              <w:rPr>
                                <w:rStyle w:val="java1-reservedword1"/>
                                <w:b w:val="0"/>
                                <w:bCs w:val="0"/>
                                <w:lang w:val="de-DE"/>
                              </w:rPr>
                              <w:t>b</w:t>
                            </w:r>
                            <w:proofErr w:type="gramEnd"/>
                            <w:r w:rsidR="005A2104" w:rsidRPr="005A2104">
                              <w:rPr>
                                <w:rStyle w:val="java1-reservedword1"/>
                                <w:b w:val="0"/>
                                <w:bCs w:val="0"/>
                                <w:lang w:val="de-DE"/>
                              </w:rPr>
                              <w:t>.</w:t>
                            </w:r>
                            <w:proofErr w:type="gramStart"/>
                            <w:r w:rsidR="005A2104" w:rsidRPr="005A2104">
                              <w:rPr>
                                <w:rStyle w:val="java1-reservedword1"/>
                                <w:b w:val="0"/>
                                <w:bCs w:val="0"/>
                                <w:lang w:val="de-DE"/>
                              </w:rPr>
                              <w:t>isEmpty</w:t>
                            </w:r>
                            <w:proofErr w:type="spellEnd"/>
                            <w:r w:rsidR="005A2104" w:rsidRPr="005A2104">
                              <w:rPr>
                                <w:rStyle w:val="java1-reservedword1"/>
                                <w:b w:val="0"/>
                                <w:bCs w:val="0"/>
                                <w:lang w:val="de-DE"/>
                              </w:rPr>
                              <w:t>()){</w:t>
                            </w:r>
                            <w:proofErr w:type="gramEnd"/>
                          </w:p>
                          <w:p w14:paraId="730D7EE0" w14:textId="2400978C" w:rsidR="005A2104" w:rsidRPr="005A2104" w:rsidRDefault="005A2104" w:rsidP="005A2104">
                            <w:pPr>
                              <w:pStyle w:val="Quellcode"/>
                              <w:rPr>
                                <w:rStyle w:val="java1-reservedword1"/>
                                <w:b w:val="0"/>
                                <w:bCs w:val="0"/>
                                <w:lang w:val="de-DE"/>
                              </w:rPr>
                            </w:pPr>
                            <w:r w:rsidRPr="005A2104">
                              <w:rPr>
                                <w:rStyle w:val="java1-reservedword1"/>
                                <w:b w:val="0"/>
                                <w:bCs w:val="0"/>
                                <w:lang w:val="de-DE"/>
                              </w:rPr>
                              <w:t xml:space="preserve">    </w:t>
                            </w:r>
                            <w:r>
                              <w:rPr>
                                <w:rStyle w:val="java1-reservedword1"/>
                                <w:b w:val="0"/>
                                <w:bCs w:val="0"/>
                                <w:lang w:val="de-DE"/>
                              </w:rPr>
                              <w:t xml:space="preserve">  </w:t>
                            </w:r>
                            <w:proofErr w:type="spellStart"/>
                            <w:r w:rsidRPr="005A2104">
                              <w:rPr>
                                <w:rStyle w:val="java1-reservedword1"/>
                                <w:b w:val="0"/>
                                <w:bCs w:val="0"/>
                                <w:lang w:val="de-DE"/>
                              </w:rPr>
                              <w:t>ausgabe</w:t>
                            </w:r>
                            <w:proofErr w:type="spellEnd"/>
                            <w:r w:rsidRPr="005A2104">
                              <w:rPr>
                                <w:rStyle w:val="java1-reservedword1"/>
                                <w:b w:val="0"/>
                                <w:bCs w:val="0"/>
                                <w:lang w:val="de-DE"/>
                              </w:rPr>
                              <w:t xml:space="preserve"> = </w:t>
                            </w:r>
                            <w:proofErr w:type="spellStart"/>
                            <w:r w:rsidRPr="005A2104">
                              <w:rPr>
                                <w:rStyle w:val="java1-reservedword1"/>
                                <w:b w:val="0"/>
                                <w:bCs w:val="0"/>
                                <w:lang w:val="de-DE"/>
                              </w:rPr>
                              <w:t>ausgabe</w:t>
                            </w:r>
                            <w:proofErr w:type="spellEnd"/>
                            <w:r w:rsidRPr="005A2104">
                              <w:rPr>
                                <w:rStyle w:val="java1-reservedword1"/>
                                <w:b w:val="0"/>
                                <w:bCs w:val="0"/>
                                <w:lang w:val="de-DE"/>
                              </w:rPr>
                              <w:t xml:space="preserve"> + </w:t>
                            </w:r>
                            <w:r w:rsidRPr="005A2104">
                              <w:rPr>
                                <w:rStyle w:val="java1-space1"/>
                                <w:lang w:val="de-DE"/>
                              </w:rPr>
                              <w:t>traversiere</w:t>
                            </w:r>
                            <w:r w:rsidRPr="005A2104">
                              <w:rPr>
                                <w:rStyle w:val="java1-reservedword1"/>
                                <w:b w:val="0"/>
                                <w:bCs w:val="0"/>
                                <w:lang w:val="de-DE"/>
                              </w:rPr>
                              <w:t>(</w:t>
                            </w:r>
                            <w:proofErr w:type="spellStart"/>
                            <w:proofErr w:type="gramStart"/>
                            <w:r w:rsidRPr="005A2104">
                              <w:rPr>
                                <w:rStyle w:val="java1-reservedword1"/>
                                <w:b w:val="0"/>
                                <w:bCs w:val="0"/>
                                <w:lang w:val="de-DE"/>
                              </w:rPr>
                              <w:t>b.getLeft</w:t>
                            </w:r>
                            <w:proofErr w:type="spellEnd"/>
                            <w:proofErr w:type="gramEnd"/>
                            <w:r w:rsidRPr="005A2104">
                              <w:rPr>
                                <w:rStyle w:val="java1-reservedword1"/>
                                <w:b w:val="0"/>
                                <w:bCs w:val="0"/>
                                <w:lang w:val="de-DE"/>
                              </w:rPr>
                              <w:t>());</w:t>
                            </w:r>
                          </w:p>
                          <w:p w14:paraId="67C943B8" w14:textId="5A3F591B" w:rsidR="005A2104" w:rsidRPr="005A2104" w:rsidRDefault="005A2104" w:rsidP="005A2104">
                            <w:pPr>
                              <w:pStyle w:val="Quellcode"/>
                              <w:rPr>
                                <w:rStyle w:val="java1-reservedword1"/>
                                <w:b w:val="0"/>
                                <w:bCs w:val="0"/>
                                <w:lang w:val="de-DE"/>
                              </w:rPr>
                            </w:pPr>
                            <w:r w:rsidRPr="005A2104">
                              <w:rPr>
                                <w:rStyle w:val="java1-reservedword1"/>
                                <w:b w:val="0"/>
                                <w:bCs w:val="0"/>
                                <w:lang w:val="de-DE"/>
                              </w:rPr>
                              <w:t xml:space="preserve">    </w:t>
                            </w:r>
                            <w:r>
                              <w:rPr>
                                <w:rStyle w:val="java1-reservedword1"/>
                                <w:b w:val="0"/>
                                <w:bCs w:val="0"/>
                                <w:lang w:val="de-DE"/>
                              </w:rPr>
                              <w:t xml:space="preserve">  </w:t>
                            </w:r>
                            <w:proofErr w:type="spellStart"/>
                            <w:r w:rsidRPr="005A2104">
                              <w:rPr>
                                <w:rStyle w:val="java1-reservedword1"/>
                                <w:b w:val="0"/>
                                <w:bCs w:val="0"/>
                                <w:lang w:val="de-DE"/>
                              </w:rPr>
                              <w:t>ausgabe</w:t>
                            </w:r>
                            <w:proofErr w:type="spellEnd"/>
                            <w:r w:rsidRPr="005A2104">
                              <w:rPr>
                                <w:rStyle w:val="java1-reservedword1"/>
                                <w:b w:val="0"/>
                                <w:bCs w:val="0"/>
                                <w:lang w:val="de-DE"/>
                              </w:rPr>
                              <w:t xml:space="preserve"> = </w:t>
                            </w:r>
                            <w:proofErr w:type="spellStart"/>
                            <w:r w:rsidRPr="005A2104">
                              <w:rPr>
                                <w:rStyle w:val="java1-reservedword1"/>
                                <w:b w:val="0"/>
                                <w:bCs w:val="0"/>
                                <w:lang w:val="de-DE"/>
                              </w:rPr>
                              <w:t>ausgabe</w:t>
                            </w:r>
                            <w:proofErr w:type="spellEnd"/>
                            <w:r w:rsidRPr="005A2104">
                              <w:rPr>
                                <w:rStyle w:val="java1-reservedword1"/>
                                <w:b w:val="0"/>
                                <w:bCs w:val="0"/>
                                <w:lang w:val="de-DE"/>
                              </w:rPr>
                              <w:t xml:space="preserve"> + </w:t>
                            </w:r>
                            <w:proofErr w:type="spellStart"/>
                            <w:proofErr w:type="gramStart"/>
                            <w:r w:rsidRPr="005A2104">
                              <w:rPr>
                                <w:rStyle w:val="java1-reservedword1"/>
                                <w:b w:val="0"/>
                                <w:bCs w:val="0"/>
                                <w:lang w:val="de-DE"/>
                              </w:rPr>
                              <w:t>b.getItem</w:t>
                            </w:r>
                            <w:proofErr w:type="spellEnd"/>
                            <w:proofErr w:type="gramEnd"/>
                            <w:r w:rsidRPr="005A2104">
                              <w:rPr>
                                <w:rStyle w:val="java1-reservedword1"/>
                                <w:b w:val="0"/>
                                <w:bCs w:val="0"/>
                                <w:lang w:val="de-DE"/>
                              </w:rPr>
                              <w:t xml:space="preserve">() + </w:t>
                            </w:r>
                            <w:r w:rsidRPr="005A2104">
                              <w:rPr>
                                <w:rStyle w:val="java1-reservedword1"/>
                                <w:b w:val="0"/>
                                <w:bCs w:val="0"/>
                                <w:color w:val="EE0000"/>
                                <w:lang w:val="de-DE"/>
                              </w:rPr>
                              <w:t>"\n"</w:t>
                            </w:r>
                            <w:r w:rsidRPr="005A2104">
                              <w:rPr>
                                <w:rStyle w:val="java1-reservedword1"/>
                                <w:b w:val="0"/>
                                <w:bCs w:val="0"/>
                                <w:lang w:val="de-DE"/>
                              </w:rPr>
                              <w:t>;</w:t>
                            </w:r>
                          </w:p>
                          <w:p w14:paraId="2F37DCDC" w14:textId="7C2EA1C2" w:rsidR="005A2104" w:rsidRPr="005A2104" w:rsidRDefault="005A2104" w:rsidP="005A2104">
                            <w:pPr>
                              <w:pStyle w:val="Quellcode"/>
                              <w:rPr>
                                <w:rStyle w:val="java1-reservedword1"/>
                                <w:b w:val="0"/>
                                <w:bCs w:val="0"/>
                                <w:lang w:val="de-DE"/>
                              </w:rPr>
                            </w:pPr>
                            <w:r w:rsidRPr="005A2104">
                              <w:rPr>
                                <w:rStyle w:val="java1-reservedword1"/>
                                <w:b w:val="0"/>
                                <w:bCs w:val="0"/>
                                <w:lang w:val="de-DE"/>
                              </w:rPr>
                              <w:t xml:space="preserve">    </w:t>
                            </w:r>
                            <w:r>
                              <w:rPr>
                                <w:rStyle w:val="java1-reservedword1"/>
                                <w:b w:val="0"/>
                                <w:bCs w:val="0"/>
                                <w:lang w:val="de-DE"/>
                              </w:rPr>
                              <w:t xml:space="preserve">  </w:t>
                            </w:r>
                            <w:proofErr w:type="spellStart"/>
                            <w:r w:rsidRPr="005A2104">
                              <w:rPr>
                                <w:rStyle w:val="java1-reservedword1"/>
                                <w:b w:val="0"/>
                                <w:bCs w:val="0"/>
                                <w:lang w:val="de-DE"/>
                              </w:rPr>
                              <w:t>ausgabe</w:t>
                            </w:r>
                            <w:proofErr w:type="spellEnd"/>
                            <w:r w:rsidRPr="005A2104">
                              <w:rPr>
                                <w:rStyle w:val="java1-reservedword1"/>
                                <w:b w:val="0"/>
                                <w:bCs w:val="0"/>
                                <w:lang w:val="de-DE"/>
                              </w:rPr>
                              <w:t xml:space="preserve"> = </w:t>
                            </w:r>
                            <w:proofErr w:type="spellStart"/>
                            <w:r w:rsidRPr="005A2104">
                              <w:rPr>
                                <w:rStyle w:val="java1-reservedword1"/>
                                <w:b w:val="0"/>
                                <w:bCs w:val="0"/>
                                <w:lang w:val="de-DE"/>
                              </w:rPr>
                              <w:t>ausgabe</w:t>
                            </w:r>
                            <w:proofErr w:type="spellEnd"/>
                            <w:r w:rsidRPr="005A2104">
                              <w:rPr>
                                <w:rStyle w:val="java1-reservedword1"/>
                                <w:b w:val="0"/>
                                <w:bCs w:val="0"/>
                                <w:lang w:val="de-DE"/>
                              </w:rPr>
                              <w:t xml:space="preserve"> + </w:t>
                            </w:r>
                            <w:r w:rsidRPr="005A2104">
                              <w:rPr>
                                <w:rStyle w:val="java1-space1"/>
                                <w:lang w:val="de-DE"/>
                              </w:rPr>
                              <w:t>traversiere</w:t>
                            </w:r>
                            <w:r w:rsidRPr="005A2104">
                              <w:rPr>
                                <w:rStyle w:val="java1-reservedword1"/>
                                <w:b w:val="0"/>
                                <w:bCs w:val="0"/>
                                <w:lang w:val="de-DE"/>
                              </w:rPr>
                              <w:t>(</w:t>
                            </w:r>
                            <w:proofErr w:type="spellStart"/>
                            <w:proofErr w:type="gramStart"/>
                            <w:r w:rsidRPr="005A2104">
                              <w:rPr>
                                <w:rStyle w:val="java1-reservedword1"/>
                                <w:b w:val="0"/>
                                <w:bCs w:val="0"/>
                                <w:lang w:val="de-DE"/>
                              </w:rPr>
                              <w:t>b.getRight</w:t>
                            </w:r>
                            <w:proofErr w:type="spellEnd"/>
                            <w:proofErr w:type="gramEnd"/>
                            <w:r w:rsidRPr="005A2104">
                              <w:rPr>
                                <w:rStyle w:val="java1-reservedword1"/>
                                <w:b w:val="0"/>
                                <w:bCs w:val="0"/>
                                <w:lang w:val="de-DE"/>
                              </w:rPr>
                              <w:t>());</w:t>
                            </w:r>
                          </w:p>
                          <w:p w14:paraId="3D2F2728" w14:textId="77777777" w:rsidR="00E179B6" w:rsidRPr="00E179B6" w:rsidRDefault="005A2104" w:rsidP="005A2104">
                            <w:pPr>
                              <w:pStyle w:val="Quellcode"/>
                              <w:rPr>
                                <w:rStyle w:val="java1-reservedword1"/>
                                <w:b w:val="0"/>
                                <w:bCs w:val="0"/>
                                <w:color w:val="auto"/>
                                <w:lang w:val="de-DE"/>
                              </w:rPr>
                            </w:pPr>
                            <w:r w:rsidRPr="005A2104">
                              <w:rPr>
                                <w:rStyle w:val="java1-reservedword1"/>
                                <w:b w:val="0"/>
                                <w:bCs w:val="0"/>
                                <w:lang w:val="de-DE"/>
                              </w:rPr>
                              <w:t xml:space="preserve">  </w:t>
                            </w:r>
                            <w:r>
                              <w:rPr>
                                <w:rStyle w:val="java1-reservedword1"/>
                                <w:b w:val="0"/>
                                <w:bCs w:val="0"/>
                                <w:lang w:val="de-DE"/>
                              </w:rPr>
                              <w:t xml:space="preserve">  </w:t>
                            </w:r>
                            <w:r w:rsidRPr="005A2104">
                              <w:rPr>
                                <w:rStyle w:val="java1-reservedword1"/>
                                <w:b w:val="0"/>
                                <w:bCs w:val="0"/>
                                <w:lang w:val="de-DE"/>
                              </w:rPr>
                              <w:t>}</w:t>
                            </w:r>
                          </w:p>
                          <w:p w14:paraId="5F31E6C3" w14:textId="301C01F4" w:rsidR="00E64599" w:rsidRPr="00E64599" w:rsidRDefault="00E179B6" w:rsidP="005A2104">
                            <w:pPr>
                              <w:pStyle w:val="Quellcode"/>
                              <w:rPr>
                                <w:rStyle w:val="java1-space1"/>
                                <w:color w:val="auto"/>
                                <w:lang w:val="de-DE"/>
                              </w:rPr>
                            </w:pPr>
                            <w:r>
                              <w:rPr>
                                <w:rStyle w:val="java1-reservedword1"/>
                                <w:b w:val="0"/>
                                <w:bCs w:val="0"/>
                                <w:lang w:val="de-DE"/>
                              </w:rPr>
                              <w:t xml:space="preserve">  </w:t>
                            </w:r>
                            <w:proofErr w:type="spellStart"/>
                            <w:r w:rsidR="00E64599" w:rsidRPr="00E64599">
                              <w:rPr>
                                <w:rStyle w:val="java1-reservedword1"/>
                                <w:lang w:val="de-DE"/>
                              </w:rPr>
                              <w:t>return</w:t>
                            </w:r>
                            <w:proofErr w:type="spellEnd"/>
                            <w:r w:rsidR="00E64599" w:rsidRPr="00E64599">
                              <w:rPr>
                                <w:rStyle w:val="java1-space1"/>
                                <w:lang w:val="de-DE"/>
                              </w:rPr>
                              <w:t> </w:t>
                            </w:r>
                            <w:proofErr w:type="spellStart"/>
                            <w:r w:rsidR="00E64599" w:rsidRPr="00E64599">
                              <w:rPr>
                                <w:rStyle w:val="java1-space1"/>
                                <w:lang w:val="de-DE"/>
                              </w:rPr>
                              <w:t>ausgabe</w:t>
                            </w:r>
                            <w:proofErr w:type="spellEnd"/>
                            <w:r w:rsidR="00E64599" w:rsidRPr="00E64599">
                              <w:rPr>
                                <w:rStyle w:val="java1-space1"/>
                                <w:lang w:val="de-DE"/>
                              </w:rPr>
                              <w:t>;</w:t>
                            </w:r>
                          </w:p>
                          <w:p w14:paraId="34ABD562" w14:textId="33908823" w:rsidR="00E64599" w:rsidRDefault="00E64599" w:rsidP="006630C2">
                            <w:pPr>
                              <w:pStyle w:val="Quellcode"/>
                            </w:pPr>
                            <w:r w:rsidRPr="00E64599">
                              <w:rPr>
                                <w:rStyle w:val="java1-space1"/>
                                <w:lang w:val="de-DE"/>
                              </w:rP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6670D2" id="_x0000_s1168" type="#_x0000_t202" style="position:absolute;left:0;text-align:left;margin-left:19.15pt;margin-top:44.7pt;width:442.6pt;height:117pt;z-index:2516930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">
                <v:textbox>
                  <w:txbxContent>
                    <w:p w14:paraId="3CD82077" w14:textId="77777777" w:rsidR="00E64599" w:rsidRPr="00E64599" w:rsidRDefault="00E64599" w:rsidP="00E64599">
                      <w:pPr>
                        <w:pStyle w:val="Quellcode"/>
                        <w:rPr>
                          <w:rStyle w:val="java1-space1"/>
                          <w:color w:val="auto"/>
                        </w:rPr>
                      </w:pPr>
                      <w:r>
                        <w:rPr>
                          <w:rStyle w:val="java1-space1"/>
                        </w:rPr>
                        <w:t>  </w:t>
                      </w:r>
                      <w:r>
                        <w:rPr>
                          <w:rStyle w:val="java1-reservedword1"/>
                        </w:rPr>
                        <w:t>public</w:t>
                      </w:r>
                      <w:r>
                        <w:rPr>
                          <w:rStyle w:val="java1-space1"/>
                        </w:rPr>
                        <w:t> String </w:t>
                      </w:r>
                      <w:proofErr w:type="spellStart"/>
                      <w:proofErr w:type="gramStart"/>
                      <w:r>
                        <w:rPr>
                          <w:rStyle w:val="java1-space1"/>
                        </w:rPr>
                        <w:t>traversiere</w:t>
                      </w:r>
                      <w:proofErr w:type="spellEnd"/>
                      <w:r>
                        <w:rPr>
                          <w:rStyle w:val="java1-space1"/>
                        </w:rPr>
                        <w:t>(</w:t>
                      </w:r>
                      <w:proofErr w:type="spellStart"/>
                      <w:proofErr w:type="gramEnd"/>
                      <w:r>
                        <w:rPr>
                          <w:rStyle w:val="java1-space1"/>
                        </w:rPr>
                        <w:t>BinTree</w:t>
                      </w:r>
                      <w:proofErr w:type="spellEnd"/>
                      <w:r>
                        <w:rPr>
                          <w:rStyle w:val="java1-space1"/>
                        </w:rPr>
                        <w:t> </w:t>
                      </w:r>
                      <w:proofErr w:type="gramStart"/>
                      <w:r>
                        <w:rPr>
                          <w:rStyle w:val="java1-space1"/>
                        </w:rPr>
                        <w:t>b){</w:t>
                      </w:r>
                      <w:proofErr w:type="gramEnd"/>
                    </w:p>
                    <w:p w14:paraId="0884DE12" w14:textId="77777777" w:rsidR="00E64599" w:rsidRPr="00E64599" w:rsidRDefault="00E64599" w:rsidP="00E64599">
                      <w:pPr>
                        <w:pStyle w:val="Quellcode"/>
                        <w:rPr>
                          <w:rStyle w:val="java1-symbol1"/>
                          <w:color w:val="auto"/>
                          <w:lang w:val="de-DE"/>
                        </w:rPr>
                      </w:pPr>
                      <w:r w:rsidRPr="006819BE">
                        <w:rPr>
                          <w:rStyle w:val="java1-space1"/>
                        </w:rPr>
                        <w:t>    </w:t>
                      </w:r>
                      <w:r w:rsidRPr="00E64599">
                        <w:rPr>
                          <w:rStyle w:val="java1-space1"/>
                          <w:lang w:val="de-DE"/>
                        </w:rPr>
                        <w:t>String </w:t>
                      </w:r>
                      <w:proofErr w:type="spellStart"/>
                      <w:r w:rsidRPr="00E64599">
                        <w:rPr>
                          <w:rStyle w:val="java1-space1"/>
                          <w:lang w:val="de-DE"/>
                        </w:rPr>
                        <w:t>ausgabe</w:t>
                      </w:r>
                      <w:proofErr w:type="spellEnd"/>
                      <w:r w:rsidRPr="00E64599">
                        <w:rPr>
                          <w:rStyle w:val="java1-space1"/>
                          <w:lang w:val="de-DE"/>
                        </w:rPr>
                        <w:t> = </w:t>
                      </w:r>
                      <w:r w:rsidRPr="00E64599">
                        <w:rPr>
                          <w:rStyle w:val="java1-string1"/>
                          <w:lang w:val="de-DE"/>
                        </w:rPr>
                        <w:t>""</w:t>
                      </w:r>
                      <w:r w:rsidRPr="00E64599">
                        <w:rPr>
                          <w:rStyle w:val="java1-symbol1"/>
                          <w:lang w:val="de-DE"/>
                        </w:rPr>
                        <w:t>;</w:t>
                      </w:r>
                    </w:p>
                    <w:p w14:paraId="2552C2F2" w14:textId="6B63FEA6" w:rsidR="005A2104" w:rsidRPr="005A2104" w:rsidRDefault="00E64599" w:rsidP="003F3653">
                      <w:pPr>
                        <w:pStyle w:val="Quellcode"/>
                        <w:rPr>
                          <w:rStyle w:val="java1-reservedword1"/>
                          <w:b w:val="0"/>
                          <w:bCs w:val="0"/>
                          <w:lang w:val="de-DE"/>
                        </w:rPr>
                      </w:pPr>
                      <w:r w:rsidRPr="005A2104">
                        <w:rPr>
                          <w:rStyle w:val="java1-symbol1"/>
                          <w:lang w:val="de-DE"/>
                        </w:rPr>
                        <w:t>    </w:t>
                      </w:r>
                      <w:proofErr w:type="spellStart"/>
                      <w:r w:rsidR="005A2104" w:rsidRPr="005A2104">
                        <w:rPr>
                          <w:rStyle w:val="java1-reservedword1"/>
                          <w:b w:val="0"/>
                          <w:bCs w:val="0"/>
                          <w:lang w:val="de-DE"/>
                        </w:rPr>
                        <w:t>if</w:t>
                      </w:r>
                      <w:proofErr w:type="spellEnd"/>
                      <w:proofErr w:type="gramStart"/>
                      <w:r w:rsidR="005A2104" w:rsidRPr="005A2104">
                        <w:rPr>
                          <w:rStyle w:val="java1-reservedword1"/>
                          <w:b w:val="0"/>
                          <w:bCs w:val="0"/>
                          <w:lang w:val="de-DE"/>
                        </w:rPr>
                        <w:t>(!</w:t>
                      </w:r>
                      <w:proofErr w:type="spellStart"/>
                      <w:r w:rsidR="005A2104" w:rsidRPr="005A2104">
                        <w:rPr>
                          <w:rStyle w:val="java1-reservedword1"/>
                          <w:b w:val="0"/>
                          <w:bCs w:val="0"/>
                          <w:lang w:val="de-DE"/>
                        </w:rPr>
                        <w:t>b</w:t>
                      </w:r>
                      <w:proofErr w:type="gramEnd"/>
                      <w:r w:rsidR="005A2104" w:rsidRPr="005A2104">
                        <w:rPr>
                          <w:rStyle w:val="java1-reservedword1"/>
                          <w:b w:val="0"/>
                          <w:bCs w:val="0"/>
                          <w:lang w:val="de-DE"/>
                        </w:rPr>
                        <w:t>.</w:t>
                      </w:r>
                      <w:proofErr w:type="gramStart"/>
                      <w:r w:rsidR="005A2104" w:rsidRPr="005A2104">
                        <w:rPr>
                          <w:rStyle w:val="java1-reservedword1"/>
                          <w:b w:val="0"/>
                          <w:bCs w:val="0"/>
                          <w:lang w:val="de-DE"/>
                        </w:rPr>
                        <w:t>isEmpty</w:t>
                      </w:r>
                      <w:proofErr w:type="spellEnd"/>
                      <w:r w:rsidR="005A2104" w:rsidRPr="005A2104">
                        <w:rPr>
                          <w:rStyle w:val="java1-reservedword1"/>
                          <w:b w:val="0"/>
                          <w:bCs w:val="0"/>
                          <w:lang w:val="de-DE"/>
                        </w:rPr>
                        <w:t>()){</w:t>
                      </w:r>
                      <w:proofErr w:type="gramEnd"/>
                    </w:p>
                    <w:p w14:paraId="730D7EE0" w14:textId="2400978C" w:rsidR="005A2104" w:rsidRPr="005A2104" w:rsidRDefault="005A2104" w:rsidP="005A2104">
                      <w:pPr>
                        <w:pStyle w:val="Quellcode"/>
                        <w:rPr>
                          <w:rStyle w:val="java1-reservedword1"/>
                          <w:b w:val="0"/>
                          <w:bCs w:val="0"/>
                          <w:lang w:val="de-DE"/>
                        </w:rPr>
                      </w:pPr>
                      <w:r w:rsidRPr="005A2104">
                        <w:rPr>
                          <w:rStyle w:val="java1-reservedword1"/>
                          <w:b w:val="0"/>
                          <w:bCs w:val="0"/>
                          <w:lang w:val="de-DE"/>
                        </w:rPr>
                        <w:t xml:space="preserve">    </w:t>
                      </w:r>
                      <w:r>
                        <w:rPr>
                          <w:rStyle w:val="java1-reservedword1"/>
                          <w:b w:val="0"/>
                          <w:bCs w:val="0"/>
                          <w:lang w:val="de-DE"/>
                        </w:rPr>
                        <w:t xml:space="preserve">  </w:t>
                      </w:r>
                      <w:proofErr w:type="spellStart"/>
                      <w:r w:rsidRPr="005A2104">
                        <w:rPr>
                          <w:rStyle w:val="java1-reservedword1"/>
                          <w:b w:val="0"/>
                          <w:bCs w:val="0"/>
                          <w:lang w:val="de-DE"/>
                        </w:rPr>
                        <w:t>ausgabe</w:t>
                      </w:r>
                      <w:proofErr w:type="spellEnd"/>
                      <w:r w:rsidRPr="005A2104">
                        <w:rPr>
                          <w:rStyle w:val="java1-reservedword1"/>
                          <w:b w:val="0"/>
                          <w:bCs w:val="0"/>
                          <w:lang w:val="de-DE"/>
                        </w:rPr>
                        <w:t xml:space="preserve"> = </w:t>
                      </w:r>
                      <w:proofErr w:type="spellStart"/>
                      <w:r w:rsidRPr="005A2104">
                        <w:rPr>
                          <w:rStyle w:val="java1-reservedword1"/>
                          <w:b w:val="0"/>
                          <w:bCs w:val="0"/>
                          <w:lang w:val="de-DE"/>
                        </w:rPr>
                        <w:t>ausgabe</w:t>
                      </w:r>
                      <w:proofErr w:type="spellEnd"/>
                      <w:r w:rsidRPr="005A2104">
                        <w:rPr>
                          <w:rStyle w:val="java1-reservedword1"/>
                          <w:b w:val="0"/>
                          <w:bCs w:val="0"/>
                          <w:lang w:val="de-DE"/>
                        </w:rPr>
                        <w:t xml:space="preserve"> + </w:t>
                      </w:r>
                      <w:r w:rsidRPr="005A2104">
                        <w:rPr>
                          <w:rStyle w:val="java1-space1"/>
                          <w:lang w:val="de-DE"/>
                        </w:rPr>
                        <w:t>traversiere</w:t>
                      </w:r>
                      <w:r w:rsidRPr="005A2104">
                        <w:rPr>
                          <w:rStyle w:val="java1-reservedword1"/>
                          <w:b w:val="0"/>
                          <w:bCs w:val="0"/>
                          <w:lang w:val="de-DE"/>
                        </w:rPr>
                        <w:t>(</w:t>
                      </w:r>
                      <w:proofErr w:type="spellStart"/>
                      <w:proofErr w:type="gramStart"/>
                      <w:r w:rsidRPr="005A2104">
                        <w:rPr>
                          <w:rStyle w:val="java1-reservedword1"/>
                          <w:b w:val="0"/>
                          <w:bCs w:val="0"/>
                          <w:lang w:val="de-DE"/>
                        </w:rPr>
                        <w:t>b.getLeft</w:t>
                      </w:r>
                      <w:proofErr w:type="spellEnd"/>
                      <w:proofErr w:type="gramEnd"/>
                      <w:r w:rsidRPr="005A2104">
                        <w:rPr>
                          <w:rStyle w:val="java1-reservedword1"/>
                          <w:b w:val="0"/>
                          <w:bCs w:val="0"/>
                          <w:lang w:val="de-DE"/>
                        </w:rPr>
                        <w:t>());</w:t>
                      </w:r>
                    </w:p>
                    <w:p w14:paraId="67C943B8" w14:textId="5A3F591B" w:rsidR="005A2104" w:rsidRPr="005A2104" w:rsidRDefault="005A2104" w:rsidP="005A2104">
                      <w:pPr>
                        <w:pStyle w:val="Quellcode"/>
                        <w:rPr>
                          <w:rStyle w:val="java1-reservedword1"/>
                          <w:b w:val="0"/>
                          <w:bCs w:val="0"/>
                          <w:lang w:val="de-DE"/>
                        </w:rPr>
                      </w:pPr>
                      <w:r w:rsidRPr="005A2104">
                        <w:rPr>
                          <w:rStyle w:val="java1-reservedword1"/>
                          <w:b w:val="0"/>
                          <w:bCs w:val="0"/>
                          <w:lang w:val="de-DE"/>
                        </w:rPr>
                        <w:t xml:space="preserve">    </w:t>
                      </w:r>
                      <w:r>
                        <w:rPr>
                          <w:rStyle w:val="java1-reservedword1"/>
                          <w:b w:val="0"/>
                          <w:bCs w:val="0"/>
                          <w:lang w:val="de-DE"/>
                        </w:rPr>
                        <w:t xml:space="preserve">  </w:t>
                      </w:r>
                      <w:proofErr w:type="spellStart"/>
                      <w:r w:rsidRPr="005A2104">
                        <w:rPr>
                          <w:rStyle w:val="java1-reservedword1"/>
                          <w:b w:val="0"/>
                          <w:bCs w:val="0"/>
                          <w:lang w:val="de-DE"/>
                        </w:rPr>
                        <w:t>ausgabe</w:t>
                      </w:r>
                      <w:proofErr w:type="spellEnd"/>
                      <w:r w:rsidRPr="005A2104">
                        <w:rPr>
                          <w:rStyle w:val="java1-reservedword1"/>
                          <w:b w:val="0"/>
                          <w:bCs w:val="0"/>
                          <w:lang w:val="de-DE"/>
                        </w:rPr>
                        <w:t xml:space="preserve"> = </w:t>
                      </w:r>
                      <w:proofErr w:type="spellStart"/>
                      <w:r w:rsidRPr="005A2104">
                        <w:rPr>
                          <w:rStyle w:val="java1-reservedword1"/>
                          <w:b w:val="0"/>
                          <w:bCs w:val="0"/>
                          <w:lang w:val="de-DE"/>
                        </w:rPr>
                        <w:t>ausgabe</w:t>
                      </w:r>
                      <w:proofErr w:type="spellEnd"/>
                      <w:r w:rsidRPr="005A2104">
                        <w:rPr>
                          <w:rStyle w:val="java1-reservedword1"/>
                          <w:b w:val="0"/>
                          <w:bCs w:val="0"/>
                          <w:lang w:val="de-DE"/>
                        </w:rPr>
                        <w:t xml:space="preserve"> + </w:t>
                      </w:r>
                      <w:proofErr w:type="spellStart"/>
                      <w:proofErr w:type="gramStart"/>
                      <w:r w:rsidRPr="005A2104">
                        <w:rPr>
                          <w:rStyle w:val="java1-reservedword1"/>
                          <w:b w:val="0"/>
                          <w:bCs w:val="0"/>
                          <w:lang w:val="de-DE"/>
                        </w:rPr>
                        <w:t>b.getItem</w:t>
                      </w:r>
                      <w:proofErr w:type="spellEnd"/>
                      <w:proofErr w:type="gramEnd"/>
                      <w:r w:rsidRPr="005A2104">
                        <w:rPr>
                          <w:rStyle w:val="java1-reservedword1"/>
                          <w:b w:val="0"/>
                          <w:bCs w:val="0"/>
                          <w:lang w:val="de-DE"/>
                        </w:rPr>
                        <w:t xml:space="preserve">() + </w:t>
                      </w:r>
                      <w:r w:rsidRPr="005A2104">
                        <w:rPr>
                          <w:rStyle w:val="java1-reservedword1"/>
                          <w:b w:val="0"/>
                          <w:bCs w:val="0"/>
                          <w:color w:val="EE0000"/>
                          <w:lang w:val="de-DE"/>
                        </w:rPr>
                        <w:t>"\n"</w:t>
                      </w:r>
                      <w:r w:rsidRPr="005A2104">
                        <w:rPr>
                          <w:rStyle w:val="java1-reservedword1"/>
                          <w:b w:val="0"/>
                          <w:bCs w:val="0"/>
                          <w:lang w:val="de-DE"/>
                        </w:rPr>
                        <w:t>;</w:t>
                      </w:r>
                    </w:p>
                    <w:p w14:paraId="2F37DCDC" w14:textId="7C2EA1C2" w:rsidR="005A2104" w:rsidRPr="005A2104" w:rsidRDefault="005A2104" w:rsidP="005A2104">
                      <w:pPr>
                        <w:pStyle w:val="Quellcode"/>
                        <w:rPr>
                          <w:rStyle w:val="java1-reservedword1"/>
                          <w:b w:val="0"/>
                          <w:bCs w:val="0"/>
                          <w:lang w:val="de-DE"/>
                        </w:rPr>
                      </w:pPr>
                      <w:r w:rsidRPr="005A2104">
                        <w:rPr>
                          <w:rStyle w:val="java1-reservedword1"/>
                          <w:b w:val="0"/>
                          <w:bCs w:val="0"/>
                          <w:lang w:val="de-DE"/>
                        </w:rPr>
                        <w:t xml:space="preserve">    </w:t>
                      </w:r>
                      <w:r>
                        <w:rPr>
                          <w:rStyle w:val="java1-reservedword1"/>
                          <w:b w:val="0"/>
                          <w:bCs w:val="0"/>
                          <w:lang w:val="de-DE"/>
                        </w:rPr>
                        <w:t xml:space="preserve">  </w:t>
                      </w:r>
                      <w:proofErr w:type="spellStart"/>
                      <w:r w:rsidRPr="005A2104">
                        <w:rPr>
                          <w:rStyle w:val="java1-reservedword1"/>
                          <w:b w:val="0"/>
                          <w:bCs w:val="0"/>
                          <w:lang w:val="de-DE"/>
                        </w:rPr>
                        <w:t>ausgabe</w:t>
                      </w:r>
                      <w:proofErr w:type="spellEnd"/>
                      <w:r w:rsidRPr="005A2104">
                        <w:rPr>
                          <w:rStyle w:val="java1-reservedword1"/>
                          <w:b w:val="0"/>
                          <w:bCs w:val="0"/>
                          <w:lang w:val="de-DE"/>
                        </w:rPr>
                        <w:t xml:space="preserve"> = </w:t>
                      </w:r>
                      <w:proofErr w:type="spellStart"/>
                      <w:r w:rsidRPr="005A2104">
                        <w:rPr>
                          <w:rStyle w:val="java1-reservedword1"/>
                          <w:b w:val="0"/>
                          <w:bCs w:val="0"/>
                          <w:lang w:val="de-DE"/>
                        </w:rPr>
                        <w:t>ausgabe</w:t>
                      </w:r>
                      <w:proofErr w:type="spellEnd"/>
                      <w:r w:rsidRPr="005A2104">
                        <w:rPr>
                          <w:rStyle w:val="java1-reservedword1"/>
                          <w:b w:val="0"/>
                          <w:bCs w:val="0"/>
                          <w:lang w:val="de-DE"/>
                        </w:rPr>
                        <w:t xml:space="preserve"> + </w:t>
                      </w:r>
                      <w:r w:rsidRPr="005A2104">
                        <w:rPr>
                          <w:rStyle w:val="java1-space1"/>
                          <w:lang w:val="de-DE"/>
                        </w:rPr>
                        <w:t>traversiere</w:t>
                      </w:r>
                      <w:r w:rsidRPr="005A2104">
                        <w:rPr>
                          <w:rStyle w:val="java1-reservedword1"/>
                          <w:b w:val="0"/>
                          <w:bCs w:val="0"/>
                          <w:lang w:val="de-DE"/>
                        </w:rPr>
                        <w:t>(</w:t>
                      </w:r>
                      <w:proofErr w:type="spellStart"/>
                      <w:proofErr w:type="gramStart"/>
                      <w:r w:rsidRPr="005A2104">
                        <w:rPr>
                          <w:rStyle w:val="java1-reservedword1"/>
                          <w:b w:val="0"/>
                          <w:bCs w:val="0"/>
                          <w:lang w:val="de-DE"/>
                        </w:rPr>
                        <w:t>b.getRight</w:t>
                      </w:r>
                      <w:proofErr w:type="spellEnd"/>
                      <w:proofErr w:type="gramEnd"/>
                      <w:r w:rsidRPr="005A2104">
                        <w:rPr>
                          <w:rStyle w:val="java1-reservedword1"/>
                          <w:b w:val="0"/>
                          <w:bCs w:val="0"/>
                          <w:lang w:val="de-DE"/>
                        </w:rPr>
                        <w:t>());</w:t>
                      </w:r>
                    </w:p>
                    <w:p w14:paraId="3D2F2728" w14:textId="77777777" w:rsidR="00E179B6" w:rsidRPr="00E179B6" w:rsidRDefault="005A2104" w:rsidP="005A2104">
                      <w:pPr>
                        <w:pStyle w:val="Quellcode"/>
                        <w:rPr>
                          <w:rStyle w:val="java1-reservedword1"/>
                          <w:b w:val="0"/>
                          <w:bCs w:val="0"/>
                          <w:color w:val="auto"/>
                          <w:lang w:val="de-DE"/>
                        </w:rPr>
                      </w:pPr>
                      <w:r w:rsidRPr="005A2104">
                        <w:rPr>
                          <w:rStyle w:val="java1-reservedword1"/>
                          <w:b w:val="0"/>
                          <w:bCs w:val="0"/>
                          <w:lang w:val="de-DE"/>
                        </w:rPr>
                        <w:t xml:space="preserve">  </w:t>
                      </w:r>
                      <w:r>
                        <w:rPr>
                          <w:rStyle w:val="java1-reservedword1"/>
                          <w:b w:val="0"/>
                          <w:bCs w:val="0"/>
                          <w:lang w:val="de-DE"/>
                        </w:rPr>
                        <w:t xml:space="preserve">  </w:t>
                      </w:r>
                      <w:r w:rsidRPr="005A2104">
                        <w:rPr>
                          <w:rStyle w:val="java1-reservedword1"/>
                          <w:b w:val="0"/>
                          <w:bCs w:val="0"/>
                          <w:lang w:val="de-DE"/>
                        </w:rPr>
                        <w:t>}</w:t>
                      </w:r>
                    </w:p>
                    <w:p w14:paraId="5F31E6C3" w14:textId="301C01F4" w:rsidR="00E64599" w:rsidRPr="00E64599" w:rsidRDefault="00E179B6" w:rsidP="005A2104">
                      <w:pPr>
                        <w:pStyle w:val="Quellcode"/>
                        <w:rPr>
                          <w:rStyle w:val="java1-space1"/>
                          <w:color w:val="auto"/>
                          <w:lang w:val="de-DE"/>
                        </w:rPr>
                      </w:pPr>
                      <w:r>
                        <w:rPr>
                          <w:rStyle w:val="java1-reservedword1"/>
                          <w:b w:val="0"/>
                          <w:bCs w:val="0"/>
                          <w:lang w:val="de-DE"/>
                        </w:rPr>
                        <w:t xml:space="preserve">  </w:t>
                      </w:r>
                      <w:proofErr w:type="spellStart"/>
                      <w:r w:rsidR="00E64599" w:rsidRPr="00E64599">
                        <w:rPr>
                          <w:rStyle w:val="java1-reservedword1"/>
                          <w:lang w:val="de-DE"/>
                        </w:rPr>
                        <w:t>return</w:t>
                      </w:r>
                      <w:proofErr w:type="spellEnd"/>
                      <w:r w:rsidR="00E64599" w:rsidRPr="00E64599">
                        <w:rPr>
                          <w:rStyle w:val="java1-space1"/>
                          <w:lang w:val="de-DE"/>
                        </w:rPr>
                        <w:t> </w:t>
                      </w:r>
                      <w:proofErr w:type="spellStart"/>
                      <w:r w:rsidR="00E64599" w:rsidRPr="00E64599">
                        <w:rPr>
                          <w:rStyle w:val="java1-space1"/>
                          <w:lang w:val="de-DE"/>
                        </w:rPr>
                        <w:t>ausgabe</w:t>
                      </w:r>
                      <w:proofErr w:type="spellEnd"/>
                      <w:r w:rsidR="00E64599" w:rsidRPr="00E64599">
                        <w:rPr>
                          <w:rStyle w:val="java1-space1"/>
                          <w:lang w:val="de-DE"/>
                        </w:rPr>
                        <w:t>;</w:t>
                      </w:r>
                    </w:p>
                    <w:p w14:paraId="34ABD562" w14:textId="33908823" w:rsidR="00E64599" w:rsidRDefault="00E64599" w:rsidP="006630C2">
                      <w:pPr>
                        <w:pStyle w:val="Quellcode"/>
                      </w:pPr>
                      <w:r w:rsidRPr="00E64599">
                        <w:rPr>
                          <w:rStyle w:val="java1-space1"/>
                          <w:lang w:val="de-DE"/>
                        </w:rPr>
                        <w:t>  }</w:t>
                      </w:r>
                    </w:p>
                  </w:txbxContent>
                </v:textbox>
                <w10:wrap type="topAndBottom"/>
              </v:shape>
            </w:pict>
          </mc:Fallback>
        </mc:AlternateContent>
      </w:r>
      <w:r w:rsidR="00E64599" w:rsidRPr="00E64599">
        <w:rPr>
          <w:rStyle w:val="java1-space1"/>
          <w:rFonts w:ascii="Calibri" w:hAnsi="Calibri" w:cs="Calibri"/>
          <w:sz w:val="22"/>
          <w:szCs w:val="22"/>
        </w:rPr>
        <w:t xml:space="preserve">Abbildung </w:t>
      </w:r>
      <w:r w:rsidR="00E64599">
        <w:rPr>
          <w:rStyle w:val="java1-space1"/>
          <w:rFonts w:ascii="Calibri" w:hAnsi="Calibri" w:cs="Calibri"/>
          <w:sz w:val="22"/>
          <w:szCs w:val="22"/>
        </w:rPr>
        <w:t xml:space="preserve">7 </w:t>
      </w:r>
      <w:r w:rsidR="00E64599" w:rsidRPr="00E64599">
        <w:rPr>
          <w:rStyle w:val="java1-space1"/>
          <w:rFonts w:ascii="Calibri" w:hAnsi="Calibri" w:cs="Calibri"/>
          <w:sz w:val="22"/>
          <w:szCs w:val="22"/>
        </w:rPr>
        <w:t xml:space="preserve">zeigt die </w:t>
      </w:r>
      <w:r w:rsidR="00E64599">
        <w:rPr>
          <w:rStyle w:val="java1-space1"/>
          <w:rFonts w:ascii="Calibri" w:hAnsi="Calibri" w:cs="Calibri"/>
          <w:sz w:val="22"/>
          <w:szCs w:val="22"/>
        </w:rPr>
        <w:t xml:space="preserve">rekursive </w:t>
      </w:r>
      <w:r w:rsidR="00E64599" w:rsidRPr="00E64599">
        <w:rPr>
          <w:rStyle w:val="java1-space1"/>
          <w:rFonts w:ascii="Calibri" w:hAnsi="Calibri" w:cs="Calibri"/>
          <w:sz w:val="22"/>
          <w:szCs w:val="22"/>
        </w:rPr>
        <w:t xml:space="preserve">Implementierung einer Operation </w:t>
      </w:r>
      <w:r w:rsidR="00E64599" w:rsidRPr="00E64599">
        <w:rPr>
          <w:rStyle w:val="java1-space1"/>
          <w:sz w:val="22"/>
          <w:szCs w:val="22"/>
        </w:rPr>
        <w:t>traversiere</w:t>
      </w:r>
      <w:r w:rsidR="00E64599" w:rsidRPr="00E64599">
        <w:rPr>
          <w:rStyle w:val="java1-space1"/>
          <w:rFonts w:ascii="Calibri" w:hAnsi="Calibri" w:cs="Calibri"/>
          <w:sz w:val="22"/>
          <w:szCs w:val="22"/>
        </w:rPr>
        <w:t>, die den Inhalt aller Knoten des übergebenen Baums ausgibt. Untersuchen Sie, in welcher Traversierungs</w:t>
      </w:r>
      <w:r w:rsidR="00E64599">
        <w:rPr>
          <w:rStyle w:val="java1-space1"/>
          <w:rFonts w:ascii="Calibri" w:hAnsi="Calibri" w:cs="Calibri"/>
          <w:sz w:val="22"/>
          <w:szCs w:val="22"/>
        </w:rPr>
        <w:softHyphen/>
      </w:r>
      <w:r w:rsidR="00E64599" w:rsidRPr="00E64599">
        <w:rPr>
          <w:rStyle w:val="java1-space1"/>
          <w:rFonts w:ascii="Calibri" w:hAnsi="Calibri" w:cs="Calibri"/>
          <w:sz w:val="22"/>
          <w:szCs w:val="22"/>
        </w:rPr>
        <w:t>reihenfolge die Ausgabe erfolgt.</w:t>
      </w:r>
    </w:p>
    <w:p w14:paraId="34946D84" w14:textId="27C9204D" w:rsidR="00243501" w:rsidRPr="00543518" w:rsidRDefault="00E64599" w:rsidP="00E64599">
      <w:pPr>
        <w:pStyle w:val="Listenabsatz"/>
        <w:numPr>
          <w:ilvl w:val="0"/>
          <w:numId w:val="30"/>
        </w:numPr>
      </w:pPr>
      <w:r>
        <w:t xml:space="preserve">Ergänzen Sie in Ihrem Programm </w:t>
      </w:r>
      <w:proofErr w:type="spellStart"/>
      <w:r w:rsidRPr="00EC3DCD">
        <w:rPr>
          <w:rFonts w:ascii="Courier New" w:hAnsi="Courier New" w:cs="Courier New"/>
        </w:rPr>
        <w:t>StammbaumApp</w:t>
      </w:r>
      <w:proofErr w:type="spellEnd"/>
      <w:r>
        <w:t xml:space="preserve"> </w:t>
      </w:r>
      <w:r w:rsidR="00243501">
        <w:t xml:space="preserve">Operationen </w:t>
      </w:r>
      <w:proofErr w:type="spellStart"/>
      <w:r w:rsidR="00243501" w:rsidRPr="00EC3DCD">
        <w:rPr>
          <w:rFonts w:ascii="Courier New" w:hAnsi="Courier New" w:cs="Courier New"/>
        </w:rPr>
        <w:t>inorder</w:t>
      </w:r>
      <w:proofErr w:type="spellEnd"/>
      <w:r w:rsidR="00243501">
        <w:t xml:space="preserve">, </w:t>
      </w:r>
      <w:proofErr w:type="spellStart"/>
      <w:r w:rsidR="00243501" w:rsidRPr="00EC3DCD">
        <w:rPr>
          <w:rFonts w:ascii="Courier New" w:hAnsi="Courier New" w:cs="Courier New"/>
        </w:rPr>
        <w:t>preorder</w:t>
      </w:r>
      <w:proofErr w:type="spellEnd"/>
      <w:r w:rsidR="00243501">
        <w:t xml:space="preserve">, </w:t>
      </w:r>
      <w:proofErr w:type="spellStart"/>
      <w:r w:rsidR="00243501" w:rsidRPr="00EC3DCD">
        <w:rPr>
          <w:rFonts w:ascii="Courier New" w:hAnsi="Courier New" w:cs="Courier New"/>
        </w:rPr>
        <w:t>postorder</w:t>
      </w:r>
      <w:proofErr w:type="spellEnd"/>
      <w:r w:rsidR="00243501">
        <w:t xml:space="preserve"> und </w:t>
      </w:r>
      <w:proofErr w:type="spellStart"/>
      <w:r w:rsidR="00243501" w:rsidRPr="00EC3DCD">
        <w:rPr>
          <w:rFonts w:ascii="Courier New" w:hAnsi="Courier New" w:cs="Courier New"/>
        </w:rPr>
        <w:t>levelorder</w:t>
      </w:r>
      <w:proofErr w:type="spellEnd"/>
      <w:r w:rsidR="00243501">
        <w:t xml:space="preserve">, die jeweils einen Binärbaum als Parameter erhalten und eine Zeichenkette mit dem Inhalt </w:t>
      </w:r>
      <w:r>
        <w:t>aller</w:t>
      </w:r>
      <w:r w:rsidR="00243501">
        <w:t xml:space="preserve"> </w:t>
      </w:r>
      <w:r w:rsidR="00243501" w:rsidRPr="00543518">
        <w:t xml:space="preserve">Knoten in der entsprechenden Reihenfolge zurückgeben. </w:t>
      </w:r>
    </w:p>
    <w:p w14:paraId="6135906F" w14:textId="77777777" w:rsidR="005A2104" w:rsidRDefault="005A2104" w:rsidP="005A2104">
      <w:pPr>
        <w:pStyle w:val="Listenabsatz"/>
        <w:ind w:left="360"/>
      </w:pPr>
      <w:bookmarkStart w:id="4" w:name="_Hlk208504582"/>
      <w:r>
        <w:t xml:space="preserve">Verwenden Sie die Operationen, um Anwendenden die Möglichkeit zu geben, den Stammbaum in den verschiedenen Traversierungsreihenfolgen ausgeben zu lassen. </w:t>
      </w:r>
    </w:p>
    <w:p w14:paraId="45536406" w14:textId="77777777" w:rsidR="005A2104" w:rsidRDefault="00243501" w:rsidP="00243501">
      <w:pPr>
        <w:pStyle w:val="HTMLVorformatiert"/>
        <w:spacing w:line="276" w:lineRule="auto"/>
        <w:ind w:left="360"/>
        <w:rPr>
          <w:rFonts w:asciiTheme="minorHAnsi" w:hAnsiTheme="minorHAnsi" w:cstheme="minorHAnsi"/>
          <w:sz w:val="22"/>
          <w:szCs w:val="22"/>
        </w:rPr>
      </w:pPr>
      <w:r w:rsidRPr="00543518">
        <w:rPr>
          <w:rFonts w:asciiTheme="minorHAnsi" w:hAnsiTheme="minorHAnsi" w:cstheme="minorHAnsi"/>
          <w:b/>
          <w:bCs/>
          <w:sz w:val="22"/>
          <w:szCs w:val="22"/>
        </w:rPr>
        <w:lastRenderedPageBreak/>
        <w:t>Tipp</w:t>
      </w:r>
      <w:r w:rsidR="005A2104">
        <w:rPr>
          <w:rFonts w:asciiTheme="minorHAnsi" w:hAnsiTheme="minorHAnsi" w:cstheme="minorHAnsi"/>
          <w:b/>
          <w:bCs/>
          <w:sz w:val="22"/>
          <w:szCs w:val="22"/>
        </w:rPr>
        <w:t>s</w:t>
      </w:r>
      <w:r w:rsidRPr="00543518">
        <w:rPr>
          <w:rFonts w:asciiTheme="minorHAnsi" w:hAnsiTheme="minorHAnsi" w:cstheme="minorHAnsi"/>
          <w:sz w:val="22"/>
          <w:szCs w:val="22"/>
        </w:rPr>
        <w:t>:</w:t>
      </w:r>
    </w:p>
    <w:p w14:paraId="3D3A2EF4" w14:textId="2B310C3A" w:rsidR="00243501" w:rsidRPr="005A2104" w:rsidRDefault="00243501" w:rsidP="005A2104">
      <w:pPr>
        <w:pStyle w:val="HTMLVorformatiert"/>
        <w:numPr>
          <w:ilvl w:val="0"/>
          <w:numId w:val="33"/>
        </w:numPr>
        <w:spacing w:line="276" w:lineRule="auto"/>
        <w:ind w:left="851" w:hanging="284"/>
        <w:rPr>
          <w:rFonts w:asciiTheme="minorHAnsi" w:hAnsiTheme="minorHAnsi" w:cstheme="minorHAnsi"/>
          <w:color w:val="000000"/>
          <w:sz w:val="22"/>
          <w:szCs w:val="22"/>
        </w:rPr>
      </w:pPr>
      <w:r w:rsidRPr="00543518">
        <w:rPr>
          <w:rFonts w:asciiTheme="minorHAnsi" w:hAnsiTheme="minorHAnsi" w:cstheme="minorHAnsi"/>
          <w:sz w:val="22"/>
          <w:szCs w:val="22"/>
        </w:rPr>
        <w:t>Ergänzen Sie nach jedem Inhaltswert einen Zeilenumbruch ("\n"), um die Inhalte übersichtlich anzeigen zu können.</w:t>
      </w:r>
    </w:p>
    <w:p w14:paraId="0B600F7E" w14:textId="7A465417" w:rsidR="005A2104" w:rsidRPr="00543518" w:rsidRDefault="005A2104" w:rsidP="005A2104">
      <w:pPr>
        <w:pStyle w:val="HTMLVorformatiert"/>
        <w:numPr>
          <w:ilvl w:val="0"/>
          <w:numId w:val="33"/>
        </w:numPr>
        <w:spacing w:line="276" w:lineRule="auto"/>
        <w:ind w:left="851" w:hanging="284"/>
        <w:rPr>
          <w:rFonts w:asciiTheme="minorHAnsi" w:hAnsiTheme="minorHAnsi" w:cstheme="minorHAnsi"/>
          <w:color w:val="000000"/>
          <w:sz w:val="22"/>
          <w:szCs w:val="22"/>
        </w:rPr>
      </w:pPr>
      <w:r>
        <w:rPr>
          <w:rFonts w:asciiTheme="minorHAnsi" w:hAnsiTheme="minorHAnsi" w:cstheme="minorHAnsi"/>
          <w:sz w:val="22"/>
          <w:szCs w:val="22"/>
        </w:rPr>
        <w:t xml:space="preserve">Für die Traversierung in </w:t>
      </w:r>
      <w:proofErr w:type="spellStart"/>
      <w:r>
        <w:rPr>
          <w:rFonts w:asciiTheme="minorHAnsi" w:hAnsiTheme="minorHAnsi" w:cstheme="minorHAnsi"/>
          <w:sz w:val="22"/>
          <w:szCs w:val="22"/>
        </w:rPr>
        <w:t>levelorder</w:t>
      </w:r>
      <w:proofErr w:type="spellEnd"/>
      <w:r>
        <w:rPr>
          <w:rFonts w:asciiTheme="minorHAnsi" w:hAnsiTheme="minorHAnsi" w:cstheme="minorHAnsi"/>
          <w:sz w:val="22"/>
          <w:szCs w:val="22"/>
        </w:rPr>
        <w:t xml:space="preserve"> ist es hilfreich, die Datenstruktur Schlange vom Inhaltstyp Binärbaum zu verwenden.</w:t>
      </w:r>
      <w:bookmarkEnd w:id="4"/>
    </w:p>
    <w:p w14:paraId="0E179815" w14:textId="49CBD47B" w:rsidR="00FC4043" w:rsidRPr="00D10D04" w:rsidRDefault="00B832A2" w:rsidP="00B832A2">
      <w:pPr>
        <w:spacing w:before="120" w:after="0" w:line="259" w:lineRule="auto"/>
        <w:rPr>
          <w:b/>
          <w:bCs/>
        </w:rPr>
      </w:pPr>
      <w:r>
        <w:rPr>
          <w:b/>
          <w:bCs/>
        </w:rPr>
        <w:t>A</w:t>
      </w:r>
      <w:r w:rsidR="00FC4043" w:rsidRPr="00D10D04">
        <w:rPr>
          <w:b/>
          <w:bCs/>
        </w:rPr>
        <w:t xml:space="preserve">ufgabe </w:t>
      </w:r>
      <w:r w:rsidR="00EC20FF">
        <w:rPr>
          <w:b/>
          <w:bCs/>
        </w:rPr>
        <w:t>7</w:t>
      </w:r>
      <w:r w:rsidR="00FC4043" w:rsidRPr="00D10D04">
        <w:rPr>
          <w:b/>
          <w:bCs/>
        </w:rPr>
        <w:t xml:space="preserve">: </w:t>
      </w:r>
    </w:p>
    <w:p w14:paraId="3A320771" w14:textId="43B84734" w:rsidR="00FC4043" w:rsidRDefault="00FC4043" w:rsidP="00FC4043">
      <w:pPr>
        <w:pStyle w:val="Listenabsatz"/>
        <w:numPr>
          <w:ilvl w:val="0"/>
          <w:numId w:val="31"/>
        </w:numPr>
      </w:pPr>
      <w:bookmarkStart w:id="5" w:name="_Hlk128574599"/>
      <w:bookmarkStart w:id="6" w:name="_Hlk208504813"/>
      <w:bookmarkStart w:id="7" w:name="_Hlk128574732"/>
      <w:r>
        <w:t xml:space="preserve">Legen Sie eine Klasse </w:t>
      </w:r>
      <w:r w:rsidRPr="00427429">
        <w:rPr>
          <w:rFonts w:ascii="Courier New" w:hAnsi="Courier New" w:cs="Courier New"/>
        </w:rPr>
        <w:t>Person</w:t>
      </w:r>
      <w:r>
        <w:t xml:space="preserve"> an, welche mindestens die Attribute </w:t>
      </w:r>
      <w:r w:rsidRPr="00427429">
        <w:rPr>
          <w:rFonts w:ascii="Courier New" w:hAnsi="Courier New" w:cs="Courier New"/>
        </w:rPr>
        <w:t>Name</w:t>
      </w:r>
      <w:r>
        <w:t xml:space="preserve">, </w:t>
      </w:r>
      <w:r w:rsidRPr="00427429">
        <w:rPr>
          <w:rFonts w:ascii="Courier New" w:hAnsi="Courier New" w:cs="Courier New"/>
        </w:rPr>
        <w:t>Titel</w:t>
      </w:r>
      <w:r>
        <w:t xml:space="preserve">, </w:t>
      </w:r>
      <w:r w:rsidRPr="00427429">
        <w:rPr>
          <w:rFonts w:ascii="Courier New" w:hAnsi="Courier New" w:cs="Courier New"/>
        </w:rPr>
        <w:t>Geburtsjahr</w:t>
      </w:r>
      <w:r>
        <w:t xml:space="preserve"> enthält. Ergänzen Sie geeignete Operationen, z. B. für die Ausgabe der Attributwerte in einer Zeichenkette.</w:t>
      </w:r>
    </w:p>
    <w:p w14:paraId="2C543B2A" w14:textId="0DD74B9E" w:rsidR="00FC4043" w:rsidRDefault="00FC4043" w:rsidP="00FC4043">
      <w:pPr>
        <w:pStyle w:val="Listenabsatz"/>
        <w:numPr>
          <w:ilvl w:val="0"/>
          <w:numId w:val="31"/>
        </w:numPr>
      </w:pPr>
      <w:bookmarkStart w:id="8" w:name="_Hlk178787007"/>
      <w:bookmarkEnd w:id="5"/>
      <w:r>
        <w:t xml:space="preserve">Ändern Sie Ihr Programm aus Aufgabe </w:t>
      </w:r>
      <w:r w:rsidR="0090046B">
        <w:t>6</w:t>
      </w:r>
      <w:r>
        <w:t xml:space="preserve"> so, dass </w:t>
      </w:r>
      <w:r w:rsidR="0090046B">
        <w:t xml:space="preserve">die Knoten des Stammbaums Objekte vom Typ </w:t>
      </w:r>
      <w:r w:rsidRPr="00427429">
        <w:rPr>
          <w:rFonts w:ascii="Courier New" w:hAnsi="Courier New" w:cs="Courier New"/>
        </w:rPr>
        <w:t>Person</w:t>
      </w:r>
      <w:r>
        <w:t xml:space="preserve"> </w:t>
      </w:r>
      <w:r w:rsidR="0090046B">
        <w:t>enthalten</w:t>
      </w:r>
      <w:r>
        <w:t>.</w:t>
      </w:r>
    </w:p>
    <w:bookmarkEnd w:id="8"/>
    <w:p w14:paraId="366E8E2E" w14:textId="77777777" w:rsidR="00FC4043" w:rsidRDefault="00FC4043" w:rsidP="00FC4043">
      <w:pPr>
        <w:pStyle w:val="Listenabsatz"/>
        <w:numPr>
          <w:ilvl w:val="0"/>
          <w:numId w:val="31"/>
        </w:numPr>
      </w:pPr>
      <w:r>
        <w:t>Erweitern Sie Ihr Programm so, dass es die Möglichkeit gibt, nach einer Person zu suchen und die Eltern ausgeben zu lassen.</w:t>
      </w:r>
    </w:p>
    <w:p w14:paraId="4A513EF8" w14:textId="7E39BAF0" w:rsidR="00FC4043" w:rsidRDefault="00FC4043" w:rsidP="00FC4043">
      <w:pPr>
        <w:pStyle w:val="Listenabsatz"/>
        <w:numPr>
          <w:ilvl w:val="0"/>
          <w:numId w:val="31"/>
        </w:numPr>
      </w:pPr>
      <w:r>
        <w:t xml:space="preserve">Erweitern Sie Ihr Programm so, dass weitere Vorfahren in dem Stammbaum </w:t>
      </w:r>
      <w:proofErr w:type="gramStart"/>
      <w:r>
        <w:t>ergänzt</w:t>
      </w:r>
      <w:proofErr w:type="gramEnd"/>
      <w:r>
        <w:t xml:space="preserve"> werden kön</w:t>
      </w:r>
      <w:r>
        <w:softHyphen/>
        <w:t>nen. Erfragen Sie dazu vom Anwende</w:t>
      </w:r>
      <w:r w:rsidR="00A02E21">
        <w:t>nden</w:t>
      </w:r>
      <w:r>
        <w:t xml:space="preserve"> die Person, für die ein Elternteil ergänzt werden soll und die Daten des Elternteils. Mütter werden als linkes Kind, Väter als rechtes Kind ergänzt. Wenn bereits ein entsprechender Knoten existiert, wird nur der Inhaltswert des Knotens geändert.</w:t>
      </w:r>
    </w:p>
    <w:p w14:paraId="29E99C24" w14:textId="77777777" w:rsidR="00FC4043" w:rsidRDefault="00FC4043" w:rsidP="00FC4043">
      <w:pPr>
        <w:pStyle w:val="Listenabsatz"/>
        <w:numPr>
          <w:ilvl w:val="0"/>
          <w:numId w:val="31"/>
        </w:numPr>
      </w:pPr>
      <w:r>
        <w:t>Ergänzen Sie in Ihrem Programm die Möglichkeit, ausgeben zu lassen, wie viele Generationen in dem Stammbaum enthalten sind. Die Generationen müssen nicht vollständig abgebildet sein.</w:t>
      </w:r>
      <w:r>
        <w:br/>
      </w:r>
      <w:r w:rsidRPr="00427429">
        <w:rPr>
          <w:b/>
          <w:bCs/>
        </w:rPr>
        <w:t>Tipp</w:t>
      </w:r>
      <w:r>
        <w:t>: Die Anzahl der Generationen entspricht der Höhe des Baumes.</w:t>
      </w:r>
      <w:bookmarkEnd w:id="6"/>
    </w:p>
    <w:bookmarkEnd w:id="7"/>
    <w:p w14:paraId="0217E813" w14:textId="3524D047" w:rsidR="00FC4043" w:rsidRDefault="00FC4043" w:rsidP="00B832A2">
      <w:pPr>
        <w:spacing w:before="120" w:after="120"/>
      </w:pPr>
      <w:r>
        <w:rPr>
          <w:b/>
          <w:bCs/>
          <w:noProof/>
        </w:rPr>
        <mc:AlternateContent>
          <mc:Choice Requires="wpg">
            <w:drawing>
              <wp:anchor distT="0" distB="0" distL="114300" distR="114300" simplePos="0" relativeHeight="251695104" behindDoc="0" locked="0" layoutInCell="1" allowOverlap="1" wp14:anchorId="3402128E" wp14:editId="2F710E59">
                <wp:simplePos x="0" y="0"/>
                <wp:positionH relativeFrom="margin">
                  <wp:align>right</wp:align>
                </wp:positionH>
                <wp:positionV relativeFrom="paragraph">
                  <wp:posOffset>1270</wp:posOffset>
                </wp:positionV>
                <wp:extent cx="2494280" cy="2254885"/>
                <wp:effectExtent l="0" t="0" r="1270" b="0"/>
                <wp:wrapSquare wrapText="bothSides"/>
                <wp:docPr id="577902380" name="Gruppieren 577902380"/>
                <wp:cNvGraphicFramePr/>
                <a:graphic xmlns:a="http://schemas.openxmlformats.org/drawingml/2006/main">
                  <a:graphicData uri="http://schemas.microsoft.com/office/word/2010/wordprocessingGroup">
                    <wpg:wgp>
                      <wpg:cNvGrpSpPr/>
                      <wpg:grpSpPr>
                        <a:xfrm>
                          <a:off x="0" y="0"/>
                          <a:ext cx="2494280" cy="2254885"/>
                          <a:chOff x="0" y="0"/>
                          <a:chExt cx="2494280" cy="2254885"/>
                        </a:xfrm>
                      </wpg:grpSpPr>
                      <pic:pic xmlns:pic="http://schemas.openxmlformats.org/drawingml/2006/picture">
                        <pic:nvPicPr>
                          <pic:cNvPr id="1308215504" name="Grafik 1308215504"/>
                          <pic:cNvPicPr>
                            <a:picLocks noChangeAspect="1"/>
                          </pic:cNvPicPr>
                        </pic:nvPicPr>
                        <pic:blipFill>
                          <a:blip r:embed="rId18">
                            <a:extLst>
                              <a:ext uri="{28A0092B-C50C-407E-A947-70E740481C1C}">
                                <a14:useLocalDpi xmlns:a14="http://schemas.microsoft.com/office/drawing/2010/main" val="0"/>
                              </a:ext>
                            </a:extLst>
                          </a:blip>
                          <a:srcRect/>
                          <a:stretch/>
                        </pic:blipFill>
                        <pic:spPr>
                          <a:xfrm>
                            <a:off x="193" y="0"/>
                            <a:ext cx="2493894" cy="1880870"/>
                          </a:xfrm>
                          <a:prstGeom prst="rect">
                            <a:avLst/>
                          </a:prstGeom>
                        </pic:spPr>
                      </pic:pic>
                      <wps:wsp>
                        <wps:cNvPr id="1328982698" name="Textfeld 1328982698"/>
                        <wps:cNvSpPr txBox="1"/>
                        <wps:spPr>
                          <a:xfrm>
                            <a:off x="0" y="1938020"/>
                            <a:ext cx="2494280" cy="316865"/>
                          </a:xfrm>
                          <a:prstGeom prst="rect">
                            <a:avLst/>
                          </a:prstGeom>
                          <a:solidFill>
                            <a:prstClr val="white"/>
                          </a:solidFill>
                          <a:ln>
                            <a:noFill/>
                          </a:ln>
                        </wps:spPr>
                        <wps:txbx>
                          <w:txbxContent>
                            <w:p w14:paraId="6F689995" w14:textId="5832AD5A" w:rsidR="00FC4043" w:rsidRPr="005C0130" w:rsidRDefault="00FC4043" w:rsidP="00FC4043">
                              <w:pPr>
                                <w:pStyle w:val="UnterschriftINFSI"/>
                                <w:spacing w:after="60"/>
                                <w:rPr>
                                  <w:noProof/>
                                </w:rPr>
                              </w:pPr>
                              <w:r>
                                <w:t xml:space="preserve">Abbildung </w:t>
                              </w:r>
                              <w:fldSimple w:instr=" SEQ Abbildung \* ARABIC ">
                                <w:r w:rsidR="00672FAE">
                                  <w:rPr>
                                    <w:noProof/>
                                  </w:rPr>
                                  <w:t>8</w:t>
                                </w:r>
                              </w:fldSimple>
                              <w:r>
                                <w:t>: Darstellung eines Tennisturniers als Binärbaum</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3402128E" id="Gruppieren 577902380" o:spid="_x0000_s1169" style="position:absolute;margin-left:145.2pt;margin-top:.1pt;width:196.4pt;height:177.55pt;z-index:251695104;mso-position-horizontal:right;mso-position-horizontal-relative:margin" coordsize="24942,225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">
                <v:shape id="Grafik 1308215504" o:spid="_x0000_s1170" type="#_x0000_t75" style="position:absolute;left:1;width:24939;height:188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">
                  <v:imagedata r:id="rId19" o:title=""/>
                </v:shape>
                <v:shape id="Textfeld 1328982698" o:spid="_x0000_s1171" type="#_x0000_t202" style="position:absolute;top:19380;width:24942;height:3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" stroked="f">
                  <v:textbox style="mso-fit-shape-to-text:t" inset="0,0,0,0">
                    <w:txbxContent>
                      <w:p w14:paraId="6F689995" w14:textId="5832AD5A" w:rsidR="00FC4043" w:rsidRPr="005C0130" w:rsidRDefault="00FC4043" w:rsidP="00FC4043">
                        <w:pPr>
                          <w:pStyle w:val="UnterschriftINFSI"/>
                          <w:spacing w:after="60"/>
                          <w:rPr>
                            <w:noProof/>
                          </w:rPr>
                        </w:pPr>
                        <w:r>
                          <w:t xml:space="preserve">Abbildung </w:t>
                        </w:r>
                        <w:fldSimple w:instr=" SEQ Abbildung \* ARABIC ">
                          <w:r w:rsidR="00672FAE">
                            <w:rPr>
                              <w:noProof/>
                            </w:rPr>
                            <w:t>8</w:t>
                          </w:r>
                        </w:fldSimple>
                        <w:r>
                          <w:t>: Darstellung eines Tennisturniers als Binärbaum</w:t>
                        </w:r>
                      </w:p>
                    </w:txbxContent>
                  </v:textbox>
                </v:shape>
                <w10:wrap type="square" anchorx="margin"/>
              </v:group>
            </w:pict>
          </mc:Fallback>
        </mc:AlternateContent>
      </w:r>
      <w:r w:rsidRPr="002A08CA">
        <w:rPr>
          <w:b/>
          <w:bCs/>
        </w:rPr>
        <w:t xml:space="preserve">Aufgabe </w:t>
      </w:r>
      <w:bookmarkStart w:id="9" w:name="_Hlk128577189"/>
      <w:r w:rsidR="00EC20FF">
        <w:rPr>
          <w:b/>
          <w:bCs/>
        </w:rPr>
        <w:t>8</w:t>
      </w:r>
      <w:r>
        <w:t xml:space="preserve">: </w:t>
      </w:r>
      <w:bookmarkStart w:id="10" w:name="_Hlk208504865"/>
      <w:r>
        <w:t>Der Verlauf eines Tennisturniers kann in einem Binärbaum abgebildet werden. Dabei enthalten die Blätter alle Spieler</w:t>
      </w:r>
      <w:bookmarkStart w:id="11" w:name="_Hlk178845515"/>
      <w:r w:rsidR="00A02E21">
        <w:rPr>
          <w:rStyle w:val="Funotenzeichen"/>
        </w:rPr>
        <w:footnoteReference w:id="3"/>
      </w:r>
      <w:bookmarkEnd w:id="11"/>
      <w:r>
        <w:t>. Zwei Spieler mit dem gleichen Vater</w:t>
      </w:r>
      <w:r>
        <w:softHyphen/>
        <w:t>knoten tragen ein Match aus, wobei der Gewin</w:t>
      </w:r>
      <w:r>
        <w:softHyphen/>
        <w:t>ner in den Vaterknoten eingetragen wird. So steht am Ende der Sieger des Turniers in der Wurzel des Bau</w:t>
      </w:r>
      <w:r>
        <w:softHyphen/>
        <w:t>mes. Gehen Sie für die Aufgabenteile a) bis c) davon aus, dass das Turnier bereits beendet ist und alle Spie</w:t>
      </w:r>
      <w:r>
        <w:softHyphen/>
        <w:t xml:space="preserve">ler bzw. Sieger in einem global definierten Binärbaum </w:t>
      </w:r>
      <w:r w:rsidRPr="00CC19AE">
        <w:rPr>
          <w:rFonts w:ascii="Courier New" w:hAnsi="Courier New" w:cs="Courier New"/>
        </w:rPr>
        <w:t>turnierbaum</w:t>
      </w:r>
      <w:r>
        <w:t xml:space="preserve"> vom </w:t>
      </w:r>
      <w:bookmarkStart w:id="12" w:name="_Hlk208505056"/>
      <w:r w:rsidR="00956681">
        <w:t>Inhaltst</w:t>
      </w:r>
      <w:r>
        <w:t xml:space="preserve">yp </w:t>
      </w:r>
      <w:bookmarkEnd w:id="12"/>
      <w:r>
        <w:t>Zeichenkette vorliegen.</w:t>
      </w:r>
      <w:bookmarkEnd w:id="10"/>
      <w:r>
        <w:t xml:space="preserve"> </w:t>
      </w:r>
      <w:bookmarkEnd w:id="9"/>
    </w:p>
    <w:p w14:paraId="24AADDD0" w14:textId="0F06D9DC" w:rsidR="00EC18AC" w:rsidRDefault="00956681" w:rsidP="00EC18AC">
      <w:pPr>
        <w:pStyle w:val="Listenabsatz"/>
        <w:numPr>
          <w:ilvl w:val="0"/>
          <w:numId w:val="32"/>
        </w:numPr>
      </w:pPr>
      <w:bookmarkStart w:id="13" w:name="_Hlk128573617"/>
      <w:bookmarkStart w:id="14" w:name="_Hlk128573605"/>
      <w:r>
        <w:t xml:space="preserve">Eine Operation </w:t>
      </w:r>
      <w:proofErr w:type="spellStart"/>
      <w:r w:rsidRPr="00BF0F14">
        <w:rPr>
          <w:rFonts w:ascii="Courier New" w:hAnsi="Courier New" w:cs="Courier New"/>
        </w:rPr>
        <w:t>bestimm</w:t>
      </w:r>
      <w:r>
        <w:rPr>
          <w:rFonts w:ascii="Courier New" w:hAnsi="Courier New" w:cs="Courier New"/>
        </w:rPr>
        <w:t>e</w:t>
      </w:r>
      <w:r w:rsidRPr="00BF0F14">
        <w:rPr>
          <w:rFonts w:ascii="Courier New" w:hAnsi="Courier New" w:cs="Courier New"/>
        </w:rPr>
        <w:t>AnzahlSpiele</w:t>
      </w:r>
      <w:proofErr w:type="spellEnd"/>
      <w:r>
        <w:t xml:space="preserve"> soll für einen Spieler, der als Parameter vom Typ </w:t>
      </w:r>
      <w:r w:rsidRPr="00F36589">
        <w:rPr>
          <w:rFonts w:ascii="Courier New" w:hAnsi="Courier New" w:cs="Courier New"/>
        </w:rPr>
        <w:t>Zeichenkette</w:t>
      </w:r>
      <w:r>
        <w:t xml:space="preserve"> übergeben wird, bestimme, wie viele Spiele er in dem Turnier gespielt hat, und die Anzahl als Ganzzahl zurückgeben.</w:t>
      </w:r>
    </w:p>
    <w:p w14:paraId="6A2ECFF4" w14:textId="36E13824" w:rsidR="00FC4043" w:rsidRDefault="00FC4043" w:rsidP="00FC4043">
      <w:pPr>
        <w:pStyle w:val="Listenabsatz"/>
        <w:numPr>
          <w:ilvl w:val="0"/>
          <w:numId w:val="32"/>
        </w:numPr>
      </w:pPr>
      <w:bookmarkStart w:id="15" w:name="_Hlk208504922"/>
      <w:bookmarkEnd w:id="13"/>
      <w:r>
        <w:t xml:space="preserve">Eine Operation </w:t>
      </w:r>
      <w:proofErr w:type="spellStart"/>
      <w:proofErr w:type="gramStart"/>
      <w:r w:rsidRPr="00D93372">
        <w:rPr>
          <w:rFonts w:ascii="Courier New" w:hAnsi="Courier New" w:cs="Courier New"/>
        </w:rPr>
        <w:t>zeigePaarungen</w:t>
      </w:r>
      <w:proofErr w:type="spellEnd"/>
      <w:r w:rsidRPr="00D93372">
        <w:rPr>
          <w:rFonts w:ascii="Courier New" w:hAnsi="Courier New" w:cs="Courier New"/>
        </w:rPr>
        <w:t>(</w:t>
      </w:r>
      <w:proofErr w:type="spellStart"/>
      <w:proofErr w:type="gramEnd"/>
      <w:r w:rsidRPr="00D93372">
        <w:rPr>
          <w:rFonts w:ascii="Courier New" w:hAnsi="Courier New" w:cs="Courier New"/>
        </w:rPr>
        <w:t>spielrunde</w:t>
      </w:r>
      <w:proofErr w:type="spellEnd"/>
      <w:r w:rsidRPr="00D93372">
        <w:rPr>
          <w:rFonts w:ascii="Courier New" w:hAnsi="Courier New" w:cs="Courier New"/>
        </w:rPr>
        <w:t>: Ganzzahl): Zeichenkette</w:t>
      </w:r>
      <w:r>
        <w:t xml:space="preserve"> soll alle Paarungen einer Spielrunde </w:t>
      </w:r>
      <w:r w:rsidR="00331359">
        <w:t>ermitteln und in einer Zeichenkette zurückgeben.</w:t>
      </w:r>
      <w:r>
        <w:t xml:space="preserve"> Jede Ebene des Baumes stellt eine Spielrunde dar.</w:t>
      </w:r>
      <w:r w:rsidR="00331359">
        <w:t xml:space="preserve"> </w:t>
      </w:r>
      <w:r>
        <w:t xml:space="preserve">Erstellen Sie für die Operation </w:t>
      </w:r>
      <w:proofErr w:type="spellStart"/>
      <w:r w:rsidRPr="00D93372">
        <w:rPr>
          <w:rFonts w:ascii="Courier New" w:hAnsi="Courier New" w:cs="Courier New"/>
        </w:rPr>
        <w:t>zeigePaarungen</w:t>
      </w:r>
      <w:proofErr w:type="spellEnd"/>
      <w:r>
        <w:t xml:space="preserve"> ein Struktogramm. </w:t>
      </w:r>
      <w:r>
        <w:br/>
      </w:r>
      <w:r w:rsidRPr="00D93372">
        <w:rPr>
          <w:b/>
          <w:bCs/>
        </w:rPr>
        <w:lastRenderedPageBreak/>
        <w:t>Tipp</w:t>
      </w:r>
      <w:r>
        <w:t xml:space="preserve">: Nummeriert man die Knoten eines vollständigen Binärbaumes in </w:t>
      </w:r>
      <w:proofErr w:type="spellStart"/>
      <w:r>
        <w:t>levelorder</w:t>
      </w:r>
      <w:proofErr w:type="spellEnd"/>
      <w:r>
        <w:t xml:space="preserve">-Reihenfolge beginnend mit 1 für die Wurzel, so haben die Knoten einer Ebene </w:t>
      </w:r>
      <w:r w:rsidRPr="00FC4043">
        <w:rPr>
          <w:i/>
          <w:iCs/>
        </w:rPr>
        <w:t>n</w:t>
      </w:r>
      <w:r>
        <w:t xml:space="preserve"> die Nummern 2</w:t>
      </w:r>
      <w:r w:rsidRPr="00D93372">
        <w:rPr>
          <w:vertAlign w:val="superscript"/>
        </w:rPr>
        <w:t>n</w:t>
      </w:r>
      <w:r>
        <w:t xml:space="preserve"> bis 2</w:t>
      </w:r>
      <w:r w:rsidRPr="00D93372">
        <w:rPr>
          <w:vertAlign w:val="superscript"/>
        </w:rPr>
        <w:t>n+1</w:t>
      </w:r>
      <w:r>
        <w:t>-1.</w:t>
      </w:r>
      <w:bookmarkEnd w:id="15"/>
    </w:p>
    <w:p w14:paraId="3689997D" w14:textId="45196556" w:rsidR="00FC4043" w:rsidRDefault="00955345" w:rsidP="00FC4043">
      <w:pPr>
        <w:pStyle w:val="Listenabsatz"/>
        <w:numPr>
          <w:ilvl w:val="0"/>
          <w:numId w:val="32"/>
        </w:numPr>
      </w:pPr>
      <w:bookmarkStart w:id="16" w:name="_Hlk128573964"/>
      <w:bookmarkEnd w:id="14"/>
      <w:r>
        <w:t xml:space="preserve">Eine Operation </w:t>
      </w:r>
      <w:proofErr w:type="spellStart"/>
      <w:r w:rsidRPr="00F36589">
        <w:rPr>
          <w:rFonts w:ascii="Courier New" w:hAnsi="Courier New" w:cs="Courier New"/>
        </w:rPr>
        <w:t>sucheGegner</w:t>
      </w:r>
      <w:proofErr w:type="spellEnd"/>
      <w:r>
        <w:t xml:space="preserve"> soll für einen Spieler, der als Parameter vom </w:t>
      </w:r>
      <w:r w:rsidR="00886969">
        <w:t>T</w:t>
      </w:r>
      <w:r>
        <w:t xml:space="preserve">yp </w:t>
      </w:r>
      <w:r w:rsidRPr="00F36589">
        <w:rPr>
          <w:rFonts w:ascii="Courier New" w:hAnsi="Courier New" w:cs="Courier New"/>
        </w:rPr>
        <w:t>Zeichenkette</w:t>
      </w:r>
      <w:r>
        <w:t xml:space="preserve"> übergeben wird, alle Gegner zurückgeben, gegen die er während des Turniers gespielt hat. Die Rückgabe der Gegner erfolgt als </w:t>
      </w:r>
      <w:r w:rsidRPr="00F36589">
        <w:rPr>
          <w:rFonts w:ascii="Courier New" w:hAnsi="Courier New" w:cs="Courier New"/>
        </w:rPr>
        <w:t xml:space="preserve">dynamische Reihung </w:t>
      </w:r>
      <w:r w:rsidRPr="003B2FB1">
        <w:rPr>
          <w:rFonts w:ascii="Calibri" w:hAnsi="Calibri" w:cs="Calibri"/>
        </w:rPr>
        <w:t xml:space="preserve">vom </w:t>
      </w:r>
      <w:r>
        <w:rPr>
          <w:rFonts w:ascii="Calibri" w:hAnsi="Calibri" w:cs="Calibri"/>
        </w:rPr>
        <w:t>Inhaltst</w:t>
      </w:r>
      <w:r w:rsidRPr="003B2FB1">
        <w:rPr>
          <w:rFonts w:ascii="Calibri" w:hAnsi="Calibri" w:cs="Calibri"/>
        </w:rPr>
        <w:t>yp</w:t>
      </w:r>
      <w:r w:rsidRPr="00F36589">
        <w:rPr>
          <w:rFonts w:ascii="Courier New" w:hAnsi="Courier New" w:cs="Courier New"/>
        </w:rPr>
        <w:t xml:space="preserve"> Zeichenkette</w:t>
      </w:r>
      <w:r>
        <w:t xml:space="preserve">. Erstellen Sie für die Operation </w:t>
      </w:r>
      <w:proofErr w:type="spellStart"/>
      <w:r w:rsidRPr="00F53D13">
        <w:rPr>
          <w:rFonts w:ascii="Courier New" w:hAnsi="Courier New" w:cs="Courier New"/>
        </w:rPr>
        <w:t>sucheGegner</w:t>
      </w:r>
      <w:proofErr w:type="spellEnd"/>
      <w:r>
        <w:t xml:space="preserve"> ein Struktogramm</w:t>
      </w:r>
      <w:r w:rsidR="00E179B6">
        <w:t>.</w:t>
      </w:r>
    </w:p>
    <w:p w14:paraId="57D225D4" w14:textId="73251E7D" w:rsidR="00FC4043" w:rsidRDefault="006613A2" w:rsidP="00FC4043">
      <w:pPr>
        <w:pStyle w:val="Listenabsatz"/>
        <w:numPr>
          <w:ilvl w:val="0"/>
          <w:numId w:val="32"/>
        </w:numPr>
      </w:pPr>
      <w:r>
        <w:t xml:space="preserve">Zu Beginn des Turniers sind nur die Blätter des Baumes mit den entsprechenden Spielern gefüllt. Alle inneren Knoten enthalten eine leere Zeichenkette. Eine Operation </w:t>
      </w:r>
      <w:proofErr w:type="spellStart"/>
      <w:r w:rsidRPr="00864FFD">
        <w:rPr>
          <w:rFonts w:ascii="Courier New" w:hAnsi="Courier New" w:cs="Courier New"/>
        </w:rPr>
        <w:t>trageSiegerEin</w:t>
      </w:r>
      <w:proofErr w:type="spellEnd"/>
      <w:r>
        <w:t xml:space="preserve"> erhält als Parameter Spieler1 und Spieler2 sowie den Sieger als </w:t>
      </w:r>
      <w:r w:rsidRPr="00864FFD">
        <w:rPr>
          <w:rFonts w:ascii="Courier New" w:hAnsi="Courier New" w:cs="Courier New"/>
        </w:rPr>
        <w:t>Zeichenkette</w:t>
      </w:r>
      <w:r>
        <w:t xml:space="preserve">. Die Operation soll den Sieger als Inhaltswert des Vaterknotens von Spieler1 und Spieler2 eintragen. Gehen Sie vereinfachend davon aus, dass Spieler1 und Spieler2 in der passenden Reihenfolge übergeben werden. Erstellen Sie für die Operation </w:t>
      </w:r>
      <w:proofErr w:type="spellStart"/>
      <w:r w:rsidRPr="00864FFD">
        <w:rPr>
          <w:rFonts w:ascii="Courier New" w:hAnsi="Courier New" w:cs="Courier New"/>
        </w:rPr>
        <w:t>trageSiegerEin</w:t>
      </w:r>
      <w:proofErr w:type="spellEnd"/>
      <w:r>
        <w:t xml:space="preserve"> ein Struktogramm.</w:t>
      </w:r>
    </w:p>
    <w:bookmarkEnd w:id="16"/>
    <w:p w14:paraId="49512D8A" w14:textId="77777777" w:rsidR="00FC4043" w:rsidRDefault="00FC4043" w:rsidP="00991A2D"/>
    <w:p w14:paraId="01291E7D" w14:textId="77777777" w:rsidR="00FC4043" w:rsidRDefault="00FC4043" w:rsidP="00991A2D"/>
    <w:p w14:paraId="4348BD93" w14:textId="77777777" w:rsidR="00FC4043" w:rsidRDefault="00FC4043" w:rsidP="00991A2D"/>
    <w:p w14:paraId="2D33A0AA" w14:textId="77777777" w:rsidR="00FC4043" w:rsidRDefault="00FC4043" w:rsidP="00991A2D"/>
    <w:p w14:paraId="1F83EEDD" w14:textId="77777777" w:rsidR="00FC4043" w:rsidRDefault="00FC4043" w:rsidP="00991A2D"/>
    <w:p w14:paraId="0271EDAB" w14:textId="77777777" w:rsidR="00224E25" w:rsidRDefault="00224E25">
      <w:pPr>
        <w:spacing w:after="160" w:line="259" w:lineRule="auto"/>
      </w:pPr>
      <w:r>
        <w:br w:type="page"/>
      </w:r>
    </w:p>
    <w:p w14:paraId="77C2AE69" w14:textId="0F30960E" w:rsidR="00224E25" w:rsidRDefault="00224E25" w:rsidP="00224E25">
      <w:pPr>
        <w:pStyle w:val="Default"/>
        <w:spacing w:after="120"/>
        <w:rPr>
          <w:sz w:val="22"/>
          <w:szCs w:val="22"/>
        </w:rPr>
      </w:pPr>
      <w:bookmarkStart w:id="17" w:name="_Hlk208505925"/>
      <w:r>
        <w:rPr>
          <w:b/>
          <w:bCs/>
          <w:sz w:val="22"/>
          <w:szCs w:val="22"/>
        </w:rPr>
        <w:lastRenderedPageBreak/>
        <w:t>Operationen der Klasse Binärbaum</w:t>
      </w:r>
      <w:r w:rsidR="00A259F3">
        <w:rPr>
          <w:rStyle w:val="Funotenzeichen"/>
          <w:b/>
          <w:bCs/>
          <w:sz w:val="22"/>
          <w:szCs w:val="22"/>
        </w:rPr>
        <w:footnoteReference w:id="4"/>
      </w:r>
      <w:r>
        <w:rPr>
          <w:b/>
          <w:bCs/>
          <w:sz w:val="22"/>
          <w:szCs w:val="22"/>
        </w:rPr>
        <w:t xml:space="preserve"> </w:t>
      </w:r>
    </w:p>
    <w:p w14:paraId="5B6C20F4" w14:textId="77777777" w:rsidR="00E017FE" w:rsidRPr="00E017FE" w:rsidRDefault="00E017FE" w:rsidP="00E017FE">
      <w:pPr>
        <w:autoSpaceDE w:val="0"/>
        <w:autoSpaceDN w:val="0"/>
        <w:adjustRightInd w:val="0"/>
        <w:spacing w:after="0"/>
        <w:rPr>
          <w:rFonts w:ascii="Courier New" w:hAnsi="Courier New" w:cs="Courier New"/>
          <w:color w:val="000000"/>
        </w:rPr>
      </w:pPr>
      <w:proofErr w:type="spellStart"/>
      <w:proofErr w:type="gramStart"/>
      <w:r w:rsidRPr="00E017FE">
        <w:rPr>
          <w:rFonts w:ascii="Courier New" w:hAnsi="Courier New" w:cs="Courier New"/>
          <w:color w:val="000000"/>
        </w:rPr>
        <w:t>BinTree</w:t>
      </w:r>
      <w:proofErr w:type="spellEnd"/>
      <w:r w:rsidRPr="00E017FE">
        <w:rPr>
          <w:rFonts w:ascii="Courier New" w:hAnsi="Courier New" w:cs="Courier New"/>
          <w:color w:val="000000"/>
        </w:rPr>
        <w:t>(</w:t>
      </w:r>
      <w:proofErr w:type="gramEnd"/>
      <w:r w:rsidRPr="00E017FE">
        <w:rPr>
          <w:rFonts w:ascii="Courier New" w:hAnsi="Courier New" w:cs="Courier New"/>
          <w:color w:val="000000"/>
        </w:rPr>
        <w:t xml:space="preserve">) </w:t>
      </w:r>
    </w:p>
    <w:p w14:paraId="5E391FD5" w14:textId="77777777" w:rsidR="00E017FE" w:rsidRPr="00E017FE" w:rsidRDefault="00E017FE" w:rsidP="00E017FE">
      <w:pPr>
        <w:autoSpaceDE w:val="0"/>
        <w:autoSpaceDN w:val="0"/>
        <w:adjustRightInd w:val="0"/>
        <w:spacing w:after="120"/>
        <w:rPr>
          <w:rFonts w:ascii="Calibri" w:hAnsi="Calibri" w:cs="Calibri"/>
          <w:color w:val="000000"/>
        </w:rPr>
      </w:pPr>
      <w:r w:rsidRPr="00E017FE">
        <w:rPr>
          <w:rFonts w:ascii="Calibri" w:hAnsi="Calibri" w:cs="Calibri"/>
          <w:color w:val="000000"/>
        </w:rPr>
        <w:t xml:space="preserve">Ein leerer Baum wird erzeugt. Er besitzt keinen Inhalt und keine Teilbäume. </w:t>
      </w:r>
    </w:p>
    <w:p w14:paraId="50871D7F" w14:textId="77777777" w:rsidR="00E017FE" w:rsidRPr="00E017FE" w:rsidRDefault="00E017FE" w:rsidP="00E017FE">
      <w:pPr>
        <w:autoSpaceDE w:val="0"/>
        <w:autoSpaceDN w:val="0"/>
        <w:adjustRightInd w:val="0"/>
        <w:spacing w:after="0"/>
        <w:rPr>
          <w:rFonts w:ascii="Courier New" w:hAnsi="Courier New" w:cs="Courier New"/>
          <w:color w:val="000000"/>
        </w:rPr>
      </w:pPr>
      <w:proofErr w:type="spellStart"/>
      <w:proofErr w:type="gramStart"/>
      <w:r w:rsidRPr="00E017FE">
        <w:rPr>
          <w:rFonts w:ascii="Courier New" w:hAnsi="Courier New" w:cs="Courier New"/>
          <w:color w:val="000000"/>
        </w:rPr>
        <w:t>BinTree</w:t>
      </w:r>
      <w:proofErr w:type="spellEnd"/>
      <w:r w:rsidRPr="00E017FE">
        <w:rPr>
          <w:rFonts w:ascii="Courier New" w:hAnsi="Courier New" w:cs="Courier New"/>
          <w:color w:val="000000"/>
        </w:rPr>
        <w:t>(</w:t>
      </w:r>
      <w:proofErr w:type="spellStart"/>
      <w:proofErr w:type="gramEnd"/>
      <w:r w:rsidRPr="00E017FE">
        <w:rPr>
          <w:rFonts w:ascii="Courier New" w:hAnsi="Courier New" w:cs="Courier New"/>
          <w:color w:val="000000"/>
        </w:rPr>
        <w:t>inhalt</w:t>
      </w:r>
      <w:proofErr w:type="spellEnd"/>
      <w:r w:rsidRPr="00E017FE">
        <w:rPr>
          <w:rFonts w:ascii="Courier New" w:hAnsi="Courier New" w:cs="Courier New"/>
          <w:color w:val="000000"/>
        </w:rPr>
        <w:t xml:space="preserve">: Inhaltstyp) </w:t>
      </w:r>
    </w:p>
    <w:p w14:paraId="6A837949" w14:textId="77777777" w:rsidR="00E017FE" w:rsidRPr="00E017FE" w:rsidRDefault="00E017FE" w:rsidP="00E017FE">
      <w:pPr>
        <w:autoSpaceDE w:val="0"/>
        <w:autoSpaceDN w:val="0"/>
        <w:adjustRightInd w:val="0"/>
        <w:spacing w:after="120"/>
        <w:rPr>
          <w:rFonts w:ascii="Courier New" w:hAnsi="Courier New" w:cs="Courier New"/>
          <w:color w:val="000000"/>
        </w:rPr>
      </w:pPr>
      <w:r w:rsidRPr="00E017FE">
        <w:rPr>
          <w:rFonts w:ascii="Calibri" w:hAnsi="Calibri" w:cs="Calibri"/>
          <w:color w:val="000000"/>
        </w:rPr>
        <w:t xml:space="preserve">Ein Baum wird erzeugt. Die Wurzel erhält den übergebenen Inhalt als Wert. Der Baum besitzt jeweils einen leeren Baum als linken und rechten Teilbaum. </w:t>
      </w:r>
    </w:p>
    <w:p w14:paraId="50D0D1CA" w14:textId="77777777" w:rsidR="00E017FE" w:rsidRPr="00E017FE" w:rsidRDefault="00E017FE" w:rsidP="00E017FE">
      <w:pPr>
        <w:autoSpaceDE w:val="0"/>
        <w:autoSpaceDN w:val="0"/>
        <w:adjustRightInd w:val="0"/>
        <w:spacing w:after="0"/>
        <w:rPr>
          <w:rFonts w:ascii="Courier New" w:hAnsi="Courier New" w:cs="Courier New"/>
          <w:color w:val="000000"/>
        </w:rPr>
      </w:pPr>
      <w:proofErr w:type="spellStart"/>
      <w:proofErr w:type="gramStart"/>
      <w:r w:rsidRPr="00E017FE">
        <w:rPr>
          <w:rFonts w:ascii="Courier New" w:hAnsi="Courier New" w:cs="Courier New"/>
          <w:color w:val="000000"/>
        </w:rPr>
        <w:t>isEmpty</w:t>
      </w:r>
      <w:proofErr w:type="spellEnd"/>
      <w:r w:rsidRPr="00E017FE">
        <w:rPr>
          <w:rFonts w:ascii="Courier New" w:hAnsi="Courier New" w:cs="Courier New"/>
          <w:color w:val="000000"/>
        </w:rPr>
        <w:t>(</w:t>
      </w:r>
      <w:proofErr w:type="gramEnd"/>
      <w:r w:rsidRPr="00E017FE">
        <w:rPr>
          <w:rFonts w:ascii="Courier New" w:hAnsi="Courier New" w:cs="Courier New"/>
          <w:color w:val="000000"/>
        </w:rPr>
        <w:t xml:space="preserve">): Wahrheitswert </w:t>
      </w:r>
    </w:p>
    <w:p w14:paraId="760D1E47" w14:textId="77777777" w:rsidR="00E017FE" w:rsidRPr="00E017FE" w:rsidRDefault="00E017FE" w:rsidP="00E017FE">
      <w:pPr>
        <w:autoSpaceDE w:val="0"/>
        <w:autoSpaceDN w:val="0"/>
        <w:adjustRightInd w:val="0"/>
        <w:spacing w:after="120"/>
        <w:rPr>
          <w:rFonts w:ascii="Courier New" w:hAnsi="Courier New" w:cs="Courier New"/>
          <w:color w:val="000000"/>
        </w:rPr>
      </w:pPr>
      <w:r w:rsidRPr="00E017FE">
        <w:rPr>
          <w:rFonts w:ascii="Calibri" w:hAnsi="Calibri" w:cs="Calibri"/>
          <w:color w:val="000000"/>
        </w:rPr>
        <w:t xml:space="preserve">Wenn der Baum ein leerer Baum ist, wird der Wert </w:t>
      </w:r>
      <w:r w:rsidRPr="00E017FE">
        <w:rPr>
          <w:rFonts w:ascii="Courier New" w:hAnsi="Courier New" w:cs="Courier New"/>
          <w:color w:val="000000"/>
        </w:rPr>
        <w:t xml:space="preserve">wahr </w:t>
      </w:r>
      <w:r w:rsidRPr="00E017FE">
        <w:rPr>
          <w:rFonts w:ascii="Calibri" w:hAnsi="Calibri" w:cs="Calibri"/>
          <w:color w:val="000000"/>
        </w:rPr>
        <w:t xml:space="preserve">zurückgegeben, sonst der Wert </w:t>
      </w:r>
      <w:r w:rsidRPr="00E017FE">
        <w:rPr>
          <w:rFonts w:ascii="Courier New" w:hAnsi="Courier New" w:cs="Courier New"/>
          <w:color w:val="000000"/>
        </w:rPr>
        <w:t>falsch</w:t>
      </w:r>
      <w:r w:rsidRPr="00E017FE">
        <w:rPr>
          <w:rFonts w:ascii="Calibri" w:hAnsi="Calibri" w:cs="Calibri"/>
          <w:color w:val="000000"/>
        </w:rPr>
        <w:t xml:space="preserve">. </w:t>
      </w:r>
    </w:p>
    <w:p w14:paraId="704F7935" w14:textId="77777777" w:rsidR="00E017FE" w:rsidRPr="00E017FE" w:rsidRDefault="00E017FE" w:rsidP="00E017FE">
      <w:pPr>
        <w:autoSpaceDE w:val="0"/>
        <w:autoSpaceDN w:val="0"/>
        <w:adjustRightInd w:val="0"/>
        <w:spacing w:after="0"/>
        <w:rPr>
          <w:rFonts w:ascii="Courier New" w:hAnsi="Courier New" w:cs="Courier New"/>
          <w:color w:val="000000"/>
        </w:rPr>
      </w:pPr>
      <w:proofErr w:type="spellStart"/>
      <w:proofErr w:type="gramStart"/>
      <w:r w:rsidRPr="00E017FE">
        <w:rPr>
          <w:rFonts w:ascii="Courier New" w:hAnsi="Courier New" w:cs="Courier New"/>
          <w:color w:val="000000"/>
        </w:rPr>
        <w:t>getItem</w:t>
      </w:r>
      <w:proofErr w:type="spellEnd"/>
      <w:r w:rsidRPr="00E017FE">
        <w:rPr>
          <w:rFonts w:ascii="Courier New" w:hAnsi="Courier New" w:cs="Courier New"/>
          <w:color w:val="000000"/>
        </w:rPr>
        <w:t>(</w:t>
      </w:r>
      <w:proofErr w:type="gramEnd"/>
      <w:r w:rsidRPr="00E017FE">
        <w:rPr>
          <w:rFonts w:ascii="Courier New" w:hAnsi="Courier New" w:cs="Courier New"/>
          <w:color w:val="000000"/>
        </w:rPr>
        <w:t xml:space="preserve">): Inhaltstyp </w:t>
      </w:r>
    </w:p>
    <w:p w14:paraId="33E9EA5B" w14:textId="77777777" w:rsidR="00E017FE" w:rsidRPr="00E017FE" w:rsidRDefault="00E017FE" w:rsidP="00E017FE">
      <w:pPr>
        <w:autoSpaceDE w:val="0"/>
        <w:autoSpaceDN w:val="0"/>
        <w:adjustRightInd w:val="0"/>
        <w:spacing w:after="120"/>
        <w:rPr>
          <w:rFonts w:ascii="Calibri" w:hAnsi="Calibri" w:cs="Calibri"/>
          <w:color w:val="000000"/>
        </w:rPr>
      </w:pPr>
      <w:r w:rsidRPr="00E017FE">
        <w:rPr>
          <w:rFonts w:ascii="Calibri" w:hAnsi="Calibri" w:cs="Calibri"/>
          <w:color w:val="000000"/>
        </w:rPr>
        <w:t xml:space="preserve">Die Operation gibt den Inhaltswert der Wurzel des Baumes zurück. </w:t>
      </w:r>
    </w:p>
    <w:p w14:paraId="2FD06187" w14:textId="77777777" w:rsidR="00E017FE" w:rsidRPr="00E017FE" w:rsidRDefault="00E017FE" w:rsidP="00E017FE">
      <w:pPr>
        <w:autoSpaceDE w:val="0"/>
        <w:autoSpaceDN w:val="0"/>
        <w:adjustRightInd w:val="0"/>
        <w:spacing w:after="0"/>
        <w:rPr>
          <w:rFonts w:ascii="Courier New" w:hAnsi="Courier New" w:cs="Courier New"/>
          <w:color w:val="000000"/>
        </w:rPr>
      </w:pPr>
      <w:proofErr w:type="spellStart"/>
      <w:proofErr w:type="gramStart"/>
      <w:r w:rsidRPr="00E017FE">
        <w:rPr>
          <w:rFonts w:ascii="Courier New" w:hAnsi="Courier New" w:cs="Courier New"/>
          <w:color w:val="000000"/>
        </w:rPr>
        <w:t>setItem</w:t>
      </w:r>
      <w:proofErr w:type="spellEnd"/>
      <w:r w:rsidRPr="00E017FE">
        <w:rPr>
          <w:rFonts w:ascii="Courier New" w:hAnsi="Courier New" w:cs="Courier New"/>
          <w:color w:val="000000"/>
        </w:rPr>
        <w:t>(</w:t>
      </w:r>
      <w:proofErr w:type="spellStart"/>
      <w:proofErr w:type="gramEnd"/>
      <w:r w:rsidRPr="00E017FE">
        <w:rPr>
          <w:rFonts w:ascii="Courier New" w:hAnsi="Courier New" w:cs="Courier New"/>
          <w:color w:val="000000"/>
        </w:rPr>
        <w:t>inhalt</w:t>
      </w:r>
      <w:proofErr w:type="spellEnd"/>
      <w:r w:rsidRPr="00E017FE">
        <w:rPr>
          <w:rFonts w:ascii="Courier New" w:hAnsi="Courier New" w:cs="Courier New"/>
          <w:color w:val="000000"/>
        </w:rPr>
        <w:t xml:space="preserve">: Inhaltstyp) </w:t>
      </w:r>
    </w:p>
    <w:p w14:paraId="683A41EC" w14:textId="77777777" w:rsidR="00E017FE" w:rsidRPr="00E017FE" w:rsidRDefault="00E017FE" w:rsidP="00E017FE">
      <w:pPr>
        <w:autoSpaceDE w:val="0"/>
        <w:autoSpaceDN w:val="0"/>
        <w:adjustRightInd w:val="0"/>
        <w:spacing w:after="120"/>
        <w:rPr>
          <w:rFonts w:ascii="Courier New" w:hAnsi="Courier New" w:cs="Courier New"/>
          <w:color w:val="000000"/>
        </w:rPr>
      </w:pPr>
      <w:r w:rsidRPr="00E017FE">
        <w:rPr>
          <w:rFonts w:ascii="Calibri" w:hAnsi="Calibri" w:cs="Calibri"/>
          <w:color w:val="000000"/>
        </w:rPr>
        <w:t xml:space="preserve">Die Wurzel des Baums erhält den übergebenen Inhalt als Wert. Bei einem leeren Baum wird zusätzlich als linker und rechter Teilbaum jeweils ein leerer Baum gesetzt. </w:t>
      </w:r>
    </w:p>
    <w:p w14:paraId="1DFFD852" w14:textId="77777777" w:rsidR="00E017FE" w:rsidRPr="00E017FE" w:rsidRDefault="00E017FE" w:rsidP="00E017FE">
      <w:pPr>
        <w:autoSpaceDE w:val="0"/>
        <w:autoSpaceDN w:val="0"/>
        <w:adjustRightInd w:val="0"/>
        <w:spacing w:after="0"/>
        <w:rPr>
          <w:rFonts w:ascii="Courier New" w:hAnsi="Courier New" w:cs="Courier New"/>
          <w:color w:val="000000"/>
        </w:rPr>
      </w:pPr>
      <w:proofErr w:type="spellStart"/>
      <w:proofErr w:type="gramStart"/>
      <w:r w:rsidRPr="00E017FE">
        <w:rPr>
          <w:rFonts w:ascii="Courier New" w:hAnsi="Courier New" w:cs="Courier New"/>
          <w:color w:val="000000"/>
        </w:rPr>
        <w:t>isLeaf</w:t>
      </w:r>
      <w:proofErr w:type="spellEnd"/>
      <w:r w:rsidRPr="00E017FE">
        <w:rPr>
          <w:rFonts w:ascii="Courier New" w:hAnsi="Courier New" w:cs="Courier New"/>
          <w:color w:val="000000"/>
        </w:rPr>
        <w:t>(</w:t>
      </w:r>
      <w:proofErr w:type="gramEnd"/>
      <w:r w:rsidRPr="00E017FE">
        <w:rPr>
          <w:rFonts w:ascii="Courier New" w:hAnsi="Courier New" w:cs="Courier New"/>
          <w:color w:val="000000"/>
        </w:rPr>
        <w:t xml:space="preserve">): Wahrheitswert </w:t>
      </w:r>
    </w:p>
    <w:p w14:paraId="7B1A969B" w14:textId="77777777" w:rsidR="00E017FE" w:rsidRPr="00E017FE" w:rsidRDefault="00E017FE" w:rsidP="00E017FE">
      <w:pPr>
        <w:autoSpaceDE w:val="0"/>
        <w:autoSpaceDN w:val="0"/>
        <w:adjustRightInd w:val="0"/>
        <w:spacing w:after="120"/>
        <w:rPr>
          <w:rFonts w:ascii="Courier New" w:hAnsi="Courier New" w:cs="Courier New"/>
          <w:color w:val="000000"/>
        </w:rPr>
      </w:pPr>
      <w:r w:rsidRPr="00E017FE">
        <w:rPr>
          <w:rFonts w:ascii="Calibri" w:hAnsi="Calibri" w:cs="Calibri"/>
          <w:color w:val="000000"/>
        </w:rPr>
        <w:t xml:space="preserve">Wenn der Baum jeweils einen leeren Baum als linken und rechten Teilbaum besitzt, also ein Blatt ist, wird der Wert </w:t>
      </w:r>
      <w:r w:rsidRPr="00E017FE">
        <w:rPr>
          <w:rFonts w:ascii="Courier New" w:hAnsi="Courier New" w:cs="Courier New"/>
          <w:color w:val="000000"/>
        </w:rPr>
        <w:t xml:space="preserve">wahr </w:t>
      </w:r>
      <w:r w:rsidRPr="00E017FE">
        <w:rPr>
          <w:rFonts w:ascii="Calibri" w:hAnsi="Calibri" w:cs="Calibri"/>
          <w:color w:val="000000"/>
        </w:rPr>
        <w:t xml:space="preserve">zurückgegeben, sonst der Wert </w:t>
      </w:r>
      <w:r w:rsidRPr="00E017FE">
        <w:rPr>
          <w:rFonts w:ascii="Courier New" w:hAnsi="Courier New" w:cs="Courier New"/>
          <w:color w:val="000000"/>
        </w:rPr>
        <w:t>falsch</w:t>
      </w:r>
      <w:r w:rsidRPr="00E017FE">
        <w:rPr>
          <w:rFonts w:ascii="Calibri" w:hAnsi="Calibri" w:cs="Calibri"/>
          <w:color w:val="000000"/>
        </w:rPr>
        <w:t xml:space="preserve">. </w:t>
      </w:r>
    </w:p>
    <w:p w14:paraId="4610A9D3" w14:textId="77777777" w:rsidR="00E017FE" w:rsidRPr="00E017FE" w:rsidRDefault="00E017FE" w:rsidP="00E017FE">
      <w:pPr>
        <w:autoSpaceDE w:val="0"/>
        <w:autoSpaceDN w:val="0"/>
        <w:adjustRightInd w:val="0"/>
        <w:spacing w:after="0"/>
        <w:rPr>
          <w:rFonts w:ascii="Courier New" w:hAnsi="Courier New" w:cs="Courier New"/>
          <w:color w:val="000000"/>
        </w:rPr>
      </w:pPr>
      <w:proofErr w:type="spellStart"/>
      <w:proofErr w:type="gramStart"/>
      <w:r w:rsidRPr="00E017FE">
        <w:rPr>
          <w:rFonts w:ascii="Courier New" w:hAnsi="Courier New" w:cs="Courier New"/>
          <w:color w:val="000000"/>
        </w:rPr>
        <w:t>getLeft</w:t>
      </w:r>
      <w:proofErr w:type="spellEnd"/>
      <w:r w:rsidRPr="00E017FE">
        <w:rPr>
          <w:rFonts w:ascii="Courier New" w:hAnsi="Courier New" w:cs="Courier New"/>
          <w:color w:val="000000"/>
        </w:rPr>
        <w:t>(</w:t>
      </w:r>
      <w:proofErr w:type="gramEnd"/>
      <w:r w:rsidRPr="00E017FE">
        <w:rPr>
          <w:rFonts w:ascii="Courier New" w:hAnsi="Courier New" w:cs="Courier New"/>
          <w:color w:val="000000"/>
        </w:rPr>
        <w:t xml:space="preserve">): Binärbaum </w:t>
      </w:r>
    </w:p>
    <w:p w14:paraId="084FE4B0" w14:textId="77777777" w:rsidR="00E017FE" w:rsidRPr="00E017FE" w:rsidRDefault="00E017FE" w:rsidP="00E017FE">
      <w:pPr>
        <w:autoSpaceDE w:val="0"/>
        <w:autoSpaceDN w:val="0"/>
        <w:adjustRightInd w:val="0"/>
        <w:spacing w:after="120"/>
        <w:rPr>
          <w:rFonts w:ascii="Calibri" w:hAnsi="Calibri" w:cs="Calibri"/>
          <w:color w:val="000000"/>
        </w:rPr>
      </w:pPr>
      <w:r w:rsidRPr="00E017FE">
        <w:rPr>
          <w:rFonts w:ascii="Calibri" w:hAnsi="Calibri" w:cs="Calibri"/>
          <w:color w:val="000000"/>
        </w:rPr>
        <w:t xml:space="preserve">Die Operation gibt den linken Teilbaum zurück. </w:t>
      </w:r>
    </w:p>
    <w:p w14:paraId="7C04F007" w14:textId="77777777" w:rsidR="00E017FE" w:rsidRPr="00E017FE" w:rsidRDefault="00E017FE" w:rsidP="00E017FE">
      <w:pPr>
        <w:autoSpaceDE w:val="0"/>
        <w:autoSpaceDN w:val="0"/>
        <w:adjustRightInd w:val="0"/>
        <w:spacing w:after="0"/>
        <w:rPr>
          <w:rFonts w:ascii="Courier New" w:hAnsi="Courier New" w:cs="Courier New"/>
          <w:color w:val="000000"/>
        </w:rPr>
      </w:pPr>
      <w:proofErr w:type="spellStart"/>
      <w:proofErr w:type="gramStart"/>
      <w:r w:rsidRPr="00E017FE">
        <w:rPr>
          <w:rFonts w:ascii="Courier New" w:hAnsi="Courier New" w:cs="Courier New"/>
          <w:color w:val="000000"/>
        </w:rPr>
        <w:t>setLeft</w:t>
      </w:r>
      <w:proofErr w:type="spellEnd"/>
      <w:r w:rsidRPr="00E017FE">
        <w:rPr>
          <w:rFonts w:ascii="Courier New" w:hAnsi="Courier New" w:cs="Courier New"/>
          <w:color w:val="000000"/>
        </w:rPr>
        <w:t>(</w:t>
      </w:r>
      <w:proofErr w:type="gramEnd"/>
      <w:r w:rsidRPr="00E017FE">
        <w:rPr>
          <w:rFonts w:ascii="Courier New" w:hAnsi="Courier New" w:cs="Courier New"/>
          <w:color w:val="000000"/>
        </w:rPr>
        <w:t xml:space="preserve">b: Binärbaum) </w:t>
      </w:r>
    </w:p>
    <w:p w14:paraId="6479304E" w14:textId="77777777" w:rsidR="00E017FE" w:rsidRPr="00E017FE" w:rsidRDefault="00E017FE" w:rsidP="00E017FE">
      <w:pPr>
        <w:autoSpaceDE w:val="0"/>
        <w:autoSpaceDN w:val="0"/>
        <w:adjustRightInd w:val="0"/>
        <w:spacing w:after="120"/>
        <w:rPr>
          <w:rFonts w:ascii="Calibri" w:hAnsi="Calibri" w:cs="Calibri"/>
          <w:color w:val="000000"/>
        </w:rPr>
      </w:pPr>
      <w:r w:rsidRPr="00E017FE">
        <w:rPr>
          <w:rFonts w:ascii="Calibri" w:hAnsi="Calibri" w:cs="Calibri"/>
          <w:color w:val="000000"/>
        </w:rPr>
        <w:t xml:space="preserve">Der übergebene Baum wird als linker Teilbaum gesetzt. </w:t>
      </w:r>
    </w:p>
    <w:p w14:paraId="183F129B" w14:textId="77777777" w:rsidR="00E017FE" w:rsidRPr="00E017FE" w:rsidRDefault="00E017FE" w:rsidP="00E017FE">
      <w:pPr>
        <w:autoSpaceDE w:val="0"/>
        <w:autoSpaceDN w:val="0"/>
        <w:adjustRightInd w:val="0"/>
        <w:spacing w:after="0"/>
        <w:rPr>
          <w:rFonts w:ascii="Courier New" w:hAnsi="Courier New" w:cs="Courier New"/>
          <w:color w:val="000000"/>
        </w:rPr>
      </w:pPr>
      <w:proofErr w:type="spellStart"/>
      <w:proofErr w:type="gramStart"/>
      <w:r w:rsidRPr="00E017FE">
        <w:rPr>
          <w:rFonts w:ascii="Courier New" w:hAnsi="Courier New" w:cs="Courier New"/>
          <w:color w:val="000000"/>
        </w:rPr>
        <w:t>getRight</w:t>
      </w:r>
      <w:proofErr w:type="spellEnd"/>
      <w:r w:rsidRPr="00E017FE">
        <w:rPr>
          <w:rFonts w:ascii="Courier New" w:hAnsi="Courier New" w:cs="Courier New"/>
          <w:color w:val="000000"/>
        </w:rPr>
        <w:t>(</w:t>
      </w:r>
      <w:proofErr w:type="gramEnd"/>
      <w:r w:rsidRPr="00E017FE">
        <w:rPr>
          <w:rFonts w:ascii="Courier New" w:hAnsi="Courier New" w:cs="Courier New"/>
          <w:color w:val="000000"/>
        </w:rPr>
        <w:t xml:space="preserve">): Binärbaum </w:t>
      </w:r>
    </w:p>
    <w:p w14:paraId="46B977DC" w14:textId="77777777" w:rsidR="00E017FE" w:rsidRPr="00E017FE" w:rsidRDefault="00E017FE" w:rsidP="00E017FE">
      <w:pPr>
        <w:autoSpaceDE w:val="0"/>
        <w:autoSpaceDN w:val="0"/>
        <w:adjustRightInd w:val="0"/>
        <w:spacing w:after="120"/>
        <w:rPr>
          <w:rFonts w:ascii="Calibri" w:hAnsi="Calibri" w:cs="Calibri"/>
          <w:color w:val="000000"/>
        </w:rPr>
      </w:pPr>
      <w:r w:rsidRPr="00E017FE">
        <w:rPr>
          <w:rFonts w:ascii="Calibri" w:hAnsi="Calibri" w:cs="Calibri"/>
          <w:color w:val="000000"/>
        </w:rPr>
        <w:t xml:space="preserve">Die Operation gibt den rechten Teilbaum zurück. </w:t>
      </w:r>
    </w:p>
    <w:p w14:paraId="54380B90" w14:textId="77777777" w:rsidR="00E017FE" w:rsidRPr="00E017FE" w:rsidRDefault="00E017FE" w:rsidP="00E017FE">
      <w:pPr>
        <w:autoSpaceDE w:val="0"/>
        <w:autoSpaceDN w:val="0"/>
        <w:adjustRightInd w:val="0"/>
        <w:spacing w:after="0"/>
        <w:rPr>
          <w:rFonts w:ascii="Courier New" w:hAnsi="Courier New" w:cs="Courier New"/>
          <w:color w:val="000000"/>
        </w:rPr>
      </w:pPr>
      <w:proofErr w:type="spellStart"/>
      <w:proofErr w:type="gramStart"/>
      <w:r w:rsidRPr="00E017FE">
        <w:rPr>
          <w:rFonts w:ascii="Courier New" w:hAnsi="Courier New" w:cs="Courier New"/>
          <w:color w:val="000000"/>
        </w:rPr>
        <w:t>setRight</w:t>
      </w:r>
      <w:proofErr w:type="spellEnd"/>
      <w:r w:rsidRPr="00E017FE">
        <w:rPr>
          <w:rFonts w:ascii="Courier New" w:hAnsi="Courier New" w:cs="Courier New"/>
          <w:color w:val="000000"/>
        </w:rPr>
        <w:t>(</w:t>
      </w:r>
      <w:proofErr w:type="gramEnd"/>
      <w:r w:rsidRPr="00E017FE">
        <w:rPr>
          <w:rFonts w:ascii="Courier New" w:hAnsi="Courier New" w:cs="Courier New"/>
          <w:color w:val="000000"/>
        </w:rPr>
        <w:t xml:space="preserve">b: Binärbaum) </w:t>
      </w:r>
    </w:p>
    <w:p w14:paraId="05206896" w14:textId="77777777" w:rsidR="00E017FE" w:rsidRPr="00E017FE" w:rsidRDefault="00E017FE" w:rsidP="00E017FE">
      <w:pPr>
        <w:autoSpaceDE w:val="0"/>
        <w:autoSpaceDN w:val="0"/>
        <w:adjustRightInd w:val="0"/>
        <w:spacing w:after="120"/>
        <w:rPr>
          <w:rFonts w:ascii="Calibri" w:hAnsi="Calibri" w:cs="Calibri"/>
          <w:color w:val="000000"/>
        </w:rPr>
      </w:pPr>
      <w:r w:rsidRPr="00E017FE">
        <w:rPr>
          <w:rFonts w:ascii="Calibri" w:hAnsi="Calibri" w:cs="Calibri"/>
          <w:color w:val="000000"/>
        </w:rPr>
        <w:t xml:space="preserve">Der übergebene Baum wird als rechter Teilbaum gesetzt. </w:t>
      </w:r>
    </w:p>
    <w:p w14:paraId="4758EABB" w14:textId="77777777" w:rsidR="00E017FE" w:rsidRPr="00E017FE" w:rsidRDefault="00E017FE" w:rsidP="00E017FE">
      <w:pPr>
        <w:autoSpaceDE w:val="0"/>
        <w:autoSpaceDN w:val="0"/>
        <w:adjustRightInd w:val="0"/>
        <w:spacing w:after="0"/>
        <w:rPr>
          <w:rFonts w:ascii="Courier New" w:hAnsi="Courier New" w:cs="Courier New"/>
          <w:color w:val="000000"/>
        </w:rPr>
      </w:pPr>
      <w:proofErr w:type="spellStart"/>
      <w:proofErr w:type="gramStart"/>
      <w:r w:rsidRPr="00E017FE">
        <w:rPr>
          <w:rFonts w:ascii="Courier New" w:hAnsi="Courier New" w:cs="Courier New"/>
          <w:color w:val="000000"/>
        </w:rPr>
        <w:t>setEmpty</w:t>
      </w:r>
      <w:proofErr w:type="spellEnd"/>
      <w:r w:rsidRPr="00E017FE">
        <w:rPr>
          <w:rFonts w:ascii="Courier New" w:hAnsi="Courier New" w:cs="Courier New"/>
          <w:color w:val="000000"/>
        </w:rPr>
        <w:t>(</w:t>
      </w:r>
      <w:proofErr w:type="gramEnd"/>
      <w:r w:rsidRPr="00E017FE">
        <w:rPr>
          <w:rFonts w:ascii="Courier New" w:hAnsi="Courier New" w:cs="Courier New"/>
          <w:color w:val="000000"/>
        </w:rPr>
        <w:t xml:space="preserve">) </w:t>
      </w:r>
    </w:p>
    <w:p w14:paraId="456BE4D5" w14:textId="3931D02A" w:rsidR="00660AA5" w:rsidRPr="00E017FE" w:rsidRDefault="00E017FE" w:rsidP="00E017FE">
      <w:pPr>
        <w:rPr>
          <w:color w:val="4472C4" w:themeColor="accent1"/>
        </w:rPr>
      </w:pPr>
      <w:r w:rsidRPr="00E017FE">
        <w:rPr>
          <w:rFonts w:ascii="Calibri" w:hAnsi="Calibri" w:cs="Calibri"/>
          <w:color w:val="000000"/>
        </w:rPr>
        <w:t>Der Baum wird zu einem leeren Baum, d. h. er besitzt keinen Inhalt und keine Teilbäume.</w:t>
      </w:r>
      <w:bookmarkEnd w:id="17"/>
    </w:p>
    <w:p w14:paraId="573699BE" w14:textId="77777777" w:rsidR="00660AA5" w:rsidRDefault="00660AA5" w:rsidP="00660AA5">
      <w:pPr>
        <w:pStyle w:val="Listenabsatz"/>
        <w:ind w:left="360"/>
        <w:rPr>
          <w:color w:val="4472C4" w:themeColor="accent1"/>
        </w:rPr>
      </w:pPr>
    </w:p>
    <w:p w14:paraId="7CF2D0FF" w14:textId="652C532B" w:rsidR="00970575" w:rsidRDefault="00A259F3" w:rsidP="00970575">
      <w:bookmarkStart w:id="18" w:name="_Hlk48148046"/>
      <w:bookmarkStart w:id="19" w:name="_Hlk36642635"/>
      <w:r w:rsidRPr="005E1E04">
        <w:t xml:space="preserve">Dieses Werk ist lizenziert unter einer </w:t>
      </w:r>
      <w:hyperlink r:id="rId20" w:history="1">
        <w:r w:rsidRPr="00A259F3">
          <w:rPr>
            <w:rStyle w:val="Hyperlink"/>
            <w:color w:val="4E6B9E"/>
          </w:rPr>
          <w:t>Creative Commons Namensnennung - Nicht-kommerziell - Weitergabe unter gleichen Bedingungen 4.0 International Lizenz</w:t>
        </w:r>
      </w:hyperlink>
      <w:r w:rsidRPr="005E1E04">
        <w:rPr>
          <w:color w:val="4E6B9E"/>
        </w:rPr>
        <w:t>.</w:t>
      </w:r>
      <w:r w:rsidRPr="005E1E04">
        <w:t xml:space="preserve"> </w:t>
      </w:r>
      <w:bookmarkEnd w:id="18"/>
      <w:bookmarkEnd w:id="19"/>
      <w:r>
        <w:t xml:space="preserve">Von der Lizenz ausgenommen ist das </w:t>
      </w:r>
      <w:proofErr w:type="spellStart"/>
      <w:r>
        <w:t>InfSII</w:t>
      </w:r>
      <w:proofErr w:type="spellEnd"/>
      <w:r>
        <w:t>-Logo.</w:t>
      </w:r>
    </w:p>
    <w:p w14:paraId="0A48C232" w14:textId="1A83E562" w:rsidR="00970575" w:rsidRDefault="00A259F3">
      <w:bookmarkStart w:id="20" w:name="_Hlk65008113"/>
      <w:r>
        <w:t>Für die korrekte Ausführbarkeit der Quelltexte in diesem Arbeitsblatt wird keine Garantie übernommen. Auch für Folgeschäden, die sich aus der Anwendung der Quelltexte oder durch eventuelle fehlerhafte Angaben ergeben, wird keine Haftung oder juristische Verantwortung übernommen.</w:t>
      </w:r>
      <w:bookmarkEnd w:id="20"/>
    </w:p>
    <w:sectPr w:rsidR="00970575" w:rsidSect="003179DB">
      <w:headerReference w:type="even" r:id="rId21"/>
      <w:headerReference w:type="default" r:id="rId22"/>
      <w:footerReference w:type="even" r:id="rId23"/>
      <w:footerReference w:type="default" r:id="rId24"/>
      <w:headerReference w:type="first" r:id="rId25"/>
      <w:footerReference w:type="first" r:id="rId26"/>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4AB575" w14:textId="77777777" w:rsidR="004F75D3" w:rsidRDefault="004F75D3" w:rsidP="006D1346">
      <w:pPr>
        <w:spacing w:after="0" w:line="240" w:lineRule="auto"/>
      </w:pPr>
      <w:r>
        <w:separator/>
      </w:r>
    </w:p>
  </w:endnote>
  <w:endnote w:type="continuationSeparator" w:id="0">
    <w:p w14:paraId="14586DED" w14:textId="77777777" w:rsidR="004F75D3" w:rsidRDefault="004F75D3"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024F90" w14:textId="77777777" w:rsidR="006D56FA" w:rsidRDefault="006D56F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F13C3E" w14:textId="356F7EE7"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5CBB3AF8" wp14:editId="51C6F56E">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6D56FA">
      <w:rPr>
        <w:color w:val="808080" w:themeColor="background1" w:themeShade="80"/>
        <w:sz w:val="20"/>
        <w:szCs w:val="20"/>
      </w:rPr>
      <w:t>September</w:t>
    </w:r>
    <w:r w:rsidRPr="007E2D0D">
      <w:rPr>
        <w:color w:val="808080" w:themeColor="background1" w:themeShade="80"/>
        <w:sz w:val="20"/>
        <w:szCs w:val="20"/>
      </w:rPr>
      <w:t xml:space="preserve"> 20</w:t>
    </w:r>
    <w:r w:rsidR="00660AA5">
      <w:rPr>
        <w:color w:val="808080" w:themeColor="background1" w:themeShade="80"/>
        <w:sz w:val="20"/>
        <w:szCs w:val="20"/>
      </w:rPr>
      <w:t>2</w:t>
    </w:r>
    <w:r w:rsidR="006D56FA">
      <w:rPr>
        <w:color w:val="808080" w:themeColor="background1" w:themeShade="80"/>
        <w:sz w:val="20"/>
        <w:szCs w:val="20"/>
      </w:rPr>
      <w:t>5</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21AD7D" w14:textId="77777777" w:rsidR="006D56FA" w:rsidRDefault="006D56F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0014A2" w14:textId="77777777" w:rsidR="004F75D3" w:rsidRDefault="004F75D3" w:rsidP="006D1346">
      <w:pPr>
        <w:spacing w:after="0" w:line="240" w:lineRule="auto"/>
      </w:pPr>
      <w:r>
        <w:separator/>
      </w:r>
    </w:p>
  </w:footnote>
  <w:footnote w:type="continuationSeparator" w:id="0">
    <w:p w14:paraId="697386B9" w14:textId="77777777" w:rsidR="004F75D3" w:rsidRDefault="004F75D3" w:rsidP="006D1346">
      <w:pPr>
        <w:spacing w:after="0" w:line="240" w:lineRule="auto"/>
      </w:pPr>
      <w:r>
        <w:continuationSeparator/>
      </w:r>
    </w:p>
  </w:footnote>
  <w:footnote w:id="1">
    <w:p w14:paraId="376E1C9F" w14:textId="75B4FD10" w:rsidR="006104FD" w:rsidRDefault="006104FD">
      <w:pPr>
        <w:pStyle w:val="Funotentext"/>
      </w:pPr>
      <w:r>
        <w:rPr>
          <w:rStyle w:val="Funotenzeichen"/>
        </w:rPr>
        <w:footnoteRef/>
      </w:r>
      <w:r>
        <w:t xml:space="preserve"> In der Literatur wird als Höhe eines Baumes entweder die Anzahl der Knoten oder die Anzahl der Kanten des längsten Pfades von der Wurzel bis zu einem Blatt bezeichnet. Die Höhe des Baumes in Abbildung </w:t>
      </w:r>
      <w:r w:rsidR="004913D5">
        <w:t>2</w:t>
      </w:r>
      <w:r>
        <w:t xml:space="preserve"> wäre somit </w:t>
      </w:r>
      <w:r w:rsidR="004913D5">
        <w:t>4</w:t>
      </w:r>
      <w:r>
        <w:t xml:space="preserve"> oder</w:t>
      </w:r>
      <w:r w:rsidR="004913D5">
        <w:t xml:space="preserve"> 3.</w:t>
      </w:r>
    </w:p>
  </w:footnote>
  <w:footnote w:id="2">
    <w:p w14:paraId="4D14FC93" w14:textId="31DD0F30" w:rsidR="00352EEC" w:rsidRDefault="00352EEC">
      <w:pPr>
        <w:pStyle w:val="Funotentext"/>
      </w:pPr>
      <w:r>
        <w:rPr>
          <w:rStyle w:val="Funotenzeichen"/>
        </w:rPr>
        <w:footnoteRef/>
      </w:r>
      <w:r>
        <w:t xml:space="preserve"> </w:t>
      </w:r>
      <w:r>
        <w:rPr>
          <w:rFonts w:cstheme="minorHAnsi"/>
        </w:rPr>
        <w:t>Der Inhaltstyp kann je nach Kontext festgelegt werden, so dass die Knoten eines Binärbaums z. B. Zeichenketten, Zahlen oder auf Objektvariablen aufnehmen können.</w:t>
      </w:r>
    </w:p>
  </w:footnote>
  <w:footnote w:id="3">
    <w:p w14:paraId="561698B8" w14:textId="7748D4A9" w:rsidR="00A02E21" w:rsidRDefault="00A02E21">
      <w:pPr>
        <w:pStyle w:val="Funotentext"/>
      </w:pPr>
      <w:r>
        <w:rPr>
          <w:rStyle w:val="Funotenzeichen"/>
        </w:rPr>
        <w:footnoteRef/>
      </w:r>
      <w:r>
        <w:t xml:space="preserve"> Hier wird exemplarisch von einem Tennisturnier der Männer ausgegangen und daher nur die männliche Form verwendet. Analog kann das Turnier der Frauen modelliert werden.</w:t>
      </w:r>
    </w:p>
  </w:footnote>
  <w:footnote w:id="4">
    <w:p w14:paraId="55F94C6F" w14:textId="5BC9CA75" w:rsidR="00A259F3" w:rsidRDefault="00A259F3" w:rsidP="00A259F3">
      <w:pPr>
        <w:pStyle w:val="Funotentext"/>
      </w:pPr>
      <w:r>
        <w:rPr>
          <w:rStyle w:val="Funotenzeichen"/>
        </w:rPr>
        <w:footnoteRef/>
      </w:r>
      <w:r>
        <w:t xml:space="preserve"> </w:t>
      </w:r>
      <w:r w:rsidRPr="00A259F3">
        <w:t xml:space="preserve">Die hier beschriebene Datenstruktur </w:t>
      </w:r>
      <w:r>
        <w:t>Binärbaum</w:t>
      </w:r>
      <w:r w:rsidRPr="00A259F3">
        <w:t xml:space="preserve"> orientier</w:t>
      </w:r>
      <w:r>
        <w:t>t</w:t>
      </w:r>
      <w:r w:rsidRPr="00A259F3">
        <w:t xml:space="preserve"> sich an den Vorgaben des Kerncurriculums für das Gymnasium – gymnasiale Oberstufe, die Gesamtschule – gymnasiale Oberstufe, das Kolleg für das Fach Informatik, Niedersächsisches Kultusministerium, 2017 sowie den Ergänzenden Hinweisen zum Kerncurriculum Informatik für die gymnasiale Oberstufe am Gymnasium und an der Gesamtschule sowie für das Kolleg, Niedersächsisches Kultusministerium, </w:t>
      </w:r>
      <w:r w:rsidR="00E017FE">
        <w:t>Neufassung</w:t>
      </w:r>
      <w:r w:rsidRPr="00A259F3">
        <w:t xml:space="preserve"> </w:t>
      </w:r>
      <w:r w:rsidR="00E017FE">
        <w:t>Juni</w:t>
      </w:r>
      <w:r w:rsidRPr="00A259F3">
        <w:t xml:space="preserve"> 202</w:t>
      </w:r>
      <w:r w:rsidR="00E017FE">
        <w:t>5</w:t>
      </w:r>
      <w:r w:rsidRPr="00A259F3">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FF212" w14:textId="77777777" w:rsidR="006D56FA" w:rsidRDefault="006D56F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80A9D7" w14:textId="77777777"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43F5A9BB" wp14:editId="427D51E3">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AA432E">
      <w:rPr>
        <w:color w:val="808080" w:themeColor="background1" w:themeShade="80"/>
      </w:rPr>
      <w:t xml:space="preserve"> Informatik</w:t>
    </w:r>
    <w:r w:rsidRPr="007E2D0D">
      <w:rPr>
        <w:color w:val="808080" w:themeColor="background1" w:themeShade="80"/>
      </w:rPr>
      <w:br/>
      <w:t>Universität Göttingen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126BA4" w14:textId="77777777" w:rsidR="006D56FA" w:rsidRDefault="006D56F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6F85B07"/>
    <w:multiLevelType w:val="hybridMultilevel"/>
    <w:tmpl w:val="AF7A556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27CE4E61"/>
    <w:multiLevelType w:val="hybridMultilevel"/>
    <w:tmpl w:val="58EEFBB4"/>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31E83D18"/>
    <w:multiLevelType w:val="hybridMultilevel"/>
    <w:tmpl w:val="46360B90"/>
    <w:lvl w:ilvl="0" w:tplc="DF7C1696">
      <w:start w:val="1"/>
      <w:numFmt w:val="lowerLetter"/>
      <w:lvlText w:val="%1)"/>
      <w:lvlJc w:val="left"/>
      <w:pPr>
        <w:ind w:left="360" w:hanging="360"/>
      </w:pPr>
      <w:rPr>
        <w:rFonts w:asciiTheme="minorHAnsi" w:hAnsiTheme="minorHAnsi" w:cstheme="minorHAnsi" w:hint="default"/>
        <w:sz w:val="22"/>
        <w:szCs w:val="22"/>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4D3186E"/>
    <w:multiLevelType w:val="hybridMultilevel"/>
    <w:tmpl w:val="C682E3A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99D1606"/>
    <w:multiLevelType w:val="hybridMultilevel"/>
    <w:tmpl w:val="5226FC7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67AD31E1"/>
    <w:multiLevelType w:val="hybridMultilevel"/>
    <w:tmpl w:val="4DB6B04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6ED47DC8"/>
    <w:multiLevelType w:val="hybridMultilevel"/>
    <w:tmpl w:val="72EC5C3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77FA0DD5"/>
    <w:multiLevelType w:val="hybridMultilevel"/>
    <w:tmpl w:val="C7406974"/>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722797063">
    <w:abstractNumId w:val="19"/>
  </w:num>
  <w:num w:numId="2" w16cid:durableId="1940872055">
    <w:abstractNumId w:val="25"/>
  </w:num>
  <w:num w:numId="3" w16cid:durableId="1889149869">
    <w:abstractNumId w:val="4"/>
  </w:num>
  <w:num w:numId="4" w16cid:durableId="700083640">
    <w:abstractNumId w:val="21"/>
  </w:num>
  <w:num w:numId="5" w16cid:durableId="1788305819">
    <w:abstractNumId w:val="28"/>
  </w:num>
  <w:num w:numId="6" w16cid:durableId="2144038060">
    <w:abstractNumId w:val="26"/>
  </w:num>
  <w:num w:numId="7" w16cid:durableId="533352447">
    <w:abstractNumId w:val="16"/>
  </w:num>
  <w:num w:numId="8" w16cid:durableId="458114792">
    <w:abstractNumId w:val="14"/>
  </w:num>
  <w:num w:numId="9" w16cid:durableId="1151098207">
    <w:abstractNumId w:val="0"/>
  </w:num>
  <w:num w:numId="10" w16cid:durableId="602298305">
    <w:abstractNumId w:val="12"/>
  </w:num>
  <w:num w:numId="11" w16cid:durableId="1813213546">
    <w:abstractNumId w:val="2"/>
  </w:num>
  <w:num w:numId="12" w16cid:durableId="1510094741">
    <w:abstractNumId w:val="23"/>
  </w:num>
  <w:num w:numId="13" w16cid:durableId="1855880170">
    <w:abstractNumId w:val="1"/>
  </w:num>
  <w:num w:numId="14" w16cid:durableId="1774784679">
    <w:abstractNumId w:val="8"/>
  </w:num>
  <w:num w:numId="15" w16cid:durableId="1304889821">
    <w:abstractNumId w:val="10"/>
  </w:num>
  <w:num w:numId="16" w16cid:durableId="2041588798">
    <w:abstractNumId w:val="15"/>
  </w:num>
  <w:num w:numId="17" w16cid:durableId="1979456480">
    <w:abstractNumId w:val="11"/>
  </w:num>
  <w:num w:numId="18" w16cid:durableId="586960700">
    <w:abstractNumId w:val="6"/>
  </w:num>
  <w:num w:numId="19" w16cid:durableId="162817983">
    <w:abstractNumId w:val="3"/>
  </w:num>
  <w:num w:numId="20" w16cid:durableId="28727458">
    <w:abstractNumId w:val="27"/>
  </w:num>
  <w:num w:numId="21" w16cid:durableId="836574655">
    <w:abstractNumId w:val="18"/>
  </w:num>
  <w:num w:numId="22" w16cid:durableId="1201360565">
    <w:abstractNumId w:val="19"/>
    <w:lvlOverride w:ilvl="0">
      <w:startOverride w:val="1"/>
    </w:lvlOverride>
  </w:num>
  <w:num w:numId="23" w16cid:durableId="1100226074">
    <w:abstractNumId w:val="19"/>
    <w:lvlOverride w:ilvl="0">
      <w:startOverride w:val="1"/>
    </w:lvlOverride>
  </w:num>
  <w:num w:numId="24" w16cid:durableId="2071880918">
    <w:abstractNumId w:val="19"/>
    <w:lvlOverride w:ilvl="0">
      <w:startOverride w:val="1"/>
    </w:lvlOverride>
  </w:num>
  <w:num w:numId="25" w16cid:durableId="680162293">
    <w:abstractNumId w:val="19"/>
    <w:lvlOverride w:ilvl="0">
      <w:startOverride w:val="1"/>
    </w:lvlOverride>
  </w:num>
  <w:num w:numId="26" w16cid:durableId="732853614">
    <w:abstractNumId w:val="20"/>
  </w:num>
  <w:num w:numId="27" w16cid:durableId="2145737222">
    <w:abstractNumId w:val="17"/>
  </w:num>
  <w:num w:numId="28" w16cid:durableId="994800974">
    <w:abstractNumId w:val="24"/>
  </w:num>
  <w:num w:numId="29" w16cid:durableId="1855342237">
    <w:abstractNumId w:val="13"/>
  </w:num>
  <w:num w:numId="30" w16cid:durableId="1298219793">
    <w:abstractNumId w:val="9"/>
  </w:num>
  <w:num w:numId="31" w16cid:durableId="2010519397">
    <w:abstractNumId w:val="7"/>
  </w:num>
  <w:num w:numId="32" w16cid:durableId="1493716247">
    <w:abstractNumId w:val="22"/>
  </w:num>
  <w:num w:numId="33" w16cid:durableId="130693010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1A2D"/>
    <w:rsid w:val="0000775F"/>
    <w:rsid w:val="000127AC"/>
    <w:rsid w:val="00017751"/>
    <w:rsid w:val="00026157"/>
    <w:rsid w:val="00053E9A"/>
    <w:rsid w:val="00071419"/>
    <w:rsid w:val="00072ED2"/>
    <w:rsid w:val="00087065"/>
    <w:rsid w:val="000A15EA"/>
    <w:rsid w:val="000A7494"/>
    <w:rsid w:val="000F57EE"/>
    <w:rsid w:val="00125734"/>
    <w:rsid w:val="00126D3F"/>
    <w:rsid w:val="0013423B"/>
    <w:rsid w:val="00146C5E"/>
    <w:rsid w:val="001826A5"/>
    <w:rsid w:val="00186A5F"/>
    <w:rsid w:val="00190A09"/>
    <w:rsid w:val="001C2D07"/>
    <w:rsid w:val="001E6201"/>
    <w:rsid w:val="001F622A"/>
    <w:rsid w:val="002159A5"/>
    <w:rsid w:val="00221D86"/>
    <w:rsid w:val="00224E25"/>
    <w:rsid w:val="00243501"/>
    <w:rsid w:val="00244639"/>
    <w:rsid w:val="00264EA1"/>
    <w:rsid w:val="002809D0"/>
    <w:rsid w:val="0030346C"/>
    <w:rsid w:val="003069C3"/>
    <w:rsid w:val="003179DB"/>
    <w:rsid w:val="00330DB0"/>
    <w:rsid w:val="00331359"/>
    <w:rsid w:val="003317DF"/>
    <w:rsid w:val="00334221"/>
    <w:rsid w:val="0033488E"/>
    <w:rsid w:val="00352EEC"/>
    <w:rsid w:val="00381B15"/>
    <w:rsid w:val="003906DC"/>
    <w:rsid w:val="003B7431"/>
    <w:rsid w:val="003E4F79"/>
    <w:rsid w:val="003F45B4"/>
    <w:rsid w:val="003F5E3B"/>
    <w:rsid w:val="00412C43"/>
    <w:rsid w:val="00415B86"/>
    <w:rsid w:val="0042385F"/>
    <w:rsid w:val="00445135"/>
    <w:rsid w:val="004850AB"/>
    <w:rsid w:val="004913D5"/>
    <w:rsid w:val="00494093"/>
    <w:rsid w:val="004A7158"/>
    <w:rsid w:val="004B0D19"/>
    <w:rsid w:val="004B35A7"/>
    <w:rsid w:val="004C259A"/>
    <w:rsid w:val="004F1042"/>
    <w:rsid w:val="004F75D3"/>
    <w:rsid w:val="00554E24"/>
    <w:rsid w:val="00584414"/>
    <w:rsid w:val="00586313"/>
    <w:rsid w:val="005A2104"/>
    <w:rsid w:val="005B7729"/>
    <w:rsid w:val="005D49F8"/>
    <w:rsid w:val="005D6B37"/>
    <w:rsid w:val="005E301E"/>
    <w:rsid w:val="005E5D30"/>
    <w:rsid w:val="005F0C3D"/>
    <w:rsid w:val="005F6623"/>
    <w:rsid w:val="00600140"/>
    <w:rsid w:val="006029B1"/>
    <w:rsid w:val="006104FD"/>
    <w:rsid w:val="0063056A"/>
    <w:rsid w:val="0063498A"/>
    <w:rsid w:val="006464A2"/>
    <w:rsid w:val="00660AA5"/>
    <w:rsid w:val="006613A2"/>
    <w:rsid w:val="00672FAE"/>
    <w:rsid w:val="006819BE"/>
    <w:rsid w:val="00687AE0"/>
    <w:rsid w:val="00693FB8"/>
    <w:rsid w:val="0069581A"/>
    <w:rsid w:val="006B2673"/>
    <w:rsid w:val="006B39C8"/>
    <w:rsid w:val="006D1346"/>
    <w:rsid w:val="006D2CB4"/>
    <w:rsid w:val="006D56FA"/>
    <w:rsid w:val="006E07FD"/>
    <w:rsid w:val="006E53EF"/>
    <w:rsid w:val="006F44AA"/>
    <w:rsid w:val="007106BC"/>
    <w:rsid w:val="00725A4D"/>
    <w:rsid w:val="0074626D"/>
    <w:rsid w:val="007674A3"/>
    <w:rsid w:val="00767591"/>
    <w:rsid w:val="0078342D"/>
    <w:rsid w:val="00793006"/>
    <w:rsid w:val="007D022E"/>
    <w:rsid w:val="007D72BF"/>
    <w:rsid w:val="007E2D0D"/>
    <w:rsid w:val="007F117C"/>
    <w:rsid w:val="00844D3E"/>
    <w:rsid w:val="00844EA0"/>
    <w:rsid w:val="008508C6"/>
    <w:rsid w:val="00857C67"/>
    <w:rsid w:val="00871052"/>
    <w:rsid w:val="00872D4F"/>
    <w:rsid w:val="00880BB5"/>
    <w:rsid w:val="00886969"/>
    <w:rsid w:val="008A360B"/>
    <w:rsid w:val="008A6407"/>
    <w:rsid w:val="008B14DF"/>
    <w:rsid w:val="008C0212"/>
    <w:rsid w:val="008F2A39"/>
    <w:rsid w:val="0090046B"/>
    <w:rsid w:val="0090616A"/>
    <w:rsid w:val="00955345"/>
    <w:rsid w:val="00956681"/>
    <w:rsid w:val="00957FC7"/>
    <w:rsid w:val="00970575"/>
    <w:rsid w:val="00974890"/>
    <w:rsid w:val="009770A6"/>
    <w:rsid w:val="00983AC1"/>
    <w:rsid w:val="00991A2D"/>
    <w:rsid w:val="009B1F75"/>
    <w:rsid w:val="009C2E08"/>
    <w:rsid w:val="009D2E04"/>
    <w:rsid w:val="009E1FF5"/>
    <w:rsid w:val="00A00FBD"/>
    <w:rsid w:val="00A01422"/>
    <w:rsid w:val="00A02E21"/>
    <w:rsid w:val="00A0352B"/>
    <w:rsid w:val="00A061E9"/>
    <w:rsid w:val="00A165F1"/>
    <w:rsid w:val="00A16CA4"/>
    <w:rsid w:val="00A21F57"/>
    <w:rsid w:val="00A259F3"/>
    <w:rsid w:val="00A36CBF"/>
    <w:rsid w:val="00A43086"/>
    <w:rsid w:val="00A57782"/>
    <w:rsid w:val="00AA35A0"/>
    <w:rsid w:val="00AA432E"/>
    <w:rsid w:val="00AC2022"/>
    <w:rsid w:val="00AC5E66"/>
    <w:rsid w:val="00AE14DF"/>
    <w:rsid w:val="00B07884"/>
    <w:rsid w:val="00B45DB5"/>
    <w:rsid w:val="00B65416"/>
    <w:rsid w:val="00B73C44"/>
    <w:rsid w:val="00B7608A"/>
    <w:rsid w:val="00B832A2"/>
    <w:rsid w:val="00B92DDF"/>
    <w:rsid w:val="00BA6971"/>
    <w:rsid w:val="00C020BB"/>
    <w:rsid w:val="00C1549E"/>
    <w:rsid w:val="00C20B57"/>
    <w:rsid w:val="00C26C50"/>
    <w:rsid w:val="00C52259"/>
    <w:rsid w:val="00C527F5"/>
    <w:rsid w:val="00C74D4B"/>
    <w:rsid w:val="00CA7665"/>
    <w:rsid w:val="00CC05C6"/>
    <w:rsid w:val="00CC6DC4"/>
    <w:rsid w:val="00CF76BE"/>
    <w:rsid w:val="00D01058"/>
    <w:rsid w:val="00D04B22"/>
    <w:rsid w:val="00D10AC8"/>
    <w:rsid w:val="00D244F3"/>
    <w:rsid w:val="00D33E38"/>
    <w:rsid w:val="00D44A00"/>
    <w:rsid w:val="00D72D0B"/>
    <w:rsid w:val="00D775E8"/>
    <w:rsid w:val="00D8174F"/>
    <w:rsid w:val="00DD3541"/>
    <w:rsid w:val="00DE3722"/>
    <w:rsid w:val="00DF56A6"/>
    <w:rsid w:val="00E017FE"/>
    <w:rsid w:val="00E032F5"/>
    <w:rsid w:val="00E10441"/>
    <w:rsid w:val="00E179B6"/>
    <w:rsid w:val="00E34A08"/>
    <w:rsid w:val="00E36D04"/>
    <w:rsid w:val="00E64599"/>
    <w:rsid w:val="00E64B3F"/>
    <w:rsid w:val="00E67B23"/>
    <w:rsid w:val="00E700F0"/>
    <w:rsid w:val="00E955C3"/>
    <w:rsid w:val="00EB2135"/>
    <w:rsid w:val="00EB5F95"/>
    <w:rsid w:val="00EC18AC"/>
    <w:rsid w:val="00EC20FF"/>
    <w:rsid w:val="00EC6E4C"/>
    <w:rsid w:val="00EC6EFB"/>
    <w:rsid w:val="00EF0090"/>
    <w:rsid w:val="00EF42B2"/>
    <w:rsid w:val="00EF48B5"/>
    <w:rsid w:val="00F04A61"/>
    <w:rsid w:val="00F37CED"/>
    <w:rsid w:val="00F513F6"/>
    <w:rsid w:val="00F6076F"/>
    <w:rsid w:val="00F65F18"/>
    <w:rsid w:val="00F75561"/>
    <w:rsid w:val="00F92699"/>
    <w:rsid w:val="00FB37A7"/>
    <w:rsid w:val="00FC1954"/>
    <w:rsid w:val="00FC4043"/>
    <w:rsid w:val="00FD78F3"/>
    <w:rsid w:val="00FD7F45"/>
    <w:rsid w:val="00FE54F4"/>
    <w:rsid w:val="00FF0776"/>
    <w:rsid w:val="00FF1D3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F857EB"/>
  <w15:chartTrackingRefBased/>
  <w15:docId w15:val="{8FD23DBE-5FED-4C80-A6A4-83B95DDC1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customStyle="1" w:styleId="UnterschriftINFSI">
    <w:name w:val="Unterschrift_INFSI"/>
    <w:basedOn w:val="Beschriftung"/>
    <w:link w:val="UnterschriftINFSIZchn"/>
    <w:qFormat/>
    <w:rsid w:val="004913D5"/>
    <w:rPr>
      <w:color w:val="4E6B9E"/>
    </w:rPr>
  </w:style>
  <w:style w:type="character" w:customStyle="1" w:styleId="UnterschriftINFSIZchn">
    <w:name w:val="Unterschrift_INFSI Zchn"/>
    <w:basedOn w:val="Absatz-Standardschriftart"/>
    <w:link w:val="UnterschriftINFSI"/>
    <w:rsid w:val="004913D5"/>
    <w:rPr>
      <w:i/>
      <w:iCs/>
      <w:color w:val="4E6B9E"/>
      <w:sz w:val="18"/>
      <w:szCs w:val="18"/>
    </w:rPr>
  </w:style>
  <w:style w:type="paragraph" w:customStyle="1" w:styleId="Default">
    <w:name w:val="Default"/>
    <w:rsid w:val="00224E25"/>
    <w:pPr>
      <w:autoSpaceDE w:val="0"/>
      <w:autoSpaceDN w:val="0"/>
      <w:adjustRightInd w:val="0"/>
      <w:spacing w:after="0" w:line="240" w:lineRule="auto"/>
    </w:pPr>
    <w:rPr>
      <w:rFonts w:ascii="Calibri" w:hAnsi="Calibri" w:cs="Calibri"/>
      <w:color w:val="000000"/>
      <w:sz w:val="24"/>
      <w:szCs w:val="24"/>
    </w:rPr>
  </w:style>
  <w:style w:type="paragraph" w:styleId="HTMLVorformatiert">
    <w:name w:val="HTML Preformatted"/>
    <w:basedOn w:val="Standard"/>
    <w:link w:val="HTMLVorformatiertZchn"/>
    <w:uiPriority w:val="99"/>
    <w:unhideWhenUsed/>
    <w:rsid w:val="002435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rsid w:val="00243501"/>
    <w:rPr>
      <w:rFonts w:ascii="Courier New" w:eastAsia="Times New Roman" w:hAnsi="Courier New" w:cs="Courier New"/>
      <w:sz w:val="20"/>
      <w:szCs w:val="20"/>
      <w:lang w:eastAsia="de-DE"/>
    </w:rPr>
  </w:style>
  <w:style w:type="character" w:customStyle="1" w:styleId="java1-space1">
    <w:name w:val="java1-space1"/>
    <w:basedOn w:val="Absatz-Standardschriftart"/>
    <w:rsid w:val="00F75561"/>
    <w:rPr>
      <w:color w:val="000000"/>
    </w:rPr>
  </w:style>
  <w:style w:type="character" w:customStyle="1" w:styleId="java1-reservedword1">
    <w:name w:val="java1-reservedword1"/>
    <w:basedOn w:val="Absatz-Standardschriftart"/>
    <w:rsid w:val="00F75561"/>
    <w:rPr>
      <w:b/>
      <w:bCs/>
      <w:color w:val="000000"/>
    </w:rPr>
  </w:style>
  <w:style w:type="character" w:customStyle="1" w:styleId="java1-string1">
    <w:name w:val="java1-string1"/>
    <w:basedOn w:val="Absatz-Standardschriftart"/>
    <w:rsid w:val="00F75561"/>
    <w:rPr>
      <w:color w:val="FF0000"/>
    </w:rPr>
  </w:style>
  <w:style w:type="character" w:customStyle="1" w:styleId="java1-symbol1">
    <w:name w:val="java1-symbol1"/>
    <w:basedOn w:val="Absatz-Standardschriftart"/>
    <w:rsid w:val="00F75561"/>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679889168">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hyperlink" Target="http://creativecommons.org/licenses/by-nc-sa/4.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emf"/><Relationship Id="rId22" Type="http://schemas.openxmlformats.org/officeDocument/2006/relationships/header" Target="header2.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4.png"/></Relationships>
</file>

<file path=word/_rels/header2.xml.rels><?xml version="1.0" encoding="UTF-8" standalone="yes"?>
<Relationships xmlns="http://schemas.openxmlformats.org/package/2006/relationships"><Relationship Id="rId1" Type="http://schemas.openxmlformats.org/officeDocument/2006/relationships/image" Target="media/image1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vem\AppData\Roaming\Microsoft\Templates\INFSII_Vorlage_pdf.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B76EB-3E60-4B12-A296-76CCA534D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INFSII_Vorlage_pdf.dotx</Template>
  <TotalTime>0</TotalTime>
  <Pages>9</Pages>
  <Words>2051</Words>
  <Characters>12922</Characters>
  <Application>Microsoft Office Word</Application>
  <DocSecurity>0</DocSecurity>
  <Lines>107</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tovem</dc:creator>
  <cp:keywords/>
  <dc:description/>
  <cp:lastModifiedBy>Brandt, Ylva</cp:lastModifiedBy>
  <cp:revision>23</cp:revision>
  <cp:lastPrinted>2025-10-02T12:14:00Z</cp:lastPrinted>
  <dcterms:created xsi:type="dcterms:W3CDTF">2023-03-03T07:27:00Z</dcterms:created>
  <dcterms:modified xsi:type="dcterms:W3CDTF">2025-10-02T12:43:00Z</dcterms:modified>
</cp:coreProperties>
</file>